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4DDC2" w14:textId="7D1A365B" w:rsidR="008C7C30" w:rsidRPr="00691E4F" w:rsidRDefault="00244B31" w:rsidP="00C209E8">
      <w:pPr>
        <w:pStyle w:val="a8"/>
        <w:tabs>
          <w:tab w:val="left" w:pos="12642"/>
        </w:tabs>
        <w:jc w:val="right"/>
        <w:rPr>
          <w:rFonts w:ascii="Liberation Serif" w:hAnsi="Liberation Serif"/>
          <w:b/>
          <w:bCs/>
          <w:sz w:val="24"/>
          <w:szCs w:val="24"/>
        </w:rPr>
      </w:pPr>
      <w:r>
        <w:t xml:space="preserve"> </w:t>
      </w:r>
      <w:r w:rsidR="00C209E8">
        <w:tab/>
      </w:r>
      <w:r w:rsidR="00C209E8" w:rsidRPr="00691E4F">
        <w:rPr>
          <w:rFonts w:ascii="Liberation Serif" w:hAnsi="Liberation Serif"/>
          <w:b/>
          <w:bCs/>
          <w:sz w:val="24"/>
          <w:szCs w:val="24"/>
        </w:rPr>
        <w:t>Приложение №1</w:t>
      </w:r>
    </w:p>
    <w:p w14:paraId="2F07FD2C" w14:textId="04284452" w:rsidR="00C209E8" w:rsidRPr="00691E4F" w:rsidRDefault="001F21EE" w:rsidP="00C209E8">
      <w:pPr>
        <w:pStyle w:val="a8"/>
        <w:tabs>
          <w:tab w:val="left" w:pos="12642"/>
        </w:tabs>
        <w:jc w:val="right"/>
        <w:rPr>
          <w:rFonts w:ascii="Liberation Serif" w:hAnsi="Liberation Serif"/>
          <w:sz w:val="24"/>
          <w:szCs w:val="24"/>
        </w:rPr>
      </w:pPr>
      <w:r w:rsidRPr="00691E4F">
        <w:rPr>
          <w:rFonts w:ascii="Liberation Serif" w:hAnsi="Liberation Serif"/>
          <w:sz w:val="24"/>
          <w:szCs w:val="24"/>
        </w:rPr>
        <w:t xml:space="preserve">к Постановлению </w:t>
      </w:r>
      <w:r w:rsidR="00600118" w:rsidRPr="00691E4F">
        <w:rPr>
          <w:rFonts w:ascii="Liberation Serif" w:hAnsi="Liberation Serif"/>
          <w:sz w:val="24"/>
          <w:szCs w:val="24"/>
        </w:rPr>
        <w:t>Главы ГО</w:t>
      </w:r>
      <w:r w:rsidR="00C209E8" w:rsidRPr="00691E4F">
        <w:rPr>
          <w:rFonts w:ascii="Liberation Serif" w:hAnsi="Liberation Serif"/>
          <w:sz w:val="24"/>
          <w:szCs w:val="24"/>
        </w:rPr>
        <w:t xml:space="preserve"> Красноуфимск</w:t>
      </w:r>
    </w:p>
    <w:p w14:paraId="47F7C35C" w14:textId="77777777" w:rsidR="00C209E8" w:rsidRPr="00691E4F" w:rsidRDefault="00C209E8" w:rsidP="00C209E8">
      <w:pPr>
        <w:jc w:val="right"/>
        <w:rPr>
          <w:rFonts w:ascii="Liberation Serif" w:hAnsi="Liberation Serif"/>
          <w:sz w:val="24"/>
          <w:szCs w:val="24"/>
        </w:rPr>
      </w:pPr>
      <w:r w:rsidRPr="00691E4F">
        <w:rPr>
          <w:rFonts w:ascii="Liberation Serif" w:hAnsi="Liberation Serif"/>
          <w:sz w:val="24"/>
          <w:szCs w:val="24"/>
        </w:rPr>
        <w:t xml:space="preserve">«Об утверждении Плана мероприятий по обеспечению </w:t>
      </w:r>
    </w:p>
    <w:p w14:paraId="070E740C" w14:textId="42B89CFF" w:rsidR="00C209E8" w:rsidRPr="00691E4F" w:rsidRDefault="00C209E8" w:rsidP="00C209E8">
      <w:pPr>
        <w:jc w:val="right"/>
        <w:rPr>
          <w:rFonts w:ascii="Liberation Serif" w:hAnsi="Liberation Serif"/>
          <w:sz w:val="24"/>
          <w:szCs w:val="24"/>
        </w:rPr>
      </w:pPr>
      <w:r w:rsidRPr="00691E4F">
        <w:rPr>
          <w:rFonts w:ascii="Liberation Serif" w:hAnsi="Liberation Serif"/>
          <w:sz w:val="24"/>
          <w:szCs w:val="24"/>
        </w:rPr>
        <w:t xml:space="preserve"> санитарно-эпидемиологического</w:t>
      </w:r>
      <w:r w:rsidR="00817AC1">
        <w:rPr>
          <w:rFonts w:ascii="Liberation Serif" w:hAnsi="Liberation Serif"/>
          <w:sz w:val="24"/>
          <w:szCs w:val="24"/>
        </w:rPr>
        <w:t xml:space="preserve"> благополучия</w:t>
      </w:r>
      <w:r w:rsidRPr="00691E4F">
        <w:rPr>
          <w:rFonts w:ascii="Liberation Serif" w:hAnsi="Liberation Serif"/>
          <w:sz w:val="24"/>
          <w:szCs w:val="24"/>
        </w:rPr>
        <w:t xml:space="preserve"> </w:t>
      </w:r>
      <w:r w:rsidR="00817AC1">
        <w:rPr>
          <w:rFonts w:ascii="Liberation Serif" w:hAnsi="Liberation Serif"/>
          <w:sz w:val="24"/>
          <w:szCs w:val="24"/>
        </w:rPr>
        <w:t xml:space="preserve"> </w:t>
      </w:r>
      <w:r w:rsidRPr="00691E4F">
        <w:rPr>
          <w:rFonts w:ascii="Liberation Serif" w:hAnsi="Liberation Serif"/>
          <w:sz w:val="24"/>
          <w:szCs w:val="24"/>
        </w:rPr>
        <w:t xml:space="preserve"> и</w:t>
      </w:r>
    </w:p>
    <w:p w14:paraId="508698BF" w14:textId="47F2C233" w:rsidR="00C209E8" w:rsidRPr="00691E4F" w:rsidRDefault="00C209E8" w:rsidP="00C209E8">
      <w:pPr>
        <w:jc w:val="right"/>
        <w:rPr>
          <w:rFonts w:ascii="Liberation Serif" w:hAnsi="Liberation Serif"/>
          <w:sz w:val="24"/>
          <w:szCs w:val="24"/>
        </w:rPr>
      </w:pPr>
      <w:r w:rsidRPr="00691E4F">
        <w:rPr>
          <w:rFonts w:ascii="Liberation Serif" w:hAnsi="Liberation Serif"/>
          <w:sz w:val="24"/>
          <w:szCs w:val="24"/>
        </w:rPr>
        <w:t xml:space="preserve"> снижению рисков для здоровья населения</w:t>
      </w:r>
      <w:r w:rsidR="00817AC1">
        <w:rPr>
          <w:rFonts w:ascii="Liberation Serif" w:hAnsi="Liberation Serif"/>
          <w:sz w:val="24"/>
          <w:szCs w:val="24"/>
        </w:rPr>
        <w:t xml:space="preserve"> в </w:t>
      </w:r>
      <w:r w:rsidRPr="00691E4F">
        <w:rPr>
          <w:rFonts w:ascii="Liberation Serif" w:hAnsi="Liberation Serif"/>
          <w:sz w:val="24"/>
          <w:szCs w:val="24"/>
        </w:rPr>
        <w:t xml:space="preserve">  </w:t>
      </w:r>
    </w:p>
    <w:p w14:paraId="569EAD8E" w14:textId="0E7DB804" w:rsidR="00C209E8" w:rsidRPr="00691E4F" w:rsidRDefault="00B13AAC" w:rsidP="00C209E8">
      <w:pPr>
        <w:jc w:val="right"/>
        <w:rPr>
          <w:rFonts w:ascii="Liberation Serif" w:hAnsi="Liberation Serif"/>
          <w:sz w:val="24"/>
          <w:szCs w:val="24"/>
        </w:rPr>
      </w:pPr>
      <w:r w:rsidRPr="00691E4F">
        <w:rPr>
          <w:rFonts w:ascii="Liberation Serif" w:hAnsi="Liberation Serif"/>
          <w:sz w:val="24"/>
          <w:szCs w:val="24"/>
        </w:rPr>
        <w:t xml:space="preserve"> ГО </w:t>
      </w:r>
      <w:r w:rsidR="00600118" w:rsidRPr="00691E4F">
        <w:rPr>
          <w:rFonts w:ascii="Liberation Serif" w:hAnsi="Liberation Serif"/>
          <w:sz w:val="24"/>
          <w:szCs w:val="24"/>
        </w:rPr>
        <w:t>Красноуфимск на</w:t>
      </w:r>
      <w:r w:rsidRPr="00691E4F">
        <w:rPr>
          <w:rFonts w:ascii="Liberation Serif" w:hAnsi="Liberation Serif"/>
          <w:sz w:val="24"/>
          <w:szCs w:val="24"/>
        </w:rPr>
        <w:t xml:space="preserve"> 202</w:t>
      </w:r>
      <w:r w:rsidR="00691E4F" w:rsidRPr="00691E4F">
        <w:rPr>
          <w:rFonts w:ascii="Liberation Serif" w:hAnsi="Liberation Serif"/>
          <w:sz w:val="24"/>
          <w:szCs w:val="24"/>
        </w:rPr>
        <w:t>6</w:t>
      </w:r>
      <w:r w:rsidR="00C209E8" w:rsidRPr="00691E4F">
        <w:rPr>
          <w:rFonts w:ascii="Liberation Serif" w:hAnsi="Liberation Serif"/>
          <w:sz w:val="24"/>
          <w:szCs w:val="24"/>
        </w:rPr>
        <w:t xml:space="preserve"> год»</w:t>
      </w:r>
    </w:p>
    <w:p w14:paraId="76A583EE" w14:textId="10276187" w:rsidR="00C209E8" w:rsidRPr="00691E4F" w:rsidRDefault="00C209E8" w:rsidP="00C209E8">
      <w:pPr>
        <w:jc w:val="right"/>
        <w:rPr>
          <w:rFonts w:ascii="Liberation Serif" w:hAnsi="Liberation Serif"/>
          <w:sz w:val="24"/>
          <w:szCs w:val="24"/>
        </w:rPr>
      </w:pPr>
      <w:r w:rsidRPr="00691E4F">
        <w:rPr>
          <w:rFonts w:ascii="Liberation Serif" w:hAnsi="Liberation Serif"/>
          <w:sz w:val="24"/>
          <w:szCs w:val="24"/>
        </w:rPr>
        <w:t>№</w:t>
      </w:r>
      <w:r w:rsidR="00426D12" w:rsidRPr="00691E4F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B3CC3">
        <w:rPr>
          <w:rFonts w:ascii="Liberation Serif" w:hAnsi="Liberation Serif"/>
          <w:sz w:val="24"/>
          <w:szCs w:val="24"/>
        </w:rPr>
        <w:t>838</w:t>
      </w:r>
      <w:r w:rsidR="00B13AAC" w:rsidRPr="00691E4F">
        <w:rPr>
          <w:rFonts w:ascii="Liberation Serif" w:hAnsi="Liberation Serif"/>
          <w:sz w:val="24"/>
          <w:szCs w:val="24"/>
        </w:rPr>
        <w:t xml:space="preserve">  </w:t>
      </w:r>
      <w:r w:rsidRPr="00691E4F">
        <w:rPr>
          <w:rFonts w:ascii="Liberation Serif" w:hAnsi="Liberation Serif"/>
          <w:sz w:val="24"/>
          <w:szCs w:val="24"/>
        </w:rPr>
        <w:t>от</w:t>
      </w:r>
      <w:proofErr w:type="gramEnd"/>
      <w:r w:rsidR="00B13AAC" w:rsidRPr="00691E4F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B3CC3">
        <w:rPr>
          <w:rFonts w:ascii="Liberation Serif" w:hAnsi="Liberation Serif"/>
          <w:sz w:val="24"/>
          <w:szCs w:val="24"/>
        </w:rPr>
        <w:t>11.09.2025</w:t>
      </w:r>
      <w:r w:rsidR="00B13AAC" w:rsidRPr="00691E4F">
        <w:rPr>
          <w:rFonts w:ascii="Liberation Serif" w:hAnsi="Liberation Serif"/>
          <w:sz w:val="24"/>
          <w:szCs w:val="24"/>
        </w:rPr>
        <w:t xml:space="preserve">  </w:t>
      </w:r>
      <w:r w:rsidR="00426D12" w:rsidRPr="00691E4F">
        <w:rPr>
          <w:rFonts w:ascii="Liberation Serif" w:hAnsi="Liberation Serif"/>
          <w:sz w:val="24"/>
          <w:szCs w:val="24"/>
        </w:rPr>
        <w:t>года</w:t>
      </w:r>
      <w:proofErr w:type="gramEnd"/>
    </w:p>
    <w:p w14:paraId="4FCFDF31" w14:textId="77777777" w:rsidR="00C209E8" w:rsidRDefault="00C209E8" w:rsidP="00244B31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757EBA0D" w14:textId="77777777" w:rsidR="00817AC1" w:rsidRDefault="006B0F57" w:rsidP="00244B31">
      <w:pPr>
        <w:jc w:val="center"/>
        <w:rPr>
          <w:rFonts w:ascii="Liberation Serif" w:hAnsi="Liberation Serif"/>
          <w:b/>
          <w:sz w:val="28"/>
          <w:szCs w:val="28"/>
        </w:rPr>
      </w:pPr>
      <w:r w:rsidRPr="00244B31">
        <w:rPr>
          <w:rFonts w:ascii="Liberation Serif" w:hAnsi="Liberation Serif"/>
          <w:b/>
          <w:sz w:val="28"/>
          <w:szCs w:val="28"/>
        </w:rPr>
        <w:t>План мероприятий по</w:t>
      </w:r>
      <w:r w:rsidR="00244B31" w:rsidRPr="00244B31">
        <w:rPr>
          <w:rFonts w:ascii="Liberation Serif" w:hAnsi="Liberation Serif"/>
          <w:b/>
          <w:sz w:val="28"/>
          <w:szCs w:val="28"/>
        </w:rPr>
        <w:t xml:space="preserve"> </w:t>
      </w:r>
      <w:r w:rsidR="00E011CF" w:rsidRPr="00244B31">
        <w:rPr>
          <w:rFonts w:ascii="Liberation Serif" w:hAnsi="Liberation Serif"/>
          <w:b/>
          <w:sz w:val="28"/>
          <w:szCs w:val="28"/>
        </w:rPr>
        <w:t>обеспечению санитарно</w:t>
      </w:r>
      <w:r w:rsidR="00244B31" w:rsidRPr="00244B31">
        <w:rPr>
          <w:rFonts w:ascii="Liberation Serif" w:hAnsi="Liberation Serif"/>
          <w:b/>
          <w:sz w:val="28"/>
          <w:szCs w:val="28"/>
        </w:rPr>
        <w:t>-эпидемиологическо</w:t>
      </w:r>
      <w:r w:rsidR="00817AC1">
        <w:rPr>
          <w:rFonts w:ascii="Liberation Serif" w:hAnsi="Liberation Serif"/>
          <w:b/>
          <w:sz w:val="28"/>
          <w:szCs w:val="28"/>
        </w:rPr>
        <w:t>го благополучия</w:t>
      </w:r>
    </w:p>
    <w:p w14:paraId="2B85B578" w14:textId="4FF3686E" w:rsidR="00244B31" w:rsidRPr="00244B31" w:rsidRDefault="00244B31" w:rsidP="00817AC1">
      <w:pPr>
        <w:jc w:val="center"/>
        <w:rPr>
          <w:rFonts w:ascii="Liberation Serif" w:hAnsi="Liberation Serif"/>
          <w:b/>
          <w:sz w:val="28"/>
          <w:szCs w:val="28"/>
        </w:rPr>
      </w:pPr>
      <w:r w:rsidRPr="00244B31">
        <w:rPr>
          <w:rFonts w:ascii="Liberation Serif" w:hAnsi="Liberation Serif"/>
          <w:b/>
          <w:sz w:val="28"/>
          <w:szCs w:val="28"/>
        </w:rPr>
        <w:t xml:space="preserve"> </w:t>
      </w:r>
      <w:r w:rsidR="00817AC1">
        <w:rPr>
          <w:rFonts w:ascii="Liberation Serif" w:hAnsi="Liberation Serif"/>
          <w:b/>
          <w:sz w:val="28"/>
          <w:szCs w:val="28"/>
        </w:rPr>
        <w:t xml:space="preserve"> </w:t>
      </w:r>
      <w:r w:rsidRPr="00244B31">
        <w:rPr>
          <w:rFonts w:ascii="Liberation Serif" w:hAnsi="Liberation Serif"/>
          <w:b/>
          <w:sz w:val="28"/>
          <w:szCs w:val="28"/>
        </w:rPr>
        <w:t xml:space="preserve"> </w:t>
      </w:r>
      <w:r w:rsidR="00817AC1">
        <w:rPr>
          <w:rFonts w:ascii="Liberation Serif" w:hAnsi="Liberation Serif"/>
          <w:b/>
          <w:sz w:val="28"/>
          <w:szCs w:val="28"/>
        </w:rPr>
        <w:t xml:space="preserve">и </w:t>
      </w:r>
      <w:r w:rsidRPr="00244B31">
        <w:rPr>
          <w:rFonts w:ascii="Liberation Serif" w:hAnsi="Liberation Serif"/>
          <w:b/>
          <w:sz w:val="28"/>
          <w:szCs w:val="28"/>
        </w:rPr>
        <w:t>снижению рисков для здоровья населения</w:t>
      </w:r>
      <w:r w:rsidR="00817AC1">
        <w:rPr>
          <w:rFonts w:ascii="Liberation Serif" w:hAnsi="Liberation Serif"/>
          <w:b/>
          <w:sz w:val="28"/>
          <w:szCs w:val="28"/>
        </w:rPr>
        <w:t xml:space="preserve"> в </w:t>
      </w:r>
      <w:r w:rsidRPr="00244B31">
        <w:rPr>
          <w:rFonts w:ascii="Liberation Serif" w:hAnsi="Liberation Serif"/>
          <w:b/>
          <w:sz w:val="28"/>
          <w:szCs w:val="28"/>
        </w:rPr>
        <w:t xml:space="preserve">  </w:t>
      </w:r>
    </w:p>
    <w:p w14:paraId="438F880C" w14:textId="51BEF164" w:rsidR="00C336C6" w:rsidRPr="00244B31" w:rsidRDefault="00C336C6" w:rsidP="00244B31">
      <w:pPr>
        <w:jc w:val="center"/>
        <w:rPr>
          <w:rFonts w:ascii="Liberation Serif" w:hAnsi="Liberation Serif"/>
          <w:b/>
          <w:sz w:val="28"/>
          <w:szCs w:val="28"/>
        </w:rPr>
      </w:pPr>
      <w:r w:rsidRPr="00244B31">
        <w:rPr>
          <w:rFonts w:ascii="Liberation Serif" w:hAnsi="Liberation Serif"/>
          <w:b/>
          <w:sz w:val="28"/>
          <w:szCs w:val="28"/>
        </w:rPr>
        <w:t>городско</w:t>
      </w:r>
      <w:r w:rsidR="00817AC1">
        <w:rPr>
          <w:rFonts w:ascii="Liberation Serif" w:hAnsi="Liberation Serif"/>
          <w:b/>
          <w:sz w:val="28"/>
          <w:szCs w:val="28"/>
        </w:rPr>
        <w:t>м</w:t>
      </w:r>
      <w:r w:rsidRPr="00244B31">
        <w:rPr>
          <w:rFonts w:ascii="Liberation Serif" w:hAnsi="Liberation Serif"/>
          <w:b/>
          <w:sz w:val="28"/>
          <w:szCs w:val="28"/>
        </w:rPr>
        <w:t xml:space="preserve"> округ</w:t>
      </w:r>
      <w:r w:rsidR="00817AC1">
        <w:rPr>
          <w:rFonts w:ascii="Liberation Serif" w:hAnsi="Liberation Serif"/>
          <w:b/>
          <w:sz w:val="28"/>
          <w:szCs w:val="28"/>
        </w:rPr>
        <w:t>е</w:t>
      </w:r>
      <w:r w:rsidR="00244B31" w:rsidRPr="00244B31">
        <w:rPr>
          <w:rFonts w:ascii="Liberation Serif" w:hAnsi="Liberation Serif"/>
          <w:b/>
          <w:sz w:val="28"/>
          <w:szCs w:val="28"/>
        </w:rPr>
        <w:t xml:space="preserve"> </w:t>
      </w:r>
      <w:r w:rsidR="00E011CF" w:rsidRPr="00244B31">
        <w:rPr>
          <w:rFonts w:ascii="Liberation Serif" w:hAnsi="Liberation Serif"/>
          <w:b/>
          <w:sz w:val="28"/>
          <w:szCs w:val="28"/>
        </w:rPr>
        <w:t>Красноуфимск на</w:t>
      </w:r>
      <w:r w:rsidR="00561E8B">
        <w:rPr>
          <w:rFonts w:ascii="Liberation Serif" w:hAnsi="Liberation Serif"/>
          <w:b/>
          <w:sz w:val="28"/>
          <w:szCs w:val="28"/>
        </w:rPr>
        <w:t xml:space="preserve"> 20</w:t>
      </w:r>
      <w:r w:rsidR="00B13AAC">
        <w:rPr>
          <w:rFonts w:ascii="Liberation Serif" w:hAnsi="Liberation Serif"/>
          <w:b/>
          <w:sz w:val="28"/>
          <w:szCs w:val="28"/>
        </w:rPr>
        <w:t>2</w:t>
      </w:r>
      <w:r w:rsidR="00691E4F">
        <w:rPr>
          <w:rFonts w:ascii="Liberation Serif" w:hAnsi="Liberation Serif"/>
          <w:b/>
          <w:sz w:val="28"/>
          <w:szCs w:val="28"/>
        </w:rPr>
        <w:t>6</w:t>
      </w:r>
      <w:r w:rsidR="00244B31" w:rsidRPr="00244B31">
        <w:rPr>
          <w:rFonts w:ascii="Liberation Serif" w:hAnsi="Liberation Serif"/>
          <w:b/>
          <w:sz w:val="28"/>
          <w:szCs w:val="28"/>
        </w:rPr>
        <w:t xml:space="preserve"> год</w:t>
      </w:r>
    </w:p>
    <w:p w14:paraId="74630AD3" w14:textId="77777777" w:rsidR="003C36E1" w:rsidRDefault="003C36E1" w:rsidP="003C36E1">
      <w:pPr>
        <w:jc w:val="center"/>
        <w:rPr>
          <w:b/>
          <w:sz w:val="24"/>
          <w:szCs w:val="24"/>
        </w:rPr>
      </w:pP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557"/>
        <w:gridCol w:w="1641"/>
        <w:gridCol w:w="3431"/>
      </w:tblGrid>
      <w:tr w:rsidR="001C4457" w:rsidRPr="001C4457" w14:paraId="6D8302B8" w14:textId="77777777" w:rsidTr="00394DFD">
        <w:tc>
          <w:tcPr>
            <w:tcW w:w="959" w:type="dxa"/>
          </w:tcPr>
          <w:p w14:paraId="16A33206" w14:textId="24010C86" w:rsidR="003C36E1" w:rsidRPr="001C4457" w:rsidRDefault="003C36E1" w:rsidP="003C36E1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№</w:t>
            </w:r>
            <w:r w:rsidR="004E348F"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*</w:t>
            </w:r>
          </w:p>
          <w:p w14:paraId="0DC2BCEA" w14:textId="55F6AF6D" w:rsidR="00E90D82" w:rsidRPr="001C4457" w:rsidRDefault="00E90D82" w:rsidP="003C36E1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557" w:type="dxa"/>
          </w:tcPr>
          <w:p w14:paraId="02D62159" w14:textId="77777777" w:rsidR="003C36E1" w:rsidRPr="001C4457" w:rsidRDefault="00244B31" w:rsidP="003C36E1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bCs/>
                <w:sz w:val="24"/>
                <w:szCs w:val="24"/>
                <w:lang w:eastAsia="en-US"/>
              </w:rPr>
              <w:t>Приоритетные среднесрочные задачи управления риском для здоровья населения</w:t>
            </w: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41" w:type="dxa"/>
          </w:tcPr>
          <w:p w14:paraId="6BC9F99E" w14:textId="77777777" w:rsidR="003C36E1" w:rsidRPr="001C4457" w:rsidRDefault="003C36E1" w:rsidP="003C36E1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Срок исполнения</w:t>
            </w:r>
          </w:p>
        </w:tc>
        <w:tc>
          <w:tcPr>
            <w:tcW w:w="3431" w:type="dxa"/>
          </w:tcPr>
          <w:p w14:paraId="3E7A1BA3" w14:textId="77777777" w:rsidR="003C36E1" w:rsidRPr="001C4457" w:rsidRDefault="003C36E1" w:rsidP="003C36E1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1C4457" w:rsidRPr="001C4457" w14:paraId="60F0924E" w14:textId="77777777" w:rsidTr="00394DFD">
        <w:tc>
          <w:tcPr>
            <w:tcW w:w="15588" w:type="dxa"/>
            <w:gridSpan w:val="4"/>
          </w:tcPr>
          <w:p w14:paraId="4AB37086" w14:textId="27590E6E" w:rsidR="009F53F4" w:rsidRPr="001C4457" w:rsidRDefault="007B1D5B" w:rsidP="00F014A2">
            <w:pPr>
              <w:pStyle w:val="afd"/>
              <w:ind w:left="22"/>
              <w:jc w:val="center"/>
              <w:rPr>
                <w:rFonts w:ascii="Liberation Serif" w:eastAsia="Calibri" w:hAnsi="Liberation Serif"/>
                <w:b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lang w:eastAsia="en-US"/>
              </w:rPr>
              <w:t xml:space="preserve">Раздел 1. </w:t>
            </w:r>
            <w:r w:rsidR="00F014A2" w:rsidRPr="001C4457">
              <w:rPr>
                <w:rFonts w:ascii="Liberation Serif" w:eastAsia="Calibri" w:hAnsi="Liberation Serif"/>
                <w:b/>
                <w:lang w:eastAsia="en-US"/>
              </w:rPr>
              <w:t>Мероприятия по</w:t>
            </w:r>
            <w:r w:rsidR="009F53F4" w:rsidRPr="001C4457">
              <w:rPr>
                <w:rFonts w:ascii="Liberation Serif" w:eastAsia="Calibri" w:hAnsi="Liberation Serif"/>
                <w:b/>
                <w:lang w:eastAsia="en-US"/>
              </w:rPr>
              <w:t xml:space="preserve"> улучшению качества атмосферного воздуха и почв</w:t>
            </w:r>
          </w:p>
        </w:tc>
      </w:tr>
      <w:tr w:rsidR="001C4457" w:rsidRPr="001C4457" w14:paraId="73E5C6C0" w14:textId="77777777" w:rsidTr="00394DFD">
        <w:tc>
          <w:tcPr>
            <w:tcW w:w="15588" w:type="dxa"/>
            <w:gridSpan w:val="4"/>
          </w:tcPr>
          <w:p w14:paraId="3DD372BE" w14:textId="01201098" w:rsidR="001F14A8" w:rsidRPr="001C4457" w:rsidRDefault="009668B5" w:rsidP="00C71C1A">
            <w:pPr>
              <w:pStyle w:val="afd"/>
              <w:widowControl w:val="0"/>
              <w:autoSpaceDE w:val="0"/>
              <w:autoSpaceDN w:val="0"/>
              <w:adjustRightInd w:val="0"/>
              <w:ind w:left="714"/>
              <w:jc w:val="center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5</w:t>
            </w:r>
            <w:r w:rsidR="004E41E6" w:rsidRPr="001C4457">
              <w:rPr>
                <w:rFonts w:ascii="Liberation Serif" w:hAnsi="Liberation Serif"/>
                <w:b/>
                <w:i/>
              </w:rPr>
              <w:t xml:space="preserve">. </w:t>
            </w:r>
            <w:r w:rsidR="001F14A8" w:rsidRPr="001C4457">
              <w:rPr>
                <w:rFonts w:ascii="Liberation Serif" w:hAnsi="Liberation Serif"/>
                <w:b/>
                <w:i/>
              </w:rPr>
              <w:t>Обеспечить проведение мероприятий, направленных</w:t>
            </w:r>
            <w:r w:rsidR="00C4743B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1F14A8" w:rsidRPr="001C4457">
              <w:rPr>
                <w:rFonts w:ascii="Liberation Serif" w:hAnsi="Liberation Serif"/>
                <w:b/>
                <w:i/>
              </w:rPr>
              <w:t>на санитарную</w:t>
            </w:r>
            <w:r w:rsidR="001F14A8" w:rsidRPr="001C4457">
              <w:rPr>
                <w:rFonts w:ascii="Liberation Serif" w:hAnsi="Liberation Serif"/>
                <w:b/>
                <w:i/>
              </w:rPr>
              <w:tab/>
              <w:t>очистку территорий, утилизацию бытовых</w:t>
            </w:r>
            <w:r w:rsidR="001F14A8" w:rsidRPr="001C4457">
              <w:rPr>
                <w:rFonts w:ascii="Liberation Serif" w:hAnsi="Liberation Serif"/>
                <w:b/>
                <w:i/>
              </w:rPr>
              <w:tab/>
              <w:t>отходов. Организация</w:t>
            </w:r>
            <w:r w:rsidR="001F14A8" w:rsidRPr="001C4457">
              <w:rPr>
                <w:rFonts w:ascii="Liberation Serif" w:hAnsi="Liberation Serif"/>
                <w:b/>
                <w:i/>
              </w:rPr>
              <w:tab/>
              <w:t>и содержание</w:t>
            </w:r>
            <w:r w:rsidR="00226D90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1F14A8" w:rsidRPr="001C4457">
              <w:rPr>
                <w:rFonts w:ascii="Liberation Serif" w:hAnsi="Liberation Serif"/>
                <w:b/>
                <w:i/>
              </w:rPr>
              <w:t>мест захоронений</w:t>
            </w:r>
          </w:p>
        </w:tc>
      </w:tr>
      <w:tr w:rsidR="001C4457" w:rsidRPr="001C4457" w14:paraId="7148D523" w14:textId="77777777" w:rsidTr="00394DFD">
        <w:tc>
          <w:tcPr>
            <w:tcW w:w="959" w:type="dxa"/>
          </w:tcPr>
          <w:p w14:paraId="05472233" w14:textId="77777777" w:rsidR="00FF6991" w:rsidRPr="001C4457" w:rsidRDefault="00FF6991" w:rsidP="00852953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3C0AEBBE" w14:textId="6A168A37" w:rsidR="00FF6991" w:rsidRPr="001C4457" w:rsidRDefault="00FF6991">
            <w:pPr>
              <w:pStyle w:val="afd"/>
              <w:numPr>
                <w:ilvl w:val="0"/>
                <w:numId w:val="8"/>
              </w:numPr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Сформировать реестр несанкционированных свалок и представить сведения в Красноуфимский отдел Управления Роспотребнадзора по Свердловской области.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0A02AB1F" w14:textId="7BEA7B65" w:rsidR="00FF6991" w:rsidRPr="001C4457" w:rsidRDefault="00FF6991">
            <w:pPr>
              <w:pStyle w:val="afd"/>
              <w:numPr>
                <w:ilvl w:val="0"/>
                <w:numId w:val="8"/>
              </w:numPr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Обеспечить контроль за ликвидацией несанкционированных свалок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236B8899" w14:textId="762FF13A" w:rsidR="00FF6991" w:rsidRPr="001C4457" w:rsidRDefault="001F14A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3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>. Осуществлять мониторинг состояния свалок и захоронений бытовых отходов;</w:t>
            </w:r>
          </w:p>
          <w:p w14:paraId="6F64223B" w14:textId="25BF43FF" w:rsidR="00FF6991" w:rsidRPr="001C4457" w:rsidRDefault="001F14A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4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>. Осуществлять содействие внедрению раздельного (селективного) сбора и утилизации бытовых отходов;</w:t>
            </w:r>
          </w:p>
          <w:p w14:paraId="6F822AAA" w14:textId="60422374" w:rsidR="00FF6991" w:rsidRPr="001C4457" w:rsidRDefault="001F14A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5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>. Организация сбора и утилизации особо опасных медицинских отходов;</w:t>
            </w:r>
          </w:p>
          <w:p w14:paraId="6FABB810" w14:textId="7BB93F0B" w:rsidR="00FF6991" w:rsidRPr="001C4457" w:rsidRDefault="001F14A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6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 xml:space="preserve">. Организовать очистку 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ab/>
              <w:t>территорий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ab/>
              <w:t>придорожных, пригородных лесов и зон рекреационного пользования;</w:t>
            </w:r>
          </w:p>
          <w:p w14:paraId="29C124D7" w14:textId="04D51D25" w:rsidR="00FF6991" w:rsidRPr="001C4457" w:rsidRDefault="001F14A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7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 xml:space="preserve">. Создание условий для дезинфекции и мойки </w:t>
            </w:r>
            <w:proofErr w:type="spellStart"/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>мусоросборных</w:t>
            </w:r>
            <w:proofErr w:type="spellEnd"/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 xml:space="preserve"> контейнеров;</w:t>
            </w:r>
          </w:p>
          <w:p w14:paraId="71AF1CA7" w14:textId="3F06AF6D" w:rsidR="00FF6991" w:rsidRPr="001C4457" w:rsidRDefault="002A7F7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8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>. Осуществлять контроль за своевременностью вывоза бытовых отходов с территорий частных домовладений;</w:t>
            </w:r>
          </w:p>
          <w:p w14:paraId="14F7A305" w14:textId="44CB23E1" w:rsidR="00FF6991" w:rsidRPr="001C4457" w:rsidRDefault="002A7F78" w:rsidP="00C84E36">
            <w:pPr>
              <w:pStyle w:val="afd"/>
              <w:suppressAutoHyphens/>
              <w:ind w:left="34" w:firstLine="178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9</w:t>
            </w:r>
            <w:r w:rsidR="00FF6991" w:rsidRPr="001C4457">
              <w:rPr>
                <w:rFonts w:ascii="Liberation Serif" w:eastAsia="Calibri" w:hAnsi="Liberation Serif"/>
                <w:bCs/>
                <w:lang w:eastAsia="en-US"/>
              </w:rPr>
              <w:t>. Организация и содержание территорий кладбищ;</w:t>
            </w:r>
          </w:p>
        </w:tc>
        <w:tc>
          <w:tcPr>
            <w:tcW w:w="1641" w:type="dxa"/>
          </w:tcPr>
          <w:p w14:paraId="7B35BBE6" w14:textId="1C527075" w:rsidR="00FF6991" w:rsidRPr="007D52C3" w:rsidRDefault="00FF6991" w:rsidP="00852953">
            <w:pPr>
              <w:jc w:val="center"/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</w:pPr>
            <w:r w:rsidRPr="007D52C3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 xml:space="preserve"> </w:t>
            </w:r>
            <w:r w:rsidR="00691E4F" w:rsidRPr="007D52C3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31" w:type="dxa"/>
          </w:tcPr>
          <w:p w14:paraId="69C2EFEC" w14:textId="77777777" w:rsidR="00FF6991" w:rsidRPr="001C4457" w:rsidRDefault="00FF6991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6DEC060C" w14:textId="77777777" w:rsidR="00FF6991" w:rsidRPr="001C4457" w:rsidRDefault="00FF6991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МКУ «СЕЗ» </w:t>
            </w:r>
          </w:p>
          <w:p w14:paraId="57765286" w14:textId="2A38BBAF" w:rsidR="00FF6991" w:rsidRPr="001C4457" w:rsidRDefault="00FF6991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МУП ГО Красноуфимск «Чистый город»</w:t>
            </w:r>
          </w:p>
        </w:tc>
      </w:tr>
      <w:tr w:rsidR="001C4457" w:rsidRPr="001C4457" w14:paraId="1AB8FEC3" w14:textId="77777777" w:rsidTr="00394DFD">
        <w:tc>
          <w:tcPr>
            <w:tcW w:w="15588" w:type="dxa"/>
            <w:gridSpan w:val="4"/>
          </w:tcPr>
          <w:p w14:paraId="1A75227E" w14:textId="10CD9DDC" w:rsidR="00910CC1" w:rsidRPr="001C4457" w:rsidRDefault="00A75DCE" w:rsidP="00910CC1">
            <w:pPr>
              <w:pStyle w:val="afd"/>
              <w:suppressAutoHyphens/>
              <w:ind w:left="317"/>
              <w:jc w:val="center"/>
              <w:rPr>
                <w:rFonts w:ascii="Liberation Serif" w:eastAsia="Calibri" w:hAnsi="Liberation Serif"/>
                <w:b/>
                <w:i/>
              </w:rPr>
            </w:pPr>
            <w:r w:rsidRPr="001C4457">
              <w:rPr>
                <w:rFonts w:ascii="Liberation Serif" w:eastAsia="Calibri" w:hAnsi="Liberation Serif"/>
                <w:b/>
                <w:i/>
                <w:lang w:eastAsia="en-US"/>
              </w:rPr>
              <w:t>8</w:t>
            </w:r>
            <w:r w:rsidR="00910CC1" w:rsidRPr="001C4457">
              <w:rPr>
                <w:rFonts w:ascii="Liberation Serif" w:eastAsia="Calibri" w:hAnsi="Liberation Serif"/>
                <w:b/>
                <w:i/>
                <w:lang w:eastAsia="en-US"/>
              </w:rPr>
              <w:t>.Обеспечить реализацию мер по обоснованию достаточности размеров</w:t>
            </w:r>
            <w:r w:rsidR="00910CC1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910CC1" w:rsidRPr="001C4457">
              <w:rPr>
                <w:rFonts w:ascii="Liberation Serif" w:eastAsia="Calibri" w:hAnsi="Liberation Serif"/>
                <w:b/>
                <w:i/>
                <w:lang w:eastAsia="en-US"/>
              </w:rPr>
              <w:t>санитарно-защитных зон промышленных предприятий и объектов, решению</w:t>
            </w:r>
            <w:r w:rsidR="004E104E" w:rsidRPr="001C4457">
              <w:rPr>
                <w:rFonts w:ascii="Liberation Serif" w:eastAsia="Calibri" w:hAnsi="Liberation Serif"/>
                <w:b/>
                <w:i/>
                <w:lang w:eastAsia="en-US"/>
              </w:rPr>
              <w:t xml:space="preserve"> </w:t>
            </w:r>
            <w:r w:rsidR="00910CC1" w:rsidRPr="001C4457">
              <w:rPr>
                <w:rFonts w:ascii="Liberation Serif" w:eastAsia="Calibri" w:hAnsi="Liberation Serif"/>
                <w:b/>
                <w:i/>
                <w:lang w:eastAsia="en-US"/>
              </w:rPr>
              <w:t>вопросов отселения населения из санитарно-защитных зон</w:t>
            </w:r>
          </w:p>
        </w:tc>
      </w:tr>
      <w:tr w:rsidR="001C4457" w:rsidRPr="001C4457" w14:paraId="7EF37D55" w14:textId="77777777" w:rsidTr="00394DFD">
        <w:tc>
          <w:tcPr>
            <w:tcW w:w="959" w:type="dxa"/>
          </w:tcPr>
          <w:p w14:paraId="52748CE3" w14:textId="77777777" w:rsidR="00910CC1" w:rsidRPr="001C4457" w:rsidRDefault="00910CC1" w:rsidP="00852953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4ACBE5F7" w14:textId="0B420655" w:rsidR="007D52C3" w:rsidRDefault="00910CC1">
            <w:pPr>
              <w:pStyle w:val="afd"/>
              <w:numPr>
                <w:ilvl w:val="0"/>
                <w:numId w:val="21"/>
              </w:numPr>
              <w:suppressAutoHyphens/>
              <w:ind w:left="0" w:firstLine="212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Обеспечить регистрацию ограничений и обременений на использование земельных участков, расположенных в пределах санитарно-защитных зон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64614AD6" w14:textId="2EDF06FB" w:rsidR="00910CC1" w:rsidRPr="001C4457" w:rsidRDefault="00910CC1">
            <w:pPr>
              <w:pStyle w:val="afd"/>
              <w:numPr>
                <w:ilvl w:val="0"/>
                <w:numId w:val="21"/>
              </w:numPr>
              <w:suppressAutoHyphens/>
              <w:ind w:left="0" w:firstLine="212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 xml:space="preserve">Установление </w:t>
            </w:r>
            <w:proofErr w:type="spellStart"/>
            <w:r w:rsidRPr="001C4457">
              <w:rPr>
                <w:rFonts w:ascii="Liberation Serif" w:eastAsia="Calibri" w:hAnsi="Liberation Serif"/>
                <w:lang w:eastAsia="en-US"/>
              </w:rPr>
              <w:t>санитарно</w:t>
            </w:r>
            <w:proofErr w:type="spellEnd"/>
            <w:r w:rsidRPr="001C4457">
              <w:rPr>
                <w:rFonts w:ascii="Liberation Serif" w:eastAsia="Calibri" w:hAnsi="Liberation Serif"/>
                <w:lang w:eastAsia="en-US"/>
              </w:rPr>
              <w:t>–защитных зон объектов, являющихся источниками химического, физического, биологического воздействия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0380ED48" w14:textId="658E8BC4" w:rsidR="00910CC1" w:rsidRPr="001C4457" w:rsidRDefault="00910CC1" w:rsidP="00A75DCE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3.</w:t>
            </w:r>
            <w:r w:rsidRPr="001C4457">
              <w:rPr>
                <w:rFonts w:ascii="Liberation Serif" w:eastAsia="Calibri" w:hAnsi="Liberation Serif"/>
                <w:lang w:eastAsia="en-US"/>
              </w:rPr>
              <w:tab/>
              <w:t xml:space="preserve">Ремонт систем хозяйственно- питьевого и противопожарного водоснабжения, ремонт автодорог, ремонт и развитие систем уличного освещения, ликвидация </w:t>
            </w:r>
            <w:r w:rsidRPr="001C4457">
              <w:rPr>
                <w:rFonts w:ascii="Liberation Serif" w:eastAsia="Calibri" w:hAnsi="Liberation Serif"/>
                <w:lang w:eastAsia="en-US"/>
              </w:rPr>
              <w:lastRenderedPageBreak/>
              <w:t>несанкционированных свалок для уменьшения шумового фона, снижения вторичного загрязнения атмосферного воздуха почвенной пылью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158E7ACA" w14:textId="72198DF8" w:rsidR="00910CC1" w:rsidRPr="001C4457" w:rsidRDefault="00910CC1" w:rsidP="00A75DCE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4.</w:t>
            </w:r>
            <w:r w:rsidRPr="001C4457">
              <w:rPr>
                <w:rFonts w:ascii="Liberation Serif" w:eastAsia="Calibri" w:hAnsi="Liberation Serif"/>
                <w:lang w:eastAsia="en-US"/>
              </w:rPr>
              <w:tab/>
              <w:t xml:space="preserve"> Организовать работу по актуализации в составе генеральных планов городских и сельских поселений информации о правообладателях земельных участков, о фактическом использовании земельных участков промышленных объектов и производств с учетом объемов и видов производственной деятельности юридических лиц и индивидуальных предпринимателей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6448F4E5" w14:textId="115D92E6" w:rsidR="00A75DCE" w:rsidRPr="001C4457" w:rsidRDefault="00A75DCE" w:rsidP="00A75DCE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5.</w:t>
            </w:r>
            <w:r w:rsidRPr="001C4457">
              <w:t xml:space="preserve"> </w:t>
            </w:r>
            <w:r w:rsidRPr="001C4457">
              <w:rPr>
                <w:rFonts w:ascii="Liberation Serif" w:eastAsia="Calibri" w:hAnsi="Liberation Serif"/>
                <w:lang w:eastAsia="en-US"/>
              </w:rPr>
              <w:t>Сформировать реестр с указанием наименований предприятий и численности населения, проживающего на территории санитарно-защитных зон данных предприятий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6E539332" w14:textId="21DF998E" w:rsidR="00A75DCE" w:rsidRPr="001C4457" w:rsidRDefault="00A75DCE" w:rsidP="00A75DCE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6. Организовать разработку и реализацию хозяйствующими субъектами промышленных объектов и производств, программ по управлению риском для здоровья населения от неблагоприятного воздействия факторов среды обитания</w:t>
            </w:r>
            <w:r w:rsidR="007D52C3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7FD5554C" w14:textId="2A1C4459" w:rsidR="00A75DCE" w:rsidRPr="001C4457" w:rsidRDefault="00A75DCE" w:rsidP="00A75DCE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bCs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 xml:space="preserve">7. </w:t>
            </w:r>
            <w:r w:rsidRPr="001C4457">
              <w:rPr>
                <w:rFonts w:ascii="Liberation Serif" w:eastAsia="Calibri" w:hAnsi="Liberation Serif"/>
                <w:bCs/>
                <w:lang w:eastAsia="en-US"/>
              </w:rPr>
              <w:t>Организовать разработку на территории муниципальных образований проектов санитарно-защитных зон промышленных узлов, проектов сводных томов ПДВ</w:t>
            </w:r>
            <w:r w:rsidR="0077178C">
              <w:rPr>
                <w:rFonts w:ascii="Liberation Serif" w:eastAsia="Calibri" w:hAnsi="Liberation Serif"/>
                <w:bCs/>
                <w:lang w:eastAsia="en-US"/>
              </w:rPr>
              <w:t>;</w:t>
            </w:r>
          </w:p>
          <w:p w14:paraId="5C4DC577" w14:textId="1976D317" w:rsidR="00A75DCE" w:rsidRPr="001C4457" w:rsidRDefault="00A75DCE" w:rsidP="00A75DCE">
            <w:pPr>
              <w:pStyle w:val="afd"/>
              <w:suppressAutoHyphens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bCs/>
                <w:lang w:eastAsia="en-US"/>
              </w:rPr>
              <w:t>8. Обеспечить своевременную реализацию решений утвержденного генерального плана</w:t>
            </w:r>
            <w:r w:rsidR="0077178C">
              <w:rPr>
                <w:rFonts w:ascii="Liberation Serif" w:eastAsia="Calibri" w:hAnsi="Liberation Serif"/>
                <w:bCs/>
                <w:lang w:eastAsia="en-US"/>
              </w:rPr>
              <w:t>;</w:t>
            </w:r>
            <w:r w:rsidRPr="001C4457">
              <w:rPr>
                <w:rFonts w:ascii="Liberation Serif" w:eastAsia="Calibri" w:hAnsi="Liberation Serif"/>
                <w:bCs/>
                <w:lang w:eastAsia="en-US"/>
              </w:rPr>
              <w:t xml:space="preserve">  </w:t>
            </w:r>
          </w:p>
        </w:tc>
        <w:tc>
          <w:tcPr>
            <w:tcW w:w="1641" w:type="dxa"/>
          </w:tcPr>
          <w:p w14:paraId="2E9D60BD" w14:textId="1E594B54" w:rsidR="00910CC1" w:rsidRPr="001C4457" w:rsidRDefault="00691E4F" w:rsidP="00852953">
            <w:pPr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lastRenderedPageBreak/>
              <w:t>2026</w:t>
            </w:r>
          </w:p>
        </w:tc>
        <w:tc>
          <w:tcPr>
            <w:tcW w:w="3431" w:type="dxa"/>
          </w:tcPr>
          <w:p w14:paraId="1022AD89" w14:textId="77777777" w:rsidR="00910CC1" w:rsidRPr="001C4457" w:rsidRDefault="00910CC1" w:rsidP="00910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1D680A5B" w14:textId="77777777" w:rsidR="00910CC1" w:rsidRPr="001C4457" w:rsidRDefault="00910CC1" w:rsidP="00910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3B6217A1" w14:textId="77777777" w:rsidR="00910CC1" w:rsidRPr="001C4457" w:rsidRDefault="00910CC1" w:rsidP="00910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МКУ «СЕЗ» </w:t>
            </w:r>
          </w:p>
          <w:p w14:paraId="3D315BC6" w14:textId="77777777" w:rsidR="00910CC1" w:rsidRPr="001C4457" w:rsidRDefault="00910CC1" w:rsidP="00910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66950BD3" w14:textId="26E3226D" w:rsidR="00910CC1" w:rsidRPr="001C4457" w:rsidRDefault="00910CC1" w:rsidP="00910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1C4457" w:rsidRPr="001C4457" w14:paraId="364B049E" w14:textId="77777777" w:rsidTr="00394DFD">
        <w:tc>
          <w:tcPr>
            <w:tcW w:w="15588" w:type="dxa"/>
            <w:gridSpan w:val="4"/>
          </w:tcPr>
          <w:p w14:paraId="2D0BBC7E" w14:textId="4475C91E" w:rsidR="007B1D5B" w:rsidRPr="001C4457" w:rsidRDefault="00A75DCE" w:rsidP="00EC3504">
            <w:pPr>
              <w:pStyle w:val="afd"/>
              <w:ind w:left="22"/>
              <w:jc w:val="center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10</w:t>
            </w:r>
            <w:r w:rsidR="00EC3504" w:rsidRPr="001C4457">
              <w:rPr>
                <w:rFonts w:ascii="Liberation Serif" w:hAnsi="Liberation Serif"/>
                <w:b/>
                <w:i/>
              </w:rPr>
              <w:t>.  Реализовать меры по снижению химической нагрузки на население в связи с воздействием на здоровье некачественной питьевой воды и воды горячего водоснабжения (в</w:t>
            </w:r>
            <w:r w:rsidR="00EC3504" w:rsidRPr="001C4457">
              <w:rPr>
                <w:rFonts w:ascii="Liberation Serif" w:hAnsi="Liberation Serif"/>
                <w:b/>
                <w:i/>
              </w:rPr>
              <w:tab/>
              <w:t>том</w:t>
            </w:r>
            <w:r w:rsidR="00EC3504" w:rsidRPr="001C4457">
              <w:rPr>
                <w:rFonts w:ascii="Liberation Serif" w:hAnsi="Liberation Serif"/>
                <w:b/>
                <w:i/>
              </w:rPr>
              <w:tab/>
              <w:t>числе</w:t>
            </w:r>
            <w:r w:rsidR="00EC3504" w:rsidRPr="001C4457">
              <w:rPr>
                <w:rFonts w:ascii="Liberation Serif" w:hAnsi="Liberation Serif"/>
                <w:b/>
                <w:i/>
              </w:rPr>
              <w:tab/>
              <w:t>по приоритетным загрязнителям - железо, марганец,</w:t>
            </w:r>
            <w:r w:rsidR="009C3BBC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EC3504" w:rsidRPr="001C4457">
              <w:rPr>
                <w:rFonts w:ascii="Liberation Serif" w:hAnsi="Liberation Serif"/>
                <w:b/>
                <w:i/>
              </w:rPr>
              <w:t>кремний, кадмий, мышьяк, свинец, хлороформ,</w:t>
            </w:r>
            <w:r w:rsidR="00EC3504" w:rsidRPr="001C4457">
              <w:rPr>
                <w:rFonts w:ascii="Liberation Serif" w:hAnsi="Liberation Serif"/>
                <w:b/>
                <w:i/>
              </w:rPr>
              <w:tab/>
              <w:t>азот аммиака, бор, бром, нитраты, показателям - общая минерализация, жесткость)</w:t>
            </w:r>
          </w:p>
        </w:tc>
      </w:tr>
      <w:tr w:rsidR="001C4457" w:rsidRPr="001C4457" w14:paraId="5EA49230" w14:textId="77777777" w:rsidTr="00394DFD">
        <w:trPr>
          <w:trHeight w:val="416"/>
        </w:trPr>
        <w:tc>
          <w:tcPr>
            <w:tcW w:w="959" w:type="dxa"/>
          </w:tcPr>
          <w:p w14:paraId="30DFE4EE" w14:textId="68372491" w:rsidR="00FF6991" w:rsidRPr="001C4457" w:rsidRDefault="00FF6991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49B36674" w14:textId="3D0353DD" w:rsidR="00FF6991" w:rsidRPr="001C4457" w:rsidRDefault="00FF6991" w:rsidP="00C84E36">
            <w:pPr>
              <w:pStyle w:val="afd"/>
              <w:numPr>
                <w:ilvl w:val="0"/>
                <w:numId w:val="3"/>
              </w:numPr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hAnsi="Liberation Serif"/>
              </w:rPr>
              <w:t>Ремонт систем хозяйственно- питьевого и противопожарного водоснабжения</w:t>
            </w:r>
            <w:r w:rsidR="00EC3504" w:rsidRPr="001C4457">
              <w:rPr>
                <w:rFonts w:ascii="Liberation Serif" w:hAnsi="Liberation Serif"/>
              </w:rPr>
              <w:t>, в т.ч. замена труб разводящей сети и магистральных водопроводов;</w:t>
            </w:r>
          </w:p>
          <w:p w14:paraId="5C8FF5C6" w14:textId="7D35E1BD" w:rsidR="00FF6991" w:rsidRPr="001C4457" w:rsidRDefault="00FF6991" w:rsidP="00C84E36">
            <w:pPr>
              <w:pStyle w:val="afd"/>
              <w:numPr>
                <w:ilvl w:val="0"/>
                <w:numId w:val="3"/>
              </w:numPr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Обеспечить контроль за своевременными ремонтом, чисткой и дезинфекцией децентрализованных источников водоснабжения, используемых для водоснабжения населения</w:t>
            </w:r>
            <w:r w:rsidR="0077178C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15558D5D" w14:textId="105D07E5" w:rsidR="00FF6991" w:rsidRPr="001C4457" w:rsidRDefault="00FF6991" w:rsidP="00C84E36">
            <w:pPr>
              <w:pStyle w:val="afd"/>
              <w:numPr>
                <w:ilvl w:val="0"/>
                <w:numId w:val="3"/>
              </w:numPr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Обеспечить проведение лабораторного контроля качества воды децентрализованных источников водоснабжения, используемых для водоснабжения населения</w:t>
            </w:r>
            <w:r w:rsidR="0077178C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01833796" w14:textId="5610571B" w:rsidR="00EC3504" w:rsidRPr="001C4457" w:rsidRDefault="00EC3504" w:rsidP="00C84E36">
            <w:pPr>
              <w:pStyle w:val="afd"/>
              <w:numPr>
                <w:ilvl w:val="0"/>
                <w:numId w:val="3"/>
              </w:numPr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Осуществление производственного лабораторного контроля подаваемой населению воды из систем централизованного водоснабжения;</w:t>
            </w:r>
          </w:p>
          <w:p w14:paraId="1C91CF3A" w14:textId="71BA1A64" w:rsidR="00EC3504" w:rsidRPr="001C4457" w:rsidRDefault="00EC3504" w:rsidP="00C84E36">
            <w:pPr>
              <w:pStyle w:val="afd"/>
              <w:numPr>
                <w:ilvl w:val="0"/>
                <w:numId w:val="3"/>
              </w:numPr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Внедрение систем локальной доочистки питьевой воды, в первую очередь в дошкольных и школьных образовательных учреждениях;</w:t>
            </w:r>
          </w:p>
          <w:p w14:paraId="067B7408" w14:textId="3549676D" w:rsidR="00EC3504" w:rsidRPr="001C4457" w:rsidRDefault="00EC3504" w:rsidP="00C84E36">
            <w:pPr>
              <w:pStyle w:val="afd"/>
              <w:numPr>
                <w:ilvl w:val="0"/>
                <w:numId w:val="3"/>
              </w:numPr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Проведение</w:t>
            </w:r>
            <w:r w:rsidRPr="001C4457">
              <w:rPr>
                <w:rFonts w:ascii="Liberation Serif" w:eastAsia="Calibri" w:hAnsi="Liberation Serif"/>
              </w:rPr>
              <w:tab/>
              <w:t>капитального</w:t>
            </w:r>
            <w:r w:rsidRPr="001C4457">
              <w:rPr>
                <w:rFonts w:ascii="Liberation Serif" w:eastAsia="Calibri" w:hAnsi="Liberation Serif"/>
              </w:rPr>
              <w:tab/>
              <w:t>ремонта многоквартирных</w:t>
            </w:r>
            <w:r w:rsidRPr="001C4457">
              <w:rPr>
                <w:rFonts w:ascii="Liberation Serif" w:eastAsia="Calibri" w:hAnsi="Liberation Serif"/>
              </w:rPr>
              <w:tab/>
              <w:t>домов</w:t>
            </w:r>
            <w:r w:rsidRPr="001C4457">
              <w:rPr>
                <w:rFonts w:ascii="Liberation Serif" w:eastAsia="Calibri" w:hAnsi="Liberation Serif"/>
              </w:rPr>
              <w:tab/>
              <w:t>(системы водоснабжения, отопления);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14:paraId="48C9AD29" w14:textId="3A7BADEF" w:rsidR="00FF6991" w:rsidRPr="001C4457" w:rsidRDefault="00FF6991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Постоянно</w:t>
            </w:r>
          </w:p>
        </w:tc>
        <w:tc>
          <w:tcPr>
            <w:tcW w:w="3431" w:type="dxa"/>
          </w:tcPr>
          <w:p w14:paraId="7D682739" w14:textId="77777777" w:rsidR="00FF6991" w:rsidRPr="001C4457" w:rsidRDefault="00FF6991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291EBC93" w14:textId="77777777" w:rsidR="00FF6991" w:rsidRPr="001C4457" w:rsidRDefault="00FF6991" w:rsidP="00EB3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МКУ «СЕЗ» </w:t>
            </w:r>
          </w:p>
          <w:p w14:paraId="2AB4DEF6" w14:textId="77777777" w:rsidR="00FF6991" w:rsidRPr="001C4457" w:rsidRDefault="00FF6991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МУП «ГКХ»</w:t>
            </w:r>
          </w:p>
          <w:p w14:paraId="6172C3F2" w14:textId="6B9A5B89" w:rsidR="00EC3504" w:rsidRPr="001C4457" w:rsidRDefault="00EC3504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МУП «ЖКУ»</w:t>
            </w:r>
          </w:p>
          <w:p w14:paraId="0A45C4D5" w14:textId="77777777" w:rsidR="00FF6991" w:rsidRPr="001C4457" w:rsidRDefault="00FF6991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7C04C91F" w14:textId="62F03C62" w:rsidR="00FF6991" w:rsidRPr="001C4457" w:rsidRDefault="00FF6991" w:rsidP="00CB0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  <w:r w:rsidRPr="001C4457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1C4457" w:rsidRPr="001C4457" w14:paraId="5EDCCC20" w14:textId="77777777" w:rsidTr="00AA409E">
        <w:trPr>
          <w:trHeight w:val="416"/>
        </w:trPr>
        <w:tc>
          <w:tcPr>
            <w:tcW w:w="15588" w:type="dxa"/>
            <w:gridSpan w:val="4"/>
          </w:tcPr>
          <w:p w14:paraId="0001C485" w14:textId="1DD690C0" w:rsidR="009668B5" w:rsidRPr="001C4457" w:rsidRDefault="009668B5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Раздел 2. Мероприятия по улучшению качества питьевого и горячего водоснабжения</w:t>
            </w:r>
          </w:p>
        </w:tc>
      </w:tr>
      <w:tr w:rsidR="001C4457" w:rsidRPr="001C4457" w14:paraId="579AF5AA" w14:textId="77777777" w:rsidTr="00394DFD">
        <w:trPr>
          <w:trHeight w:val="416"/>
        </w:trPr>
        <w:tc>
          <w:tcPr>
            <w:tcW w:w="15588" w:type="dxa"/>
            <w:gridSpan w:val="4"/>
          </w:tcPr>
          <w:p w14:paraId="1665BB82" w14:textId="2364C8B8" w:rsidR="007D5BC6" w:rsidRPr="001C4457" w:rsidRDefault="009668B5" w:rsidP="00C8306D">
            <w:pPr>
              <w:pStyle w:val="afd"/>
              <w:ind w:left="459"/>
              <w:jc w:val="center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11</w:t>
            </w:r>
            <w:r w:rsidR="007D5BC6" w:rsidRPr="001C4457">
              <w:rPr>
                <w:rFonts w:ascii="Liberation Serif" w:hAnsi="Liberation Serif"/>
                <w:b/>
                <w:i/>
              </w:rPr>
              <w:t>. Обеспечить содержание водоисточников централизованного</w:t>
            </w:r>
            <w:r w:rsidR="00D94E1A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7D5BC6" w:rsidRPr="001C4457">
              <w:rPr>
                <w:rFonts w:ascii="Liberation Serif" w:hAnsi="Liberation Serif"/>
                <w:b/>
                <w:i/>
              </w:rPr>
              <w:t>и децентрализованного хозяйственно-питьевого водоснабжения</w:t>
            </w:r>
            <w:r w:rsidR="007D5BC6" w:rsidRPr="001C4457">
              <w:rPr>
                <w:rFonts w:ascii="Liberation Serif" w:hAnsi="Liberation Serif"/>
                <w:b/>
                <w:i/>
              </w:rPr>
              <w:tab/>
              <w:t>в</w:t>
            </w:r>
          </w:p>
          <w:p w14:paraId="30A57C36" w14:textId="4F076B13" w:rsidR="007D5BC6" w:rsidRPr="001C4457" w:rsidRDefault="007D5BC6" w:rsidP="00C8306D">
            <w:pPr>
              <w:pStyle w:val="afd"/>
              <w:ind w:left="459"/>
              <w:jc w:val="center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соответствии</w:t>
            </w:r>
            <w:r w:rsidRPr="001C4457">
              <w:rPr>
                <w:rFonts w:ascii="Liberation Serif" w:hAnsi="Liberation Serif"/>
                <w:b/>
                <w:i/>
              </w:rPr>
              <w:tab/>
              <w:t>с требованиями санитарного законодательства</w:t>
            </w:r>
          </w:p>
        </w:tc>
      </w:tr>
      <w:tr w:rsidR="001C4457" w:rsidRPr="001C4457" w14:paraId="0EAA5812" w14:textId="77777777" w:rsidTr="00394DFD">
        <w:trPr>
          <w:trHeight w:val="416"/>
        </w:trPr>
        <w:tc>
          <w:tcPr>
            <w:tcW w:w="959" w:type="dxa"/>
          </w:tcPr>
          <w:p w14:paraId="63031A5D" w14:textId="77777777" w:rsidR="00EC3504" w:rsidRPr="001C4457" w:rsidRDefault="00EC3504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3A0AD0E4" w14:textId="37E86F32" w:rsidR="00EC3504" w:rsidRPr="001C4457" w:rsidRDefault="007D5BC6" w:rsidP="0077178C">
            <w:pPr>
              <w:pStyle w:val="afd"/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 xml:space="preserve">1. 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>Обеспечить контроль за разработкой проектов зон санитарной охраны по источникам водоснабжения и водопроводам с последующим получением на данные проекты санитарно-эпидемиологических заключений о соответствии санитарным правилам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</w:p>
          <w:p w14:paraId="1D5BD8A0" w14:textId="473AF3CD" w:rsidR="00F66D96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2. Контроль за соблюдением</w:t>
            </w:r>
            <w:r w:rsidRPr="001C4457">
              <w:rPr>
                <w:rFonts w:ascii="Liberation Serif" w:eastAsia="Calibri" w:hAnsi="Liberation Serif"/>
              </w:rPr>
              <w:tab/>
              <w:t>режимов</w:t>
            </w:r>
            <w:r w:rsidRPr="001C4457">
              <w:rPr>
                <w:rFonts w:ascii="Liberation Serif" w:eastAsia="Calibri" w:hAnsi="Liberation Serif"/>
              </w:rPr>
              <w:tab/>
              <w:t>хозяйственной деятельности в границах зон санитарной охраны источников водоснабжения</w:t>
            </w:r>
            <w:r w:rsidR="0077178C">
              <w:rPr>
                <w:rFonts w:ascii="Liberation Serif" w:eastAsia="Calibri" w:hAnsi="Liberation Serif"/>
              </w:rPr>
              <w:t>;</w:t>
            </w:r>
          </w:p>
          <w:p w14:paraId="4BFC8FB9" w14:textId="3BA7E500" w:rsidR="00EC3504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3</w:t>
            </w:r>
            <w:r w:rsidR="007D5BC6" w:rsidRPr="001C4457">
              <w:rPr>
                <w:rFonts w:ascii="Liberation Serif" w:hAnsi="Liberation Serif"/>
                <w:bCs/>
                <w:spacing w:val="-5"/>
              </w:rPr>
              <w:t xml:space="preserve">. 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>Обеспечить получение санитарно-эпидемиологических заключений о соответствии водных объектов санитарным правилам и условиям безопасного для здоровья населения использования водного объекта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 xml:space="preserve">  </w:t>
            </w:r>
          </w:p>
          <w:p w14:paraId="1AF24DD0" w14:textId="7DA6C3A0" w:rsidR="007D5BC6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4</w:t>
            </w:r>
            <w:r w:rsidR="007D5BC6" w:rsidRPr="001C4457">
              <w:rPr>
                <w:rFonts w:ascii="Liberation Serif" w:hAnsi="Liberation Serif"/>
                <w:bCs/>
                <w:spacing w:val="-5"/>
              </w:rPr>
              <w:t xml:space="preserve">. 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>Обеспечить контроль за актуализацией планов мероприятий по обеспечению населения качественной питьевой водой и согласовать с Крас</w:t>
            </w:r>
            <w:r w:rsidR="007D5BC6" w:rsidRPr="001C4457">
              <w:rPr>
                <w:rFonts w:ascii="Liberation Serif" w:hAnsi="Liberation Serif"/>
                <w:bCs/>
                <w:spacing w:val="-5"/>
              </w:rPr>
              <w:t>ноуфимским отделом Управления Р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>оспотребнадзора по Свердловской области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</w:p>
          <w:p w14:paraId="4D55395A" w14:textId="38CF2693" w:rsidR="00EC3504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5</w:t>
            </w:r>
            <w:r w:rsidR="007D5BC6" w:rsidRPr="001C4457">
              <w:rPr>
                <w:rFonts w:ascii="Liberation Serif" w:hAnsi="Liberation Serif"/>
                <w:bCs/>
                <w:spacing w:val="-5"/>
              </w:rPr>
              <w:t xml:space="preserve">. 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>Провести работу по внесению изменений в документы территориального планирования и градостроительного зонирования в части нанесения зон с особыми условиями использования территорий (в т. ч. СЗЗ, ЗСО, ЗОЗ), с учетом окончательно установленных санитарно-защитных зон, зон санитарной охраны источников водоснабжения и водопроводов питьевого назначения и зон ограничения застройки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 xml:space="preserve">   </w:t>
            </w:r>
          </w:p>
          <w:p w14:paraId="59860D8E" w14:textId="06FD7029" w:rsidR="00EC3504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6</w:t>
            </w:r>
            <w:r w:rsidR="007D5BC6" w:rsidRPr="001C4457">
              <w:rPr>
                <w:rFonts w:ascii="Liberation Serif" w:hAnsi="Liberation Serif"/>
                <w:bCs/>
                <w:spacing w:val="-5"/>
              </w:rPr>
              <w:t>.</w:t>
            </w:r>
            <w:r w:rsidR="00EC3504" w:rsidRPr="001C4457">
              <w:rPr>
                <w:rFonts w:ascii="Liberation Serif" w:hAnsi="Liberation Serif"/>
                <w:bCs/>
                <w:spacing w:val="-5"/>
              </w:rPr>
              <w:t xml:space="preserve"> Внести изменения в техническое задание на разработку инвестиционной программы в части учета мероприятий по приведению качества питьевой воды в соответствие с установленными требованиями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</w:p>
          <w:p w14:paraId="154C5BB9" w14:textId="65D2F4A1" w:rsidR="007D5BC6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7</w:t>
            </w:r>
            <w:r w:rsidR="007D5BC6" w:rsidRPr="001C4457">
              <w:rPr>
                <w:rFonts w:ascii="Liberation Serif" w:eastAsia="Calibri" w:hAnsi="Liberation Serif"/>
                <w:lang w:eastAsia="en-US"/>
              </w:rPr>
              <w:t>. Обеспечить контроль за своевременными ремонтом, чисткой и дезинфекцией децентрализованных источников водоснабжения, используемых для водоснабжения населения</w:t>
            </w:r>
            <w:r w:rsidR="0077178C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03804BDF" w14:textId="356EDFE4" w:rsidR="007D5BC6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8</w:t>
            </w:r>
            <w:r w:rsidR="007D5BC6" w:rsidRPr="001C4457">
              <w:rPr>
                <w:rFonts w:ascii="Liberation Serif" w:eastAsia="Calibri" w:hAnsi="Liberation Serif"/>
                <w:lang w:eastAsia="en-US"/>
              </w:rPr>
              <w:t>. Обеспечить проведение лабораторного контроля качества воды децентрализованных источников водоснабжения, используемых для водоснабжения населения</w:t>
            </w:r>
            <w:r w:rsidR="0077178C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2E6C0418" w14:textId="77777777" w:rsidR="00EC3504" w:rsidRPr="001C4457" w:rsidRDefault="00F66D96" w:rsidP="0077178C">
            <w:pPr>
              <w:pStyle w:val="afd"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9</w:t>
            </w:r>
            <w:r w:rsidR="007E63CA" w:rsidRPr="001C4457">
              <w:rPr>
                <w:rFonts w:ascii="Liberation Serif" w:eastAsia="Calibri" w:hAnsi="Liberation Serif"/>
                <w:lang w:eastAsia="en-US"/>
              </w:rPr>
              <w:t>. Осуществление производственного лабораторного контроля подаваемой населению воды из систем централизованного водоснабжения;</w:t>
            </w:r>
          </w:p>
          <w:p w14:paraId="09175FF8" w14:textId="22D11BD5" w:rsidR="00A75DCE" w:rsidRPr="001C4457" w:rsidRDefault="00A75DCE" w:rsidP="0077178C">
            <w:pPr>
              <w:pStyle w:val="afd"/>
              <w:ind w:left="34" w:firstLine="178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 xml:space="preserve">10. </w:t>
            </w:r>
            <w:r w:rsidRPr="001C4457">
              <w:rPr>
                <w:rFonts w:ascii="Liberation Serif" w:eastAsia="Calibri" w:hAnsi="Liberation Serif"/>
                <w:bCs/>
                <w:lang w:eastAsia="en-US"/>
              </w:rPr>
              <w:t>Участие в региональных программах по обеспечению качества воды источников децентрализованного водоснабжения</w:t>
            </w:r>
            <w:r w:rsidR="0077178C">
              <w:rPr>
                <w:rFonts w:ascii="Liberation Serif" w:eastAsia="Calibri" w:hAnsi="Liberation Serif"/>
                <w:bCs/>
                <w:lang w:eastAsia="en-US"/>
              </w:rPr>
              <w:t>;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14:paraId="60C95C12" w14:textId="48E42C25" w:rsidR="00EC3504" w:rsidRPr="001C4457" w:rsidRDefault="00EC3504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Постоянно</w:t>
            </w:r>
          </w:p>
        </w:tc>
        <w:tc>
          <w:tcPr>
            <w:tcW w:w="3431" w:type="dxa"/>
          </w:tcPr>
          <w:p w14:paraId="747E676C" w14:textId="77777777" w:rsidR="00EC3504" w:rsidRPr="001C4457" w:rsidRDefault="00EC3504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6A270170" w14:textId="77777777" w:rsidR="00EC3504" w:rsidRPr="001C4457" w:rsidRDefault="00EC3504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МКУ «СЕЗ» </w:t>
            </w:r>
          </w:p>
          <w:p w14:paraId="1D7E5311" w14:textId="77777777" w:rsidR="00EC3504" w:rsidRPr="001C4457" w:rsidRDefault="00EC3504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МУП «ГКХ»</w:t>
            </w:r>
          </w:p>
          <w:p w14:paraId="0D9F2DE7" w14:textId="77777777" w:rsidR="00EC3504" w:rsidRPr="001C4457" w:rsidRDefault="00EC3504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2EB09E55" w14:textId="77777777" w:rsidR="00EC3504" w:rsidRPr="001C4457" w:rsidRDefault="00EC3504" w:rsidP="00221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</w:p>
          <w:p w14:paraId="27DE1A79" w14:textId="48B6EB2F" w:rsidR="00EC3504" w:rsidRPr="001C4457" w:rsidRDefault="00EC3504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1C4457" w:rsidRPr="001C4457" w14:paraId="06BB680F" w14:textId="77777777" w:rsidTr="00394DFD">
        <w:trPr>
          <w:trHeight w:val="416"/>
        </w:trPr>
        <w:tc>
          <w:tcPr>
            <w:tcW w:w="15588" w:type="dxa"/>
            <w:gridSpan w:val="4"/>
          </w:tcPr>
          <w:p w14:paraId="22E35833" w14:textId="427AB39A" w:rsidR="00C8306D" w:rsidRPr="001C4457" w:rsidRDefault="009668B5" w:rsidP="00226D90">
            <w:pPr>
              <w:pStyle w:val="afd"/>
              <w:ind w:left="459"/>
              <w:jc w:val="center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12</w:t>
            </w:r>
            <w:r w:rsidR="00C8306D" w:rsidRPr="001C4457">
              <w:rPr>
                <w:rFonts w:ascii="Liberation Serif" w:hAnsi="Liberation Serif"/>
                <w:b/>
                <w:i/>
              </w:rPr>
              <w:t>. Обеспечить соблюдение технологии водоподготовки</w:t>
            </w:r>
            <w:r w:rsidR="00217F4B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C8306D" w:rsidRPr="001C4457">
              <w:rPr>
                <w:rFonts w:ascii="Liberation Serif" w:hAnsi="Liberation Serif"/>
                <w:b/>
                <w:i/>
              </w:rPr>
              <w:t>для снабжения</w:t>
            </w:r>
            <w:r w:rsidR="00217F4B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C8306D" w:rsidRPr="001C4457">
              <w:rPr>
                <w:rFonts w:ascii="Liberation Serif" w:hAnsi="Liberation Serif"/>
                <w:b/>
                <w:i/>
              </w:rPr>
              <w:t>населения водой</w:t>
            </w:r>
            <w:r w:rsidR="00C8306D" w:rsidRPr="001C4457">
              <w:rPr>
                <w:rFonts w:ascii="Liberation Serif" w:hAnsi="Liberation Serif"/>
                <w:b/>
                <w:i/>
              </w:rPr>
              <w:tab/>
              <w:t>стандартного качества</w:t>
            </w:r>
          </w:p>
        </w:tc>
      </w:tr>
      <w:tr w:rsidR="001C4457" w:rsidRPr="001C4457" w14:paraId="34C8C892" w14:textId="77777777" w:rsidTr="00394DFD">
        <w:trPr>
          <w:trHeight w:val="416"/>
        </w:trPr>
        <w:tc>
          <w:tcPr>
            <w:tcW w:w="959" w:type="dxa"/>
          </w:tcPr>
          <w:p w14:paraId="589B2105" w14:textId="77777777" w:rsidR="00193E45" w:rsidRPr="001C4457" w:rsidRDefault="00193E45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2E012AD4" w14:textId="4B258B87" w:rsidR="00C8306D" w:rsidRPr="001C4457" w:rsidRDefault="00C8306D">
            <w:pPr>
              <w:pStyle w:val="afd"/>
              <w:numPr>
                <w:ilvl w:val="0"/>
                <w:numId w:val="9"/>
              </w:numPr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 xml:space="preserve">Контроль за надлежащей эксплуатацией станции водоподготовки </w:t>
            </w:r>
            <w:proofErr w:type="spellStart"/>
            <w:r w:rsidRPr="001C4457">
              <w:rPr>
                <w:rFonts w:ascii="Liberation Serif" w:hAnsi="Liberation Serif"/>
                <w:bCs/>
                <w:spacing w:val="-5"/>
              </w:rPr>
              <w:t>мкр</w:t>
            </w:r>
            <w:proofErr w:type="spellEnd"/>
            <w:r w:rsidRPr="001C4457">
              <w:rPr>
                <w:rFonts w:ascii="Liberation Serif" w:hAnsi="Liberation Serif"/>
                <w:bCs/>
                <w:spacing w:val="-5"/>
              </w:rPr>
              <w:t>. Учхоз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</w:p>
          <w:p w14:paraId="524EAE8F" w14:textId="13D39EE4" w:rsidR="00193E45" w:rsidRPr="001C4457" w:rsidRDefault="00C8306D">
            <w:pPr>
              <w:pStyle w:val="afd"/>
              <w:numPr>
                <w:ilvl w:val="0"/>
                <w:numId w:val="9"/>
              </w:numPr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Проведение производственного контроля за соблюдением санитарных правил и выполнением санитарно-противоэпидемических мероприятий на объектах водоподготовки;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14:paraId="2F8B81D6" w14:textId="7871EFEF" w:rsidR="00193E45" w:rsidRPr="001C4457" w:rsidRDefault="00EA280C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0FEE5C6D" w14:textId="77777777" w:rsidR="00C8306D" w:rsidRPr="001C4457" w:rsidRDefault="00C8306D" w:rsidP="00C830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6257DED8" w14:textId="77777777" w:rsidR="00C8306D" w:rsidRPr="001C4457" w:rsidRDefault="00C8306D" w:rsidP="00C830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МКУ «СЕЗ» </w:t>
            </w:r>
          </w:p>
          <w:p w14:paraId="5D2D2E3A" w14:textId="77777777" w:rsidR="00C8306D" w:rsidRPr="001C4457" w:rsidRDefault="00C8306D" w:rsidP="00C830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МУП «ГКХ»</w:t>
            </w:r>
          </w:p>
          <w:p w14:paraId="7DC51015" w14:textId="77777777" w:rsidR="00C8306D" w:rsidRPr="001C4457" w:rsidRDefault="00C8306D" w:rsidP="00C830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1600B913" w14:textId="5C1182AF" w:rsidR="00193E45" w:rsidRPr="001C4457" w:rsidRDefault="00C8306D" w:rsidP="00CB0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</w:p>
        </w:tc>
      </w:tr>
      <w:tr w:rsidR="001C4457" w:rsidRPr="001C4457" w14:paraId="1A879979" w14:textId="77777777" w:rsidTr="003A0AAF">
        <w:trPr>
          <w:trHeight w:val="416"/>
        </w:trPr>
        <w:tc>
          <w:tcPr>
            <w:tcW w:w="15588" w:type="dxa"/>
            <w:gridSpan w:val="4"/>
          </w:tcPr>
          <w:p w14:paraId="212B7080" w14:textId="7C5D552D" w:rsidR="00D80EB8" w:rsidRPr="001C4457" w:rsidRDefault="00D80EB8" w:rsidP="00C830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lastRenderedPageBreak/>
              <w:t>Раздел 3. Предложения по снижению влияния физических факторов риска на здоровье населения</w:t>
            </w:r>
          </w:p>
        </w:tc>
      </w:tr>
      <w:tr w:rsidR="001C4457" w:rsidRPr="001C4457" w14:paraId="37C94E2C" w14:textId="77777777" w:rsidTr="00394DFD">
        <w:trPr>
          <w:trHeight w:val="416"/>
        </w:trPr>
        <w:tc>
          <w:tcPr>
            <w:tcW w:w="15588" w:type="dxa"/>
            <w:gridSpan w:val="4"/>
          </w:tcPr>
          <w:p w14:paraId="586F1018" w14:textId="7C720B8C" w:rsidR="00E56D12" w:rsidRPr="001C4457" w:rsidRDefault="009668B5" w:rsidP="00226D90">
            <w:pPr>
              <w:pStyle w:val="afd"/>
              <w:ind w:left="714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13</w:t>
            </w:r>
            <w:r w:rsidR="00226D90" w:rsidRPr="001C4457">
              <w:rPr>
                <w:rFonts w:ascii="Liberation Serif" w:hAnsi="Liberation Serif"/>
                <w:b/>
                <w:i/>
              </w:rPr>
              <w:t xml:space="preserve">. </w:t>
            </w:r>
            <w:r w:rsidR="00E56D12" w:rsidRPr="001C4457">
              <w:rPr>
                <w:rFonts w:ascii="Liberation Serif" w:hAnsi="Liberation Serif"/>
                <w:b/>
                <w:i/>
              </w:rPr>
              <w:t>Обеспечить</w:t>
            </w:r>
            <w:r w:rsidR="00226D90" w:rsidRPr="001C4457">
              <w:rPr>
                <w:rFonts w:ascii="Liberation Serif" w:hAnsi="Liberation Serif"/>
                <w:b/>
                <w:i/>
              </w:rPr>
              <w:t xml:space="preserve"> </w:t>
            </w:r>
            <w:r w:rsidR="00E56D12" w:rsidRPr="001C4457">
              <w:rPr>
                <w:rFonts w:ascii="Liberation Serif" w:hAnsi="Liberation Serif"/>
                <w:b/>
                <w:i/>
              </w:rPr>
              <w:t>снижение шумового воздействия на население в первую очередь на территориях риска</w:t>
            </w:r>
          </w:p>
        </w:tc>
      </w:tr>
      <w:tr w:rsidR="001C4457" w:rsidRPr="001C4457" w14:paraId="00E88CDD" w14:textId="77777777" w:rsidTr="00394DFD">
        <w:trPr>
          <w:trHeight w:val="416"/>
        </w:trPr>
        <w:tc>
          <w:tcPr>
            <w:tcW w:w="959" w:type="dxa"/>
          </w:tcPr>
          <w:p w14:paraId="78820308" w14:textId="77777777" w:rsidR="00C8306D" w:rsidRPr="001C4457" w:rsidRDefault="00C8306D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238883E9" w14:textId="212ED17E" w:rsidR="00B93F31" w:rsidRPr="001C4457" w:rsidRDefault="00B93F31" w:rsidP="004D106F">
            <w:pPr>
              <w:pStyle w:val="afd"/>
              <w:ind w:left="-71" w:firstLine="283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1.</w:t>
            </w:r>
            <w:r w:rsidR="004D106F">
              <w:rPr>
                <w:rFonts w:ascii="Liberation Serif" w:hAnsi="Liberation Serif"/>
                <w:bCs/>
                <w:spacing w:val="-5"/>
              </w:rPr>
              <w:t xml:space="preserve"> </w:t>
            </w:r>
            <w:r w:rsidRPr="001C4457">
              <w:rPr>
                <w:rFonts w:ascii="Liberation Serif" w:hAnsi="Liberation Serif"/>
                <w:bCs/>
                <w:spacing w:val="-5"/>
              </w:rPr>
              <w:t>Предусмотреть вывод транзитного транспорта за черту города – объездная дорога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</w:p>
          <w:p w14:paraId="62D9B01C" w14:textId="343531FB" w:rsidR="00C8306D" w:rsidRPr="001C4457" w:rsidRDefault="00B93F31" w:rsidP="004D106F">
            <w:pPr>
              <w:pStyle w:val="afd"/>
              <w:ind w:left="-71" w:firstLine="283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2.</w:t>
            </w:r>
            <w:r w:rsidR="004D106F">
              <w:rPr>
                <w:rFonts w:ascii="Liberation Serif" w:hAnsi="Liberation Serif"/>
                <w:bCs/>
                <w:spacing w:val="-5"/>
              </w:rPr>
              <w:t xml:space="preserve"> </w:t>
            </w:r>
            <w:r w:rsidRPr="001C4457">
              <w:rPr>
                <w:rFonts w:ascii="Liberation Serif" w:hAnsi="Liberation Serif"/>
                <w:bCs/>
                <w:spacing w:val="-5"/>
              </w:rPr>
              <w:t>Повышение качества дорожного покрытия и его своевременный ремонт</w:t>
            </w:r>
            <w:r w:rsidR="0077178C">
              <w:rPr>
                <w:rFonts w:ascii="Liberation Serif" w:hAnsi="Liberation Serif"/>
                <w:bCs/>
                <w:spacing w:val="-5"/>
              </w:rPr>
              <w:t>;</w:t>
            </w:r>
          </w:p>
          <w:p w14:paraId="5AAD8E3F" w14:textId="238F2B85" w:rsidR="00432671" w:rsidRPr="001C4457" w:rsidRDefault="00432671" w:rsidP="004D106F">
            <w:pPr>
              <w:pStyle w:val="afd"/>
              <w:ind w:left="-71" w:firstLine="283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 xml:space="preserve">3. </w:t>
            </w:r>
            <w:r w:rsidR="004D106F">
              <w:rPr>
                <w:rFonts w:ascii="Liberation Serif" w:hAnsi="Liberation Serif"/>
                <w:bCs/>
                <w:spacing w:val="-5"/>
              </w:rPr>
              <w:t>Д</w:t>
            </w:r>
            <w:r w:rsidRPr="001C4457">
              <w:rPr>
                <w:rFonts w:ascii="Liberation Serif" w:hAnsi="Liberation Serif"/>
                <w:bCs/>
                <w:spacing w:val="-5"/>
              </w:rPr>
              <w:t>ополнительное озеленение территорий вдоль авто- и железнодорожных магистралей;</w:t>
            </w:r>
          </w:p>
          <w:p w14:paraId="2EBB483D" w14:textId="03BBBC2C" w:rsidR="00B93F31" w:rsidRPr="001C4457" w:rsidRDefault="00432671" w:rsidP="004D106F">
            <w:pPr>
              <w:pStyle w:val="afd"/>
              <w:ind w:left="-71" w:firstLine="283"/>
              <w:jc w:val="both"/>
              <w:rPr>
                <w:rFonts w:ascii="Liberation Serif" w:hAnsi="Liberation Serif"/>
                <w:bCs/>
                <w:spacing w:val="-5"/>
              </w:rPr>
            </w:pPr>
            <w:r w:rsidRPr="001C4457">
              <w:rPr>
                <w:rFonts w:ascii="Liberation Serif" w:hAnsi="Liberation Serif"/>
                <w:bCs/>
                <w:spacing w:val="-5"/>
              </w:rPr>
              <w:t>4</w:t>
            </w:r>
            <w:r w:rsidR="00B93F31" w:rsidRPr="001C4457">
              <w:rPr>
                <w:rFonts w:ascii="Liberation Serif" w:hAnsi="Liberation Serif"/>
                <w:bCs/>
                <w:spacing w:val="-5"/>
              </w:rPr>
              <w:t>. Мониторинг уровней шума в контрольных точках;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14:paraId="61CF093A" w14:textId="6B7695A4" w:rsidR="00C8306D" w:rsidRPr="001C4457" w:rsidRDefault="00691E4F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31" w:type="dxa"/>
          </w:tcPr>
          <w:p w14:paraId="17472734" w14:textId="77777777" w:rsidR="00B93F31" w:rsidRPr="001C4457" w:rsidRDefault="00B93F31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4B4D7DFD" w14:textId="6F2C4360" w:rsidR="00B93F31" w:rsidRPr="001C4457" w:rsidRDefault="00B93F31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МКУ «СЕЗ» </w:t>
            </w:r>
          </w:p>
          <w:p w14:paraId="033AEBFA" w14:textId="77777777" w:rsidR="00C8306D" w:rsidRDefault="00B93F31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АО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Свердловскавтодор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»</w:t>
            </w:r>
          </w:p>
          <w:p w14:paraId="4B81D16A" w14:textId="1AA77E9F" w:rsidR="0077178C" w:rsidRPr="001C4457" w:rsidRDefault="0077178C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2DD6E655" w14:textId="77777777" w:rsidR="00B93F31" w:rsidRPr="001C4457" w:rsidRDefault="00B93F31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5EA1D155" w14:textId="1021BB94" w:rsidR="00B93F31" w:rsidRPr="001C4457" w:rsidRDefault="00B93F31" w:rsidP="00CB0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</w:p>
        </w:tc>
      </w:tr>
      <w:tr w:rsidR="001C4457" w:rsidRPr="001C4457" w14:paraId="59AA880E" w14:textId="77777777" w:rsidTr="00316560">
        <w:trPr>
          <w:trHeight w:val="416"/>
        </w:trPr>
        <w:tc>
          <w:tcPr>
            <w:tcW w:w="15588" w:type="dxa"/>
            <w:gridSpan w:val="4"/>
          </w:tcPr>
          <w:p w14:paraId="459AAB4D" w14:textId="1BD147A0" w:rsidR="009668B5" w:rsidRPr="001C4457" w:rsidRDefault="009668B5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14. Обеспечить снижение радиационной нагрузки на население, в т.ч. от природных источников</w:t>
            </w:r>
          </w:p>
        </w:tc>
      </w:tr>
      <w:tr w:rsidR="009668B5" w:rsidRPr="001C4457" w14:paraId="6FC7AEDB" w14:textId="77777777" w:rsidTr="00394DFD">
        <w:trPr>
          <w:trHeight w:val="416"/>
        </w:trPr>
        <w:tc>
          <w:tcPr>
            <w:tcW w:w="959" w:type="dxa"/>
          </w:tcPr>
          <w:p w14:paraId="0BE764C8" w14:textId="77777777" w:rsidR="009668B5" w:rsidRPr="001C4457" w:rsidRDefault="009668B5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0C8FDD9E" w14:textId="33B8BA7F" w:rsidR="007B7182" w:rsidRPr="007B7182" w:rsidRDefault="007B7182" w:rsidP="007B7182">
            <w:pPr>
              <w:suppressAutoHyphens/>
              <w:ind w:firstLine="212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М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одернизация медицинского лечебно-диагностического оборудования, замена рентгенографического оборудования, прежде всего в детских лечебно-профилактических организациях, оснащение рентгенографического оборудования приборами для измерения индивидуальных доз медицинского облучения;</w:t>
            </w:r>
          </w:p>
          <w:p w14:paraId="0635AE26" w14:textId="744F9213" w:rsidR="007B7182" w:rsidRPr="007B7182" w:rsidRDefault="007B7182" w:rsidP="007B7182">
            <w:pPr>
              <w:suppressAutoHyphens/>
              <w:ind w:firstLine="212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 xml:space="preserve">2. 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К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онтроль дозовой нагрузки на население в связи с медицинскими процедурами;</w:t>
            </w:r>
          </w:p>
          <w:p w14:paraId="4E70A50E" w14:textId="35775EBB" w:rsidR="009668B5" w:rsidRDefault="007B7182" w:rsidP="007B7182">
            <w:pPr>
              <w:ind w:left="34" w:firstLine="178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bCs/>
                <w:spacing w:val="-5"/>
              </w:rPr>
              <w:t xml:space="preserve">. 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Л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абораторные испытания уровней ионизирующего излучения на территории жилой застройки в рамках социально-гигиенического мониторинга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;</w:t>
            </w:r>
          </w:p>
          <w:p w14:paraId="39F3D17D" w14:textId="792A2403" w:rsidR="007B7182" w:rsidRDefault="007B7182" w:rsidP="007B7182">
            <w:pPr>
              <w:ind w:left="34" w:firstLine="178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4. Л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абораторные испытания уровней ионизирующего излучения на территории жилой застройки в рамках производственного лабораторного контроля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;</w:t>
            </w:r>
          </w:p>
          <w:p w14:paraId="427509E5" w14:textId="60B49048" w:rsidR="007B7182" w:rsidRDefault="007B7182" w:rsidP="007B7182">
            <w:pPr>
              <w:ind w:left="34" w:firstLine="178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5.</w:t>
            </w:r>
            <w:r w:rsidRPr="00823F7E">
              <w:t xml:space="preserve"> 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Л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абораторные исследования проб воды водоемов в рамках фонового социально-гигиенического мониторинга по радиологическим показателям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;</w:t>
            </w:r>
          </w:p>
          <w:p w14:paraId="04FAD705" w14:textId="0A100A7A" w:rsidR="007B7182" w:rsidRDefault="007B7182" w:rsidP="007B7182">
            <w:pPr>
              <w:ind w:left="34" w:firstLine="178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6. Л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абораторные исследования проб питьевой воды в рамках фонового социально-гигиенического мониторинга по радиологическим показателям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;</w:t>
            </w:r>
          </w:p>
          <w:p w14:paraId="6E627D94" w14:textId="12C1DD2E" w:rsidR="007B7182" w:rsidRDefault="007B7182" w:rsidP="007B7182">
            <w:pPr>
              <w:ind w:left="34" w:firstLine="178"/>
              <w:jc w:val="both"/>
              <w:rPr>
                <w:rFonts w:ascii="Liberation Serif" w:hAnsi="Liberation Serif"/>
                <w:bCs/>
                <w:spacing w:val="-5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7. Л</w:t>
            </w:r>
            <w:r w:rsidRPr="007B7182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абораторные исследования проб пищевой продукции в рамках фонового социально-гигиенического мониторинга по радиологическим показателям</w:t>
            </w: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;</w:t>
            </w:r>
          </w:p>
          <w:p w14:paraId="47121377" w14:textId="26B169C9" w:rsidR="007B7182" w:rsidRPr="007B7182" w:rsidRDefault="007B7182" w:rsidP="007B7182">
            <w:pPr>
              <w:ind w:left="34" w:firstLine="178"/>
              <w:jc w:val="both"/>
              <w:rPr>
                <w:rFonts w:ascii="Liberation Serif" w:hAnsi="Liberation Serif"/>
                <w:bCs/>
                <w:spacing w:val="-5"/>
              </w:rPr>
            </w:pPr>
            <w:r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8. Информирование населения через СМИ</w:t>
            </w:r>
            <w:r w:rsidR="004D106F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, в том числе электронные в сети Интернет</w:t>
            </w:r>
            <w:r w:rsidR="0077178C">
              <w:rPr>
                <w:rFonts w:ascii="Liberation Serif" w:hAnsi="Liberation Serif"/>
                <w:bCs/>
                <w:spacing w:val="-5"/>
                <w:sz w:val="24"/>
                <w:szCs w:val="24"/>
              </w:rPr>
              <w:t>;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14:paraId="1B819429" w14:textId="1A2E3B78" w:rsidR="009668B5" w:rsidRPr="001C4457" w:rsidRDefault="007B7182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48B69319" w14:textId="77777777" w:rsidR="009668B5" w:rsidRDefault="007B7182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ГАУЗ СО Красноуфимская РБ</w:t>
            </w:r>
          </w:p>
          <w:p w14:paraId="34B0A4EB" w14:textId="77777777" w:rsidR="007B7182" w:rsidRDefault="007B7182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482AB3CA" w14:textId="77777777" w:rsidR="007B7182" w:rsidRPr="007B7182" w:rsidRDefault="007B7182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7B7182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7B7182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7B7182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551DB578" w14:textId="539FAC6B" w:rsidR="007B7182" w:rsidRPr="001C4457" w:rsidRDefault="007B7182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7B7182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</w:tc>
      </w:tr>
      <w:tr w:rsidR="001C4457" w:rsidRPr="001C4457" w14:paraId="4A0498BE" w14:textId="77777777" w:rsidTr="00612CC0">
        <w:trPr>
          <w:trHeight w:val="416"/>
        </w:trPr>
        <w:tc>
          <w:tcPr>
            <w:tcW w:w="15588" w:type="dxa"/>
            <w:gridSpan w:val="4"/>
          </w:tcPr>
          <w:p w14:paraId="1B529401" w14:textId="0710C8A1" w:rsidR="00D80EB8" w:rsidRPr="001C4457" w:rsidRDefault="00D80EB8" w:rsidP="00B9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Раздел 4. Предложения по улучшению качества питания населения</w:t>
            </w:r>
          </w:p>
        </w:tc>
      </w:tr>
      <w:tr w:rsidR="001C4457" w:rsidRPr="001C4457" w14:paraId="7390A194" w14:textId="77777777" w:rsidTr="00394DFD">
        <w:trPr>
          <w:trHeight w:val="274"/>
        </w:trPr>
        <w:tc>
          <w:tcPr>
            <w:tcW w:w="15588" w:type="dxa"/>
            <w:gridSpan w:val="4"/>
          </w:tcPr>
          <w:p w14:paraId="33CDA71C" w14:textId="26F1E195" w:rsidR="0069568B" w:rsidRPr="001C4457" w:rsidRDefault="009668B5" w:rsidP="0069568B">
            <w:pPr>
              <w:pStyle w:val="afd"/>
              <w:ind w:left="459"/>
              <w:jc w:val="center"/>
              <w:rPr>
                <w:rFonts w:ascii="Liberation Serif" w:hAnsi="Liberation Serif"/>
                <w:b/>
                <w:i/>
              </w:rPr>
            </w:pPr>
            <w:r w:rsidRPr="001C4457">
              <w:rPr>
                <w:rFonts w:ascii="Liberation Serif" w:hAnsi="Liberation Serif"/>
                <w:b/>
                <w:i/>
              </w:rPr>
              <w:t>15</w:t>
            </w:r>
            <w:r w:rsidR="0069568B" w:rsidRPr="001C4457">
              <w:rPr>
                <w:rFonts w:ascii="Liberation Serif" w:hAnsi="Liberation Serif"/>
                <w:b/>
                <w:i/>
              </w:rPr>
              <w:t>. Реализовать меры по обеспечению рационального питания детей и подростков в образовательных учреждениях, соблюдению</w:t>
            </w:r>
            <w:r w:rsidR="0069568B" w:rsidRPr="001C4457">
              <w:rPr>
                <w:rFonts w:ascii="Liberation Serif" w:hAnsi="Liberation Serif"/>
                <w:b/>
                <w:i/>
              </w:rPr>
              <w:tab/>
              <w:t>норм питания, включению в рационы обогащенной витаминам</w:t>
            </w:r>
            <w:r w:rsidRPr="001C4457">
              <w:rPr>
                <w:rFonts w:ascii="Liberation Serif" w:hAnsi="Liberation Serif"/>
                <w:b/>
                <w:i/>
              </w:rPr>
              <w:t xml:space="preserve">и </w:t>
            </w:r>
            <w:r w:rsidR="0069568B" w:rsidRPr="001C4457">
              <w:rPr>
                <w:rFonts w:ascii="Liberation Serif" w:hAnsi="Liberation Serif"/>
                <w:b/>
                <w:i/>
              </w:rPr>
              <w:t>и микроэлементами продукции</w:t>
            </w:r>
            <w:r w:rsidRPr="001C4457">
              <w:rPr>
                <w:rFonts w:ascii="Liberation Serif" w:hAnsi="Liberation Serif"/>
                <w:b/>
                <w:i/>
              </w:rPr>
              <w:t>, а также специализированной пищевой продукции диетического питания для детей, нуждающихся в диетическом питании</w:t>
            </w:r>
          </w:p>
        </w:tc>
      </w:tr>
      <w:tr w:rsidR="001C4457" w:rsidRPr="001C4457" w14:paraId="7B014714" w14:textId="77777777" w:rsidTr="00394DFD">
        <w:trPr>
          <w:trHeight w:val="274"/>
        </w:trPr>
        <w:tc>
          <w:tcPr>
            <w:tcW w:w="959" w:type="dxa"/>
          </w:tcPr>
          <w:p w14:paraId="10207847" w14:textId="77777777" w:rsidR="0069568B" w:rsidRPr="001C4457" w:rsidRDefault="0069568B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1B2BF763" w14:textId="38EE4842" w:rsidR="0069568B" w:rsidRPr="001C4457" w:rsidRDefault="0069568B">
            <w:pPr>
              <w:pStyle w:val="afd"/>
              <w:numPr>
                <w:ilvl w:val="0"/>
                <w:numId w:val="10"/>
              </w:numPr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Обучение</w:t>
            </w:r>
            <w:r w:rsidRPr="001C4457">
              <w:rPr>
                <w:rFonts w:ascii="Liberation Serif" w:hAnsi="Liberation Serif"/>
              </w:rPr>
              <w:tab/>
              <w:t>специалистов</w:t>
            </w:r>
            <w:r w:rsidRPr="001C4457">
              <w:rPr>
                <w:rFonts w:ascii="Liberation Serif" w:hAnsi="Liberation Serif"/>
              </w:rPr>
              <w:tab/>
              <w:t>принципам рационального, диетического и детского питания с включением в рационы обогащенной витаминами и микроэлементами продукции</w:t>
            </w:r>
          </w:p>
          <w:p w14:paraId="652D27C7" w14:textId="06502E95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lastRenderedPageBreak/>
              <w:t>2. Внедрение рационов и продуктов питания с заданными</w:t>
            </w:r>
            <w:r w:rsidR="001C4457" w:rsidRPr="001C4457">
              <w:rPr>
                <w:rFonts w:ascii="Liberation Serif" w:hAnsi="Liberation Serif"/>
              </w:rPr>
              <w:t xml:space="preserve"> </w:t>
            </w:r>
            <w:r w:rsidRPr="001C4457">
              <w:rPr>
                <w:rFonts w:ascii="Liberation Serif" w:hAnsi="Liberation Serif"/>
              </w:rPr>
              <w:t>лечебно-профилактическими свойствами;</w:t>
            </w:r>
          </w:p>
          <w:p w14:paraId="105BE6CC" w14:textId="1712103E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3.</w:t>
            </w:r>
            <w:r w:rsidRPr="001C4457">
              <w:rPr>
                <w:rFonts w:ascii="Liberation Serif" w:hAnsi="Liberation Serif"/>
              </w:rPr>
              <w:tab/>
              <w:t>Обеспечение горячим питанием детей, подростков в организованных коллективах;</w:t>
            </w:r>
          </w:p>
          <w:p w14:paraId="30B1C9FF" w14:textId="61E49E8F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4.</w:t>
            </w:r>
            <w:r w:rsidRPr="001C4457">
              <w:rPr>
                <w:rFonts w:ascii="Liberation Serif" w:hAnsi="Liberation Serif"/>
              </w:rPr>
              <w:tab/>
              <w:t>Снабжение образовательных учреждений йодированной солью и обогащенной продукцией;</w:t>
            </w:r>
          </w:p>
          <w:p w14:paraId="2F9F03B8" w14:textId="0C9C45EC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5. Организация закупки продуктов питания на конкурсной основе по критериям качества и безопасности;</w:t>
            </w:r>
          </w:p>
          <w:p w14:paraId="025E79A5" w14:textId="6C0EF00F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6. Привлечение родителей к организации контроля питания детей в организованных коллективах, гигиеническое обучение детей и родителей;</w:t>
            </w:r>
          </w:p>
          <w:p w14:paraId="7D6D7393" w14:textId="049FEC19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7. Организация и проведение лабораторного контроля питания детей в организованных коллективах;</w:t>
            </w:r>
          </w:p>
          <w:p w14:paraId="3C31A1DA" w14:textId="6BD9EF55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8. Проведение</w:t>
            </w:r>
            <w:r w:rsidR="001C4457" w:rsidRPr="001C4457">
              <w:rPr>
                <w:rFonts w:ascii="Liberation Serif" w:hAnsi="Liberation Serif"/>
              </w:rPr>
              <w:t xml:space="preserve"> </w:t>
            </w:r>
            <w:r w:rsidRPr="001C4457">
              <w:rPr>
                <w:rFonts w:ascii="Liberation Serif" w:hAnsi="Liberation Serif"/>
              </w:rPr>
              <w:t>витаминизации</w:t>
            </w:r>
            <w:r w:rsidR="001C4457" w:rsidRPr="001C4457">
              <w:rPr>
                <w:rFonts w:ascii="Liberation Serif" w:hAnsi="Liberation Serif"/>
              </w:rPr>
              <w:t xml:space="preserve"> </w:t>
            </w:r>
            <w:r w:rsidRPr="001C4457">
              <w:rPr>
                <w:rFonts w:ascii="Liberation Serif" w:hAnsi="Liberation Serif"/>
              </w:rPr>
              <w:t>рационов питания;</w:t>
            </w:r>
          </w:p>
          <w:p w14:paraId="571AF67F" w14:textId="02318D5C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9. Внедрение компьютерных программных средств для составления и корректировки меню, планирования и анализа питания детей;</w:t>
            </w:r>
          </w:p>
          <w:p w14:paraId="3081DB93" w14:textId="7F341D8E" w:rsidR="0069568B" w:rsidRPr="001C4457" w:rsidRDefault="0069568B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10. Выделение целевых бюджетных дотаций на питание детей-сирот и опекаемых детей</w:t>
            </w:r>
            <w:r w:rsidR="0077178C">
              <w:rPr>
                <w:rFonts w:ascii="Liberation Serif" w:hAnsi="Liberation Serif"/>
              </w:rPr>
              <w:t>;</w:t>
            </w:r>
          </w:p>
          <w:p w14:paraId="5B1E07B4" w14:textId="09D5C333" w:rsidR="009C32B4" w:rsidRPr="001C4457" w:rsidRDefault="009C32B4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11. Реализовать мероприятия по улучшению качества питьевой воды (микробиология) в ОУ и ДОУ</w:t>
            </w:r>
            <w:r w:rsidR="0077178C">
              <w:rPr>
                <w:rFonts w:ascii="Liberation Serif" w:hAnsi="Liberation Serif"/>
              </w:rPr>
              <w:t>;</w:t>
            </w:r>
          </w:p>
          <w:p w14:paraId="0330310E" w14:textId="7D6DA99C" w:rsidR="009C32B4" w:rsidRPr="001C4457" w:rsidRDefault="009C32B4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12.  Разработка и внедрение рационов с учетом пищевой и энергетической ценности для детей и подростков с учетом возрастных групп</w:t>
            </w:r>
            <w:r w:rsidR="0077178C">
              <w:rPr>
                <w:rFonts w:ascii="Liberation Serif" w:hAnsi="Liberation Serif"/>
              </w:rPr>
              <w:t>;</w:t>
            </w:r>
          </w:p>
          <w:p w14:paraId="48B2FDBB" w14:textId="646760D9" w:rsidR="001C4457" w:rsidRPr="001C4457" w:rsidRDefault="001C4457" w:rsidP="001C4457">
            <w:pPr>
              <w:pStyle w:val="afd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 xml:space="preserve">13. Реализовать мероприятия по улучшению качества питьевой воды (микробиология) в ОУ </w:t>
            </w:r>
            <w:proofErr w:type="gramStart"/>
            <w:r w:rsidRPr="001C4457">
              <w:rPr>
                <w:rFonts w:ascii="Liberation Serif" w:hAnsi="Liberation Serif"/>
              </w:rPr>
              <w:t>и  ДОУ</w:t>
            </w:r>
            <w:proofErr w:type="gramEnd"/>
            <w:r w:rsidR="0077178C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15BCC2C8" w14:textId="6E4C1575" w:rsidR="0069568B" w:rsidRPr="001C4457" w:rsidRDefault="0069568B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3C072B30" w14:textId="77777777" w:rsidR="00D019B8" w:rsidRPr="001C4457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экономического развития Администрации ГО Красноуфимск</w:t>
            </w:r>
          </w:p>
          <w:p w14:paraId="641CD47B" w14:textId="77777777" w:rsidR="002525E3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Управление образованием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6AF9E7A1" w14:textId="3877B9BA" w:rsidR="00D019B8" w:rsidRPr="001C4457" w:rsidRDefault="002525E3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  <w:r w:rsidR="00D019B8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Администрации ГО Красноуфимск</w:t>
            </w:r>
          </w:p>
          <w:p w14:paraId="4FD77807" w14:textId="4D5E8CC3" w:rsidR="009C32B4" w:rsidRPr="001C4457" w:rsidRDefault="009C32B4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Образовательные организации</w:t>
            </w:r>
          </w:p>
          <w:p w14:paraId="4DCCBD96" w14:textId="77777777" w:rsidR="00D019B8" w:rsidRPr="001C4457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Красноуфимский ТО Управления Роспотребнадзора по Свердловской области </w:t>
            </w:r>
          </w:p>
          <w:p w14:paraId="4292044D" w14:textId="77777777" w:rsidR="00D019B8" w:rsidRPr="001C4457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1D7BAD72" w14:textId="77777777" w:rsidR="00D019B8" w:rsidRPr="001C4457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05892FF4" w14:textId="2CB9B945" w:rsidR="0069568B" w:rsidRPr="001C4457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(по согласованию)  </w:t>
            </w:r>
          </w:p>
        </w:tc>
      </w:tr>
      <w:tr w:rsidR="001C4457" w:rsidRPr="001C4457" w14:paraId="40A9770E" w14:textId="77777777" w:rsidTr="00394DFD">
        <w:trPr>
          <w:trHeight w:val="676"/>
        </w:trPr>
        <w:tc>
          <w:tcPr>
            <w:tcW w:w="15588" w:type="dxa"/>
            <w:gridSpan w:val="4"/>
          </w:tcPr>
          <w:p w14:paraId="5C5B967F" w14:textId="7260DD09" w:rsidR="00775194" w:rsidRPr="001C4457" w:rsidRDefault="00775194" w:rsidP="00E80700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1</w:t>
            </w:r>
            <w:r w:rsidR="009668B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6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. Расширить ассортимент выпускаемых продуктов питания, обогащенных витаминами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и микроэлементами, обеспечить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население йодированной солью</w:t>
            </w:r>
          </w:p>
        </w:tc>
      </w:tr>
      <w:tr w:rsidR="001C4457" w:rsidRPr="001C4457" w14:paraId="7DE9D361" w14:textId="77777777" w:rsidTr="00394DFD">
        <w:trPr>
          <w:trHeight w:val="274"/>
        </w:trPr>
        <w:tc>
          <w:tcPr>
            <w:tcW w:w="959" w:type="dxa"/>
          </w:tcPr>
          <w:p w14:paraId="4254FF0C" w14:textId="77777777" w:rsidR="00775194" w:rsidRPr="001C4457" w:rsidRDefault="00775194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1AF695A2" w14:textId="77777777" w:rsidR="00775194" w:rsidRPr="001C4457" w:rsidRDefault="00D019B8">
            <w:pPr>
              <w:pStyle w:val="afd"/>
              <w:numPr>
                <w:ilvl w:val="0"/>
                <w:numId w:val="11"/>
              </w:numPr>
              <w:ind w:left="0" w:firstLine="459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Использование</w:t>
            </w:r>
            <w:r w:rsidRPr="001C4457">
              <w:rPr>
                <w:rFonts w:ascii="Liberation Serif" w:hAnsi="Liberation Serif"/>
              </w:rPr>
              <w:tab/>
              <w:t>обогащенных микронутриентами продуктов питания при проведении закупок для государственных и муниципальных нужд на конкурсной основе по критериям качества и безопасности;</w:t>
            </w:r>
          </w:p>
          <w:p w14:paraId="5ADFF5AF" w14:textId="44F7F7F6" w:rsidR="00D019B8" w:rsidRPr="001C4457" w:rsidRDefault="00D019B8">
            <w:pPr>
              <w:pStyle w:val="afd"/>
              <w:numPr>
                <w:ilvl w:val="0"/>
                <w:numId w:val="11"/>
              </w:numPr>
              <w:ind w:left="0" w:firstLine="459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Рекомендовать предприятиям-производителям пищевой продукции в ГО Красноуфимск расширение ассортимента выпускаемых продуктов питания, обогащенных витаминами и микронутриентами;</w:t>
            </w:r>
          </w:p>
          <w:p w14:paraId="51C93E09" w14:textId="168608F7" w:rsidR="00D019B8" w:rsidRPr="001C4457" w:rsidRDefault="00D019B8">
            <w:pPr>
              <w:pStyle w:val="afd"/>
              <w:numPr>
                <w:ilvl w:val="0"/>
                <w:numId w:val="11"/>
              </w:numPr>
              <w:ind w:left="0" w:firstLine="459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Централизованное</w:t>
            </w:r>
            <w:r w:rsidRPr="001C4457">
              <w:rPr>
                <w:rFonts w:ascii="Liberation Serif" w:hAnsi="Liberation Serif"/>
              </w:rPr>
              <w:tab/>
              <w:t>обеспечение образовательных</w:t>
            </w:r>
            <w:r w:rsidRPr="001C4457">
              <w:rPr>
                <w:rFonts w:ascii="Liberation Serif" w:hAnsi="Liberation Serif"/>
              </w:rPr>
              <w:tab/>
              <w:t>учреждений</w:t>
            </w:r>
            <w:r w:rsidRPr="001C4457">
              <w:rPr>
                <w:rFonts w:ascii="Liberation Serif" w:hAnsi="Liberation Serif"/>
              </w:rPr>
              <w:tab/>
              <w:t>продуктами питания</w:t>
            </w:r>
            <w:r w:rsidRPr="001C4457">
              <w:rPr>
                <w:rFonts w:ascii="Liberation Serif" w:hAnsi="Liberation Serif"/>
              </w:rPr>
              <w:tab/>
              <w:t>гарантированного</w:t>
            </w:r>
            <w:r w:rsidRPr="001C4457">
              <w:rPr>
                <w:rFonts w:ascii="Liberation Serif" w:hAnsi="Liberation Serif"/>
              </w:rPr>
              <w:tab/>
              <w:t>качества</w:t>
            </w:r>
            <w:r w:rsidRPr="001C4457">
              <w:rPr>
                <w:rFonts w:ascii="Liberation Serif" w:hAnsi="Liberation Serif"/>
              </w:rPr>
              <w:tab/>
              <w:t>от предприятий-производителей (хлебобулочные, молочные, мясные)</w:t>
            </w:r>
            <w:r w:rsidR="0077178C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305DAE78" w14:textId="02DC8A0E" w:rsidR="00775194" w:rsidRPr="001C4457" w:rsidRDefault="00CC528C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75E21B71" w14:textId="77777777" w:rsidR="00775194" w:rsidRPr="001C4457" w:rsidRDefault="00775194" w:rsidP="0077519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экономического развития Администрации ГО Красноуфимск</w:t>
            </w:r>
          </w:p>
          <w:p w14:paraId="2EBB2426" w14:textId="77777777" w:rsidR="002525E3" w:rsidRDefault="00D019B8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образованием</w:t>
            </w:r>
          </w:p>
          <w:p w14:paraId="17681AEB" w14:textId="48D5870A" w:rsidR="00D019B8" w:rsidRPr="001C4457" w:rsidRDefault="002525E3" w:rsidP="00D019B8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  <w:r w:rsidR="00D019B8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Администрации ГО Красноуфимск</w:t>
            </w:r>
          </w:p>
          <w:p w14:paraId="087C0EA4" w14:textId="77777777" w:rsidR="00775194" w:rsidRPr="001C4457" w:rsidRDefault="00775194" w:rsidP="0077519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Красноуфимский ТО Управления Роспотребнадзора по Свердловской области </w:t>
            </w:r>
          </w:p>
          <w:p w14:paraId="1A4A4D2C" w14:textId="77777777" w:rsidR="00775194" w:rsidRPr="001C4457" w:rsidRDefault="00775194" w:rsidP="0077519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420D420C" w14:textId="77777777" w:rsidR="00775194" w:rsidRPr="001C4457" w:rsidRDefault="00775194" w:rsidP="0077519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14FB0B36" w14:textId="11AB91E4" w:rsidR="00775194" w:rsidRPr="001C4457" w:rsidRDefault="00775194" w:rsidP="0077519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 (по согласованию)  </w:t>
            </w:r>
          </w:p>
        </w:tc>
      </w:tr>
      <w:tr w:rsidR="001C4457" w:rsidRPr="001C4457" w14:paraId="6CADAB01" w14:textId="77777777" w:rsidTr="00394DFD">
        <w:trPr>
          <w:trHeight w:val="274"/>
        </w:trPr>
        <w:tc>
          <w:tcPr>
            <w:tcW w:w="15588" w:type="dxa"/>
            <w:gridSpan w:val="4"/>
          </w:tcPr>
          <w:p w14:paraId="47D5B5D6" w14:textId="3F444914" w:rsidR="009262DE" w:rsidRPr="001C4457" w:rsidRDefault="009262DE" w:rsidP="00775194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1</w:t>
            </w:r>
            <w:r w:rsidR="009668B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7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. Обеспечить реализацию мероприятий</w:t>
            </w:r>
            <w:r w:rsidR="00691E4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по полноценному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и рациональному питанию различных</w:t>
            </w:r>
            <w:r w:rsidR="00691E4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групп населения</w:t>
            </w:r>
          </w:p>
        </w:tc>
      </w:tr>
      <w:tr w:rsidR="001C4457" w:rsidRPr="001C4457" w14:paraId="0B451669" w14:textId="77777777" w:rsidTr="00394DFD">
        <w:trPr>
          <w:trHeight w:val="274"/>
        </w:trPr>
        <w:tc>
          <w:tcPr>
            <w:tcW w:w="959" w:type="dxa"/>
          </w:tcPr>
          <w:p w14:paraId="2574D406" w14:textId="77777777" w:rsidR="0069568B" w:rsidRPr="001C4457" w:rsidRDefault="0069568B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5EF894DF" w14:textId="7895045F" w:rsidR="0069568B" w:rsidRPr="001C4457" w:rsidRDefault="0069568B" w:rsidP="00C84E36">
            <w:pPr>
              <w:pStyle w:val="afd"/>
              <w:numPr>
                <w:ilvl w:val="0"/>
                <w:numId w:val="4"/>
              </w:numPr>
              <w:ind w:left="34" w:firstLine="320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Реализовать мероприятия, направленные на разработку и осуществление мер по обеспечению санитарно-эпидемиологического благополучия за питанием населения в период проведения массовых мероприятий</w:t>
            </w:r>
            <w:r w:rsidR="0077178C">
              <w:rPr>
                <w:rFonts w:ascii="Liberation Serif" w:hAnsi="Liberation Serif"/>
              </w:rPr>
              <w:t>;</w:t>
            </w:r>
          </w:p>
          <w:p w14:paraId="01741E49" w14:textId="2A2E8225" w:rsidR="0069568B" w:rsidRPr="001C4457" w:rsidRDefault="0069568B" w:rsidP="00C84E36">
            <w:pPr>
              <w:pStyle w:val="afd"/>
              <w:numPr>
                <w:ilvl w:val="0"/>
                <w:numId w:val="4"/>
              </w:numPr>
              <w:ind w:left="34" w:firstLine="320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Организовать регулярное и полноценное информирование населения, с привлечением средств массовой информации, о мерах по профилактике заболеваний, обусловленных дефицитом различных микронутриентов, по разъяснению негативного влияния алкоголя и табака на состояние здоровья, включая обучение принципам рационального питания</w:t>
            </w:r>
            <w:r w:rsidR="0077178C">
              <w:rPr>
                <w:rFonts w:ascii="Liberation Serif" w:hAnsi="Liberation Serif"/>
              </w:rPr>
              <w:t>;</w:t>
            </w:r>
          </w:p>
          <w:p w14:paraId="0DF6ABE5" w14:textId="1C9BD1D7" w:rsidR="0069568B" w:rsidRPr="001C4457" w:rsidRDefault="0069568B" w:rsidP="00C84E36">
            <w:pPr>
              <w:pStyle w:val="afd"/>
              <w:numPr>
                <w:ilvl w:val="0"/>
                <w:numId w:val="4"/>
              </w:numPr>
              <w:ind w:left="34" w:firstLine="320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Обеспечить участие в семинарах, по вопросам санитарного законодательства, руководителей (зам. руководителей, зав. производством) организации торговли, общественного питания, пищевой промышленности, расположенных на территории ГО Красноуфимск</w:t>
            </w:r>
            <w:r w:rsidR="0077178C">
              <w:rPr>
                <w:rFonts w:ascii="Liberation Serif" w:hAnsi="Liberation Serif"/>
              </w:rPr>
              <w:t>;</w:t>
            </w:r>
            <w:r w:rsidRPr="001C445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4B2D2F21" w14:textId="33C8BEC5" w:rsidR="0069568B" w:rsidRPr="001C4457" w:rsidRDefault="0069568B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374B5D50" w14:textId="77777777" w:rsidR="0069568B" w:rsidRPr="001C4457" w:rsidRDefault="0069568B" w:rsidP="00E8070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экономического развития Администрации ГО Красноуфимск</w:t>
            </w:r>
          </w:p>
          <w:p w14:paraId="14C84757" w14:textId="77777777" w:rsidR="0069568B" w:rsidRPr="001C4457" w:rsidRDefault="0069568B" w:rsidP="00E807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Красноуфимский ТО Управления Роспотребнадзора по Свердловской области </w:t>
            </w:r>
          </w:p>
          <w:p w14:paraId="6265A0BB" w14:textId="77777777" w:rsidR="0069568B" w:rsidRPr="001C4457" w:rsidRDefault="0069568B" w:rsidP="00E80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362CFC64" w14:textId="77777777" w:rsidR="0069568B" w:rsidRPr="001C4457" w:rsidRDefault="0069568B" w:rsidP="00E80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1F75F502" w14:textId="76DB5EDE" w:rsidR="0069568B" w:rsidRPr="001C4457" w:rsidRDefault="0069568B" w:rsidP="00E8070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  </w:t>
            </w:r>
          </w:p>
        </w:tc>
      </w:tr>
      <w:tr w:rsidR="001C4457" w:rsidRPr="001C4457" w14:paraId="0AFFD973" w14:textId="77777777" w:rsidTr="00394DFD">
        <w:trPr>
          <w:trHeight w:val="274"/>
        </w:trPr>
        <w:tc>
          <w:tcPr>
            <w:tcW w:w="15588" w:type="dxa"/>
            <w:gridSpan w:val="4"/>
          </w:tcPr>
          <w:p w14:paraId="0A2A1DCD" w14:textId="62838F9D" w:rsidR="00691E4F" w:rsidRPr="001C4457" w:rsidRDefault="00E412A3" w:rsidP="00691E4F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1</w:t>
            </w:r>
            <w:r w:rsidR="00D80EB8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8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. Обеспечить снижение химической нагрузки на население в связи с химическим загрязнением продуктов питания</w:t>
            </w:r>
          </w:p>
          <w:p w14:paraId="53875CCC" w14:textId="21FDEFE2" w:rsidR="00E412A3" w:rsidRPr="001C4457" w:rsidRDefault="00E412A3" w:rsidP="00691E4F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(по приоритетным загрязнителям - свинец, кадмий, мышьяк, нитраты</w:t>
            </w:r>
            <w:r w:rsidR="00D80EB8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, пестициды, гормональные и антибактериальные препараты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)</w:t>
            </w:r>
          </w:p>
        </w:tc>
      </w:tr>
      <w:tr w:rsidR="001C4457" w:rsidRPr="001C4457" w14:paraId="4FD4DDCC" w14:textId="77777777" w:rsidTr="00394DFD">
        <w:trPr>
          <w:trHeight w:val="274"/>
        </w:trPr>
        <w:tc>
          <w:tcPr>
            <w:tcW w:w="959" w:type="dxa"/>
          </w:tcPr>
          <w:p w14:paraId="21F399E8" w14:textId="77777777" w:rsidR="00E412A3" w:rsidRPr="001C4457" w:rsidRDefault="00E412A3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2C4146A4" w14:textId="18758A34" w:rsidR="00E412A3" w:rsidRPr="001C4457" w:rsidRDefault="00E412A3">
            <w:pPr>
              <w:pStyle w:val="afd"/>
              <w:numPr>
                <w:ilvl w:val="0"/>
                <w:numId w:val="17"/>
              </w:numPr>
              <w:ind w:left="-71" w:firstLine="431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Информирование населения о рисках загрязнения продуктов питания, выращенных на загрязненных территориях</w:t>
            </w:r>
            <w:r w:rsidR="0077178C">
              <w:rPr>
                <w:rFonts w:ascii="Liberation Serif" w:hAnsi="Liberation Serif"/>
              </w:rPr>
              <w:t>;</w:t>
            </w:r>
          </w:p>
          <w:p w14:paraId="19642C88" w14:textId="7043A53C" w:rsidR="00E412A3" w:rsidRPr="001C4457" w:rsidRDefault="00E412A3">
            <w:pPr>
              <w:pStyle w:val="afd"/>
              <w:numPr>
                <w:ilvl w:val="0"/>
                <w:numId w:val="17"/>
              </w:numPr>
              <w:ind w:left="-71" w:firstLine="431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Лабораторные исследования проб пищевой продукции в рамках производственного контроля</w:t>
            </w:r>
            <w:r w:rsidR="0077178C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330D2051" w14:textId="1DB4888C" w:rsidR="00E412A3" w:rsidRPr="001C4457" w:rsidRDefault="00691E4F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45923ECB" w14:textId="77777777" w:rsidR="00E412A3" w:rsidRPr="001C4457" w:rsidRDefault="00E412A3" w:rsidP="00E8070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Субъекты профилактики</w:t>
            </w:r>
          </w:p>
          <w:p w14:paraId="38680D91" w14:textId="77777777" w:rsidR="00E412A3" w:rsidRPr="001C4457" w:rsidRDefault="00E412A3" w:rsidP="00E412A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Красноуфимский ТО Управления Роспотребнадзора по Свердловской области </w:t>
            </w:r>
          </w:p>
          <w:p w14:paraId="0ADD3F6F" w14:textId="77777777" w:rsidR="00E412A3" w:rsidRPr="001C4457" w:rsidRDefault="00E412A3" w:rsidP="00E41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2D971A12" w14:textId="77777777" w:rsidR="00E412A3" w:rsidRPr="001C4457" w:rsidRDefault="00E412A3" w:rsidP="00E41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199DA523" w14:textId="18CFF910" w:rsidR="00E412A3" w:rsidRPr="001C4457" w:rsidRDefault="00E412A3" w:rsidP="00E412A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  </w:t>
            </w:r>
          </w:p>
        </w:tc>
      </w:tr>
      <w:tr w:rsidR="001C4457" w:rsidRPr="001C4457" w14:paraId="617F2B63" w14:textId="77777777" w:rsidTr="0007731B">
        <w:trPr>
          <w:trHeight w:val="274"/>
        </w:trPr>
        <w:tc>
          <w:tcPr>
            <w:tcW w:w="15588" w:type="dxa"/>
            <w:gridSpan w:val="4"/>
          </w:tcPr>
          <w:p w14:paraId="58521F14" w14:textId="216F06D8" w:rsidR="00D80EB8" w:rsidRPr="001C4457" w:rsidRDefault="00D80EB8" w:rsidP="00E8070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hAnsi="Liberation Serif"/>
                <w:b/>
                <w:bCs/>
                <w:sz w:val="24"/>
                <w:szCs w:val="24"/>
              </w:rPr>
              <w:t>Раздел 5. Предложения по профилактике факторов риска, связанных с условиями воспитания, обучения детей и подростков</w:t>
            </w:r>
          </w:p>
        </w:tc>
      </w:tr>
      <w:tr w:rsidR="001C4457" w:rsidRPr="001C4457" w14:paraId="3CB1CEC1" w14:textId="77777777" w:rsidTr="00394DFD">
        <w:trPr>
          <w:trHeight w:val="274"/>
        </w:trPr>
        <w:tc>
          <w:tcPr>
            <w:tcW w:w="15588" w:type="dxa"/>
            <w:gridSpan w:val="4"/>
          </w:tcPr>
          <w:p w14:paraId="32BAA0A6" w14:textId="54CA75BA" w:rsidR="009262DE" w:rsidRPr="001C4457" w:rsidRDefault="009262DE" w:rsidP="00E80700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1</w:t>
            </w:r>
            <w:r w:rsidR="00D80EB8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9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Обеспечить полноценную физическую подготовку и воспитание детей в учебных учреждениях </w:t>
            </w:r>
          </w:p>
        </w:tc>
      </w:tr>
      <w:tr w:rsidR="001C4457" w:rsidRPr="001C4457" w14:paraId="610278F0" w14:textId="77777777" w:rsidTr="00394DFD">
        <w:trPr>
          <w:trHeight w:val="274"/>
        </w:trPr>
        <w:tc>
          <w:tcPr>
            <w:tcW w:w="959" w:type="dxa"/>
          </w:tcPr>
          <w:p w14:paraId="076BAD3C" w14:textId="77777777" w:rsidR="009262DE" w:rsidRPr="001C4457" w:rsidRDefault="009262DE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2E4A50B7" w14:textId="3AB69E6E" w:rsidR="009262DE" w:rsidRPr="001C4457" w:rsidRDefault="009262DE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1. Обустройство пришкольных спортивных зон и площадок, ограждение участков образовательных учреждений;</w:t>
            </w:r>
          </w:p>
          <w:p w14:paraId="34F2CF99" w14:textId="1496EDB6" w:rsidR="009262DE" w:rsidRPr="001C4457" w:rsidRDefault="009262DE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2. Ревизия, ремонт и приобретение спортивного оборудования в школах;</w:t>
            </w:r>
          </w:p>
          <w:p w14:paraId="0CB45CEA" w14:textId="5BF91402" w:rsidR="009262DE" w:rsidRPr="001C4457" w:rsidRDefault="009262DE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 xml:space="preserve">3. Проведение уроков физического воспитания (в том числе </w:t>
            </w:r>
            <w:proofErr w:type="spellStart"/>
            <w:r w:rsidRPr="001C4457">
              <w:rPr>
                <w:rFonts w:ascii="Liberation Serif" w:hAnsi="Liberation Serif"/>
                <w:sz w:val="24"/>
                <w:szCs w:val="24"/>
              </w:rPr>
              <w:t>физкультпауз</w:t>
            </w:r>
            <w:proofErr w:type="spellEnd"/>
            <w:r w:rsidRPr="001C4457">
              <w:rPr>
                <w:rFonts w:ascii="Liberation Serif" w:hAnsi="Liberation Serif"/>
                <w:sz w:val="24"/>
                <w:szCs w:val="24"/>
              </w:rPr>
              <w:t xml:space="preserve"> и физкультминуток, закаливания) для детей и подростков в образовательных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учреждениях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с</w:t>
            </w:r>
            <w:r w:rsidR="007717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учетом возрастных гигиенических</w:t>
            </w:r>
            <w:r w:rsidR="007717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требований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и нормативов;</w:t>
            </w:r>
          </w:p>
          <w:p w14:paraId="3B23635E" w14:textId="4D98BF26" w:rsidR="009262DE" w:rsidRPr="001C4457" w:rsidRDefault="009262DE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4. Мониторинг физического развития и физической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подготовленности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детей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и</w:t>
            </w:r>
            <w:r w:rsidR="007717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подростков, медико-педагогический контроль за качеством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и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интенсивностью физических нагрузок на детей на занятиях физкультурой;</w:t>
            </w:r>
          </w:p>
          <w:p w14:paraId="4E54FC71" w14:textId="5FE9E215" w:rsidR="009262DE" w:rsidRPr="001C4457" w:rsidRDefault="009262DE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lastRenderedPageBreak/>
              <w:t>5. Повышение квалификации и обучение преподавателей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физической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ab/>
              <w:t>культуры</w:t>
            </w:r>
            <w:r w:rsidR="009C32B4"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по вопросам адекватных физических нагрузок для детей</w:t>
            </w:r>
            <w:r w:rsidR="0077178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66D2E25D" w14:textId="6B559EF5" w:rsidR="009C32B4" w:rsidRPr="001C4457" w:rsidRDefault="009C32B4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6. Организовать мероприятия по профилактике заболеваний органов дыхания во всех типах образовательных учреждений</w:t>
            </w:r>
            <w:r w:rsidR="0077178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48E199C8" w14:textId="393C0273" w:rsidR="009C32B4" w:rsidRPr="001C4457" w:rsidRDefault="009C32B4" w:rsidP="0077178C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7. Уменьшить действие на детей в общеобразовательных учреждениях неблагоприятных факторов: нерациональный режим дня в сочетании с высокой учебной нагрузкой и низкой двигательной активностью, недостаточность и нарушение режима питания, нерационально подобранная мебель</w:t>
            </w:r>
            <w:r w:rsidR="0077178C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11D57656" w14:textId="78CD8E86" w:rsidR="009262DE" w:rsidRPr="001C4457" w:rsidRDefault="009C32B4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4009B927" w14:textId="77777777" w:rsidR="0077178C" w:rsidRDefault="009262DE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</w:t>
            </w:r>
            <w:r w:rsidR="0077178C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образованием </w:t>
            </w:r>
          </w:p>
          <w:p w14:paraId="4F30AB6D" w14:textId="4946E69C" w:rsidR="0077178C" w:rsidRDefault="0077178C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</w:p>
          <w:p w14:paraId="723F8970" w14:textId="34417BA1" w:rsidR="009262DE" w:rsidRPr="001C4457" w:rsidRDefault="009262DE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Администрации ГО Красноуфимск</w:t>
            </w:r>
          </w:p>
          <w:p w14:paraId="2C595067" w14:textId="168EAB3E" w:rsidR="009C32B4" w:rsidRPr="001C4457" w:rsidRDefault="009C32B4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Образовательные организации</w:t>
            </w:r>
          </w:p>
          <w:p w14:paraId="39BE638F" w14:textId="77777777" w:rsidR="009262DE" w:rsidRPr="001C4457" w:rsidRDefault="009262DE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МКУ «СЕЗ»  </w:t>
            </w:r>
          </w:p>
          <w:p w14:paraId="57FE4502" w14:textId="77777777" w:rsidR="009C32B4" w:rsidRPr="001C4457" w:rsidRDefault="009C32B4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45296B34" w14:textId="30A2F823" w:rsidR="009C32B4" w:rsidRPr="001C4457" w:rsidRDefault="009C32B4" w:rsidP="009262DE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1C4457" w:rsidRPr="001C4457" w14:paraId="7DCE4AED" w14:textId="77777777" w:rsidTr="00394DFD">
        <w:trPr>
          <w:trHeight w:val="274"/>
        </w:trPr>
        <w:tc>
          <w:tcPr>
            <w:tcW w:w="15588" w:type="dxa"/>
            <w:gridSpan w:val="4"/>
          </w:tcPr>
          <w:p w14:paraId="2913F5ED" w14:textId="73066C1B" w:rsidR="002F6254" w:rsidRPr="001C4457" w:rsidRDefault="00D80EB8" w:rsidP="00E80700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20</w:t>
            </w:r>
            <w:r w:rsidR="002F6254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.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приведение образовательных учреждений</w:t>
            </w:r>
            <w:r w:rsidR="002F6254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в соответствие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с санитарными нормами</w:t>
            </w:r>
          </w:p>
        </w:tc>
      </w:tr>
      <w:tr w:rsidR="001C4457" w:rsidRPr="001C4457" w14:paraId="69702257" w14:textId="77777777" w:rsidTr="00394DFD">
        <w:trPr>
          <w:trHeight w:val="274"/>
        </w:trPr>
        <w:tc>
          <w:tcPr>
            <w:tcW w:w="959" w:type="dxa"/>
          </w:tcPr>
          <w:p w14:paraId="70C53A1B" w14:textId="77777777" w:rsidR="002F6254" w:rsidRPr="001C4457" w:rsidRDefault="002F6254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3A54E546" w14:textId="4472BEBE" w:rsidR="002F6254" w:rsidRPr="001C4457" w:rsidRDefault="002F6254" w:rsidP="00217F4B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1. Обеспечение контроля за уровнями освещенности и микроклимата в образовательных учреждениях в соответствии с гигиеническими нормами;</w:t>
            </w:r>
          </w:p>
          <w:p w14:paraId="36716609" w14:textId="4162AEC7" w:rsidR="002F6254" w:rsidRPr="001C4457" w:rsidRDefault="00832FC1" w:rsidP="00217F4B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2. М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атериально-техническое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ab/>
              <w:t>обеспечение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пищеблоков образовательных учреждений;</w:t>
            </w:r>
          </w:p>
          <w:p w14:paraId="0466F4E2" w14:textId="52654CBC" w:rsidR="002F6254" w:rsidRPr="001C4457" w:rsidRDefault="00832FC1" w:rsidP="00217F4B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3. Р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азвитие системы обеспечения качественного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детского</w:t>
            </w:r>
            <w:r w:rsidR="00217F4B"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питания</w:t>
            </w:r>
            <w:r w:rsidR="00217F4B"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в</w:t>
            </w:r>
            <w:r w:rsidR="00C71C1A"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образовательных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учреждениях;</w:t>
            </w:r>
          </w:p>
          <w:p w14:paraId="59531565" w14:textId="3F654928" w:rsidR="002F6254" w:rsidRPr="001C4457" w:rsidRDefault="00832FC1" w:rsidP="00217F4B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4. Р</w:t>
            </w:r>
            <w:r w:rsidR="002F6254" w:rsidRPr="001C4457">
              <w:rPr>
                <w:rFonts w:ascii="Liberation Serif" w:hAnsi="Liberation Serif"/>
                <w:sz w:val="24"/>
                <w:szCs w:val="24"/>
              </w:rPr>
              <w:t>емонт, модернизация шк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ол и дошкольных учреждений</w:t>
            </w:r>
            <w:r w:rsidR="00C84E36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636899A2" w14:textId="59412FC1" w:rsidR="002F6254" w:rsidRPr="001C4457" w:rsidRDefault="008A5CD8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30E5E725" w14:textId="77777777" w:rsidR="0077178C" w:rsidRDefault="002F6254" w:rsidP="002F625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образованием</w:t>
            </w:r>
          </w:p>
          <w:p w14:paraId="79C0808C" w14:textId="5F04C188" w:rsidR="002F6254" w:rsidRPr="001C4457" w:rsidRDefault="0077178C" w:rsidP="002F625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  <w:r w:rsidR="002F6254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Администрации ГО Красноуфимск</w:t>
            </w:r>
          </w:p>
          <w:p w14:paraId="3EDAC2CE" w14:textId="34D5AE99" w:rsidR="002F6254" w:rsidRPr="001C4457" w:rsidRDefault="002F6254" w:rsidP="002F6254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МКУ «СЕЗ»  </w:t>
            </w:r>
          </w:p>
        </w:tc>
      </w:tr>
      <w:tr w:rsidR="001C4457" w:rsidRPr="001C4457" w14:paraId="09EBEC08" w14:textId="77777777" w:rsidTr="00394DFD">
        <w:trPr>
          <w:trHeight w:val="274"/>
        </w:trPr>
        <w:tc>
          <w:tcPr>
            <w:tcW w:w="15588" w:type="dxa"/>
            <w:gridSpan w:val="4"/>
          </w:tcPr>
          <w:p w14:paraId="1F87EFDA" w14:textId="77777777" w:rsidR="00217F4B" w:rsidRPr="001C4457" w:rsidRDefault="00D80EB8" w:rsidP="00E80700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21</w:t>
            </w:r>
            <w:r w:rsidR="0076301C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. Обеспечить проведение мероприятий</w:t>
            </w:r>
            <w:r w:rsidR="00E412A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76301C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по профилактике острой и хронической заболеваемости детей и подростков</w:t>
            </w:r>
            <w:r w:rsidR="0076301C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</w:r>
          </w:p>
          <w:p w14:paraId="79493E67" w14:textId="7848E50C" w:rsidR="0076301C" w:rsidRPr="001C4457" w:rsidRDefault="0076301C" w:rsidP="00E80700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 образовательных учреждениях</w:t>
            </w:r>
          </w:p>
        </w:tc>
      </w:tr>
      <w:tr w:rsidR="001C4457" w:rsidRPr="001C4457" w14:paraId="24D49C9F" w14:textId="77777777" w:rsidTr="00394DFD">
        <w:trPr>
          <w:trHeight w:val="274"/>
        </w:trPr>
        <w:tc>
          <w:tcPr>
            <w:tcW w:w="959" w:type="dxa"/>
          </w:tcPr>
          <w:p w14:paraId="0BD5FB23" w14:textId="77777777" w:rsidR="0076301C" w:rsidRPr="001C4457" w:rsidRDefault="0076301C" w:rsidP="00852953">
            <w:pPr>
              <w:jc w:val="center"/>
              <w:rPr>
                <w:rFonts w:ascii="Liberation Serif" w:eastAsia="Calibri" w:hAnsi="Liberation Serif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  <w:tcBorders>
              <w:right w:val="single" w:sz="4" w:space="0" w:color="auto"/>
            </w:tcBorders>
          </w:tcPr>
          <w:p w14:paraId="09CF20D4" w14:textId="5F18A4D9" w:rsidR="00A643C0" w:rsidRPr="001C4457" w:rsidRDefault="00A643C0" w:rsidP="00217F4B">
            <w:pPr>
              <w:pStyle w:val="afd"/>
              <w:ind w:left="34" w:firstLine="178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1.Укомплектование</w:t>
            </w:r>
            <w:r w:rsidRPr="001C4457">
              <w:rPr>
                <w:rFonts w:ascii="Liberation Serif" w:hAnsi="Liberation Serif"/>
              </w:rPr>
              <w:tab/>
              <w:t>квалифицированными медицинскими</w:t>
            </w:r>
            <w:r w:rsidRPr="001C4457">
              <w:rPr>
                <w:rFonts w:ascii="Liberation Serif" w:hAnsi="Liberation Serif"/>
              </w:rPr>
              <w:tab/>
              <w:t>кадрами образовательных учреждений;</w:t>
            </w:r>
          </w:p>
          <w:p w14:paraId="7BF41B7F" w14:textId="4C72D2FA" w:rsidR="00A643C0" w:rsidRPr="001C4457" w:rsidRDefault="00A643C0" w:rsidP="00217F4B">
            <w:pPr>
              <w:ind w:left="34" w:firstLine="17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2. Проведение диспансеризации детей из групп риска;</w:t>
            </w:r>
          </w:p>
          <w:p w14:paraId="600294D0" w14:textId="43A23DD6" w:rsidR="00A643C0" w:rsidRPr="001C4457" w:rsidRDefault="00A643C0" w:rsidP="00217F4B">
            <w:pPr>
              <w:ind w:left="34" w:firstLine="17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3. Разработка и проведение оздоровительных мероприятий для детей и подростков с острой и хронической патологией (костно-мышечной системы, глаза и его придатков, органов пищеварения) в образовательных учреждениях,</w:t>
            </w:r>
            <w:r w:rsidR="00C84E3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>оздоровительных лагерях;</w:t>
            </w:r>
          </w:p>
          <w:p w14:paraId="5E13E426" w14:textId="19982289" w:rsidR="00A643C0" w:rsidRPr="001C4457" w:rsidRDefault="00A643C0" w:rsidP="00217F4B">
            <w:pPr>
              <w:pStyle w:val="afd"/>
              <w:ind w:left="34" w:firstLine="178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4. Ремонт и модернизация медицинских кабинетов образовательных учреждений;</w:t>
            </w:r>
          </w:p>
          <w:p w14:paraId="3C2477EC" w14:textId="5D156265" w:rsidR="00A643C0" w:rsidRPr="001C4457" w:rsidRDefault="00A643C0" w:rsidP="00217F4B">
            <w:pPr>
              <w:pStyle w:val="afd"/>
              <w:ind w:left="34" w:firstLine="178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5. Создание условий для обучения детей- инвалидов в образовательном учреждении;</w:t>
            </w:r>
          </w:p>
          <w:p w14:paraId="2B10283C" w14:textId="422B1209" w:rsidR="0076301C" w:rsidRPr="001C4457" w:rsidRDefault="00A643C0" w:rsidP="00217F4B">
            <w:pPr>
              <w:pStyle w:val="afd"/>
              <w:ind w:left="34" w:firstLine="178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6. Реализация мониторинга состояния здоровья детей и подростков</w:t>
            </w:r>
            <w:r w:rsidR="00C84E36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14:paraId="25E45A51" w14:textId="2631A2D9" w:rsidR="0076301C" w:rsidRPr="001C4457" w:rsidRDefault="008A5CD8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03D23BA7" w14:textId="77777777" w:rsidR="0077178C" w:rsidRDefault="00A643C0" w:rsidP="00A643C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образованием</w:t>
            </w:r>
          </w:p>
          <w:p w14:paraId="7F325AF5" w14:textId="4E2EC16C" w:rsidR="00A643C0" w:rsidRPr="001C4457" w:rsidRDefault="0077178C" w:rsidP="00A643C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  <w:r w:rsidR="00A643C0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Администрации ГО Красноуфимск</w:t>
            </w:r>
          </w:p>
          <w:p w14:paraId="0C12A18E" w14:textId="77777777" w:rsidR="00A643C0" w:rsidRPr="001C4457" w:rsidRDefault="00A643C0" w:rsidP="00E80700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Образовательные организации</w:t>
            </w:r>
          </w:p>
          <w:p w14:paraId="4469AB12" w14:textId="35158662" w:rsidR="0077178C" w:rsidRPr="001C4457" w:rsidRDefault="00A643C0" w:rsidP="00C84E36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«Красноуфимская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77178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</w:t>
            </w:r>
            <w:r w:rsidR="0077178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согласованию)</w:t>
            </w:r>
          </w:p>
        </w:tc>
      </w:tr>
      <w:tr w:rsidR="001C4457" w:rsidRPr="001C4457" w14:paraId="0753BC46" w14:textId="77777777" w:rsidTr="00394DFD">
        <w:tc>
          <w:tcPr>
            <w:tcW w:w="15588" w:type="dxa"/>
            <w:gridSpan w:val="4"/>
          </w:tcPr>
          <w:p w14:paraId="63246C18" w14:textId="5882164E" w:rsidR="00C9122D" w:rsidRPr="001C4457" w:rsidRDefault="00D80EB8" w:rsidP="00C028B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22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организацию оздоровления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детей дошкольного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 школьного возрастов в течение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года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 полноценного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летнего отдыха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детей</w:t>
            </w:r>
            <w:r w:rsidR="00C9122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в загородных оздоровительных учреждениях</w:t>
            </w:r>
          </w:p>
        </w:tc>
      </w:tr>
      <w:tr w:rsidR="001C4457" w:rsidRPr="001C4457" w14:paraId="7EEF6A88" w14:textId="77777777" w:rsidTr="00394DFD">
        <w:tc>
          <w:tcPr>
            <w:tcW w:w="959" w:type="dxa"/>
          </w:tcPr>
          <w:p w14:paraId="297B2F56" w14:textId="77777777" w:rsidR="00C9122D" w:rsidRPr="001C4457" w:rsidRDefault="00C9122D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43225B4C" w14:textId="2A224D79" w:rsidR="00821EB9" w:rsidRPr="001C4457" w:rsidRDefault="00821EB9">
            <w:pPr>
              <w:pStyle w:val="afd"/>
              <w:numPr>
                <w:ilvl w:val="0"/>
                <w:numId w:val="12"/>
              </w:numPr>
              <w:ind w:left="-71" w:firstLine="246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Организация</w:t>
            </w:r>
            <w:r w:rsidRPr="001C4457">
              <w:rPr>
                <w:rFonts w:ascii="Liberation Serif" w:hAnsi="Liberation Serif"/>
              </w:rPr>
              <w:tab/>
              <w:t>летних оздоровительных лагерей;</w:t>
            </w:r>
          </w:p>
          <w:p w14:paraId="4488EF29" w14:textId="095FAE34" w:rsidR="00821EB9" w:rsidRPr="001C4457" w:rsidRDefault="00821EB9">
            <w:pPr>
              <w:pStyle w:val="afd"/>
              <w:numPr>
                <w:ilvl w:val="0"/>
                <w:numId w:val="12"/>
              </w:numPr>
              <w:ind w:left="-71" w:firstLine="246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Приобретение путевок в санатории и профилактории, включая путевки за пределы области</w:t>
            </w:r>
            <w:r w:rsidR="00C84E36">
              <w:rPr>
                <w:rFonts w:ascii="Liberation Serif" w:hAnsi="Liberation Serif"/>
              </w:rPr>
              <w:t>;</w:t>
            </w:r>
          </w:p>
          <w:p w14:paraId="75D3C6B6" w14:textId="36AAA695" w:rsidR="00821EB9" w:rsidRPr="001C4457" w:rsidRDefault="00821EB9">
            <w:pPr>
              <w:pStyle w:val="afd"/>
              <w:numPr>
                <w:ilvl w:val="0"/>
                <w:numId w:val="12"/>
              </w:numPr>
              <w:ind w:left="-71" w:firstLine="246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Осуществление контроля за деятельностью летних оздоровительных лагерей, эффективностью оздоровления детей в лагерях</w:t>
            </w:r>
            <w:r w:rsidR="00C84E36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</w:tcPr>
          <w:p w14:paraId="587B3777" w14:textId="0CAC2C40" w:rsidR="00C9122D" w:rsidRPr="001C4457" w:rsidRDefault="00691E4F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31" w:type="dxa"/>
          </w:tcPr>
          <w:p w14:paraId="79813F09" w14:textId="77777777" w:rsidR="0077178C" w:rsidRDefault="00821EB9" w:rsidP="00821EB9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образованием</w:t>
            </w:r>
          </w:p>
          <w:p w14:paraId="53C1E0EB" w14:textId="2576C393" w:rsidR="00821EB9" w:rsidRPr="001C4457" w:rsidRDefault="0077178C" w:rsidP="00821EB9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  <w:r w:rsidR="00821EB9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Администрации ГО Красноуфимск</w:t>
            </w:r>
          </w:p>
          <w:p w14:paraId="0A0BBA1C" w14:textId="3D1F9043" w:rsidR="00C9122D" w:rsidRPr="001C4457" w:rsidRDefault="00821EB9" w:rsidP="00CB0459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Образовательные организации</w:t>
            </w:r>
          </w:p>
        </w:tc>
      </w:tr>
      <w:tr w:rsidR="001C4457" w:rsidRPr="001C4457" w14:paraId="38C7DC20" w14:textId="77777777" w:rsidTr="00394DFD">
        <w:tc>
          <w:tcPr>
            <w:tcW w:w="15588" w:type="dxa"/>
            <w:gridSpan w:val="4"/>
          </w:tcPr>
          <w:p w14:paraId="6D50332B" w14:textId="75027EA0" w:rsidR="00EB42D5" w:rsidRPr="001C4457" w:rsidRDefault="00D80EB8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23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EB42D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Внедрить здоровьесберегающие технологии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EB42D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 образовательных учреждениях, в первую очередь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EB42D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 образовательных учреждениях</w:t>
            </w:r>
            <w:r w:rsidR="00EB42D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с повышенной учебной нагрузкой - лицеях, гимназиях, школах с углубленным изучением предметов</w:t>
            </w:r>
          </w:p>
        </w:tc>
      </w:tr>
      <w:tr w:rsidR="001C4457" w:rsidRPr="001C4457" w14:paraId="291716BF" w14:textId="77777777" w:rsidTr="00394DFD">
        <w:tc>
          <w:tcPr>
            <w:tcW w:w="959" w:type="dxa"/>
          </w:tcPr>
          <w:p w14:paraId="7782AF0B" w14:textId="77777777" w:rsidR="00EB42D5" w:rsidRPr="001C4457" w:rsidRDefault="00EB42D5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63821E84" w14:textId="4E885509" w:rsidR="00EB42D5" w:rsidRPr="001C4457" w:rsidRDefault="00EB42D5" w:rsidP="00D80EB8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1. Снижение числа детей, обучающихся во вторую смену;</w:t>
            </w:r>
          </w:p>
          <w:p w14:paraId="6B8239B8" w14:textId="4BC5639E" w:rsidR="00EB42D5" w:rsidRPr="001C4457" w:rsidRDefault="00EB42D5" w:rsidP="00D80EB8">
            <w:pPr>
              <w:ind w:firstLine="21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sz w:val="24"/>
                <w:szCs w:val="24"/>
              </w:rPr>
              <w:t>2. Проведение семинаров для обучения педагогов основам здоровьесберегающих технологий</w:t>
            </w:r>
            <w:r w:rsidR="00C84E36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  <w:tc>
          <w:tcPr>
            <w:tcW w:w="1641" w:type="dxa"/>
          </w:tcPr>
          <w:p w14:paraId="7DED4A71" w14:textId="242787E9" w:rsidR="00EB42D5" w:rsidRPr="001C4457" w:rsidRDefault="00691E4F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31" w:type="dxa"/>
          </w:tcPr>
          <w:p w14:paraId="362D98ED" w14:textId="77777777" w:rsidR="0077178C" w:rsidRDefault="00EB42D5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образованием </w:t>
            </w:r>
          </w:p>
          <w:p w14:paraId="78BFCE2E" w14:textId="77777777" w:rsidR="0077178C" w:rsidRDefault="0077178C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 Красноуфимск</w:t>
            </w:r>
          </w:p>
          <w:p w14:paraId="06B19A06" w14:textId="7C94EFC8" w:rsidR="00EB42D5" w:rsidRPr="001C4457" w:rsidRDefault="00EB42D5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Администрации ГО Красноуфимск</w:t>
            </w:r>
          </w:p>
          <w:p w14:paraId="134DC1F9" w14:textId="7EEE2C15" w:rsidR="00EB42D5" w:rsidRPr="001C4457" w:rsidRDefault="00EB42D5" w:rsidP="00CB0459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Образовательные организации</w:t>
            </w:r>
          </w:p>
        </w:tc>
      </w:tr>
      <w:tr w:rsidR="001C4457" w:rsidRPr="001C4457" w14:paraId="0A3464EA" w14:textId="77777777" w:rsidTr="00E21495">
        <w:tc>
          <w:tcPr>
            <w:tcW w:w="15588" w:type="dxa"/>
            <w:gridSpan w:val="4"/>
          </w:tcPr>
          <w:p w14:paraId="22BB6592" w14:textId="6CEF7181" w:rsidR="004E104E" w:rsidRPr="001C4457" w:rsidRDefault="004E104E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24. Реализовать комплекс мер по профилактике заболеваний и травматизма у работающего населения с целью снижения неблагоприятного влияния на здоровье факторов производственной среды (включая работников бюджетной сферы)</w:t>
            </w:r>
          </w:p>
        </w:tc>
      </w:tr>
      <w:tr w:rsidR="004E104E" w:rsidRPr="001C4457" w14:paraId="67565153" w14:textId="77777777" w:rsidTr="00394DFD">
        <w:tc>
          <w:tcPr>
            <w:tcW w:w="959" w:type="dxa"/>
          </w:tcPr>
          <w:p w14:paraId="75E4C201" w14:textId="77777777" w:rsidR="004E104E" w:rsidRPr="001C4457" w:rsidRDefault="004E104E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57C71054" w14:textId="0AABDAFB" w:rsidR="004E104E" w:rsidRPr="001C4457" w:rsidRDefault="004E104E">
            <w:pPr>
              <w:pStyle w:val="afd"/>
              <w:numPr>
                <w:ilvl w:val="0"/>
                <w:numId w:val="20"/>
              </w:numPr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Принятие мер по снижению смертности населения от болезней системы кровообращения, инфаркта миокарда, острого нарушения мозгового кровообращения;</w:t>
            </w:r>
          </w:p>
          <w:p w14:paraId="1D0602F3" w14:textId="253DF84C" w:rsidR="006E180C" w:rsidRDefault="006E180C">
            <w:pPr>
              <w:pStyle w:val="afd"/>
              <w:numPr>
                <w:ilvl w:val="0"/>
                <w:numId w:val="20"/>
              </w:numPr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 xml:space="preserve">Реализовать мероприятия, направленные на увеличение охвата работающего населения периодическими медицинскими осмотрами; </w:t>
            </w:r>
          </w:p>
          <w:p w14:paraId="3A1C3061" w14:textId="4519206F" w:rsidR="004D106F" w:rsidRPr="004D106F" w:rsidRDefault="004D106F">
            <w:pPr>
              <w:pStyle w:val="afd"/>
              <w:numPr>
                <w:ilvl w:val="0"/>
                <w:numId w:val="20"/>
              </w:numPr>
              <w:ind w:left="0" w:firstLine="212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Реализация плана</w:t>
            </w:r>
            <w:bookmarkStart w:id="0" w:name="_Hlk189053230"/>
            <w:r>
              <w:rPr>
                <w:rFonts w:ascii="Liberation Serif" w:hAnsi="Liberation Serif"/>
              </w:rPr>
              <w:t xml:space="preserve"> </w:t>
            </w:r>
            <w:r w:rsidRPr="004D106F">
              <w:rPr>
                <w:rFonts w:ascii="Liberation Serif" w:hAnsi="Liberation Serif"/>
              </w:rPr>
              <w:t>мероприятий по снижению преждевременной смертности населения городского округа Красноуфимск на 2025-2030 годы</w:t>
            </w:r>
            <w:r>
              <w:rPr>
                <w:rFonts w:ascii="Liberation Serif" w:hAnsi="Liberation Serif"/>
              </w:rPr>
              <w:t>;</w:t>
            </w:r>
          </w:p>
          <w:bookmarkEnd w:id="0"/>
          <w:p w14:paraId="5EE5D8EE" w14:textId="566DC8CF" w:rsidR="004D106F" w:rsidRDefault="004D106F">
            <w:pPr>
              <w:pStyle w:val="afd"/>
              <w:numPr>
                <w:ilvl w:val="0"/>
                <w:numId w:val="20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</w:t>
            </w:r>
            <w:r w:rsidRPr="004D106F">
              <w:rPr>
                <w:rFonts w:ascii="Liberation Serif" w:hAnsi="Liberation Serif"/>
              </w:rPr>
              <w:t>абораторный контроль факторов производственной среды на рабочих местах</w:t>
            </w:r>
          </w:p>
          <w:p w14:paraId="5E85B212" w14:textId="674F9DC9" w:rsidR="004D106F" w:rsidRPr="001C4457" w:rsidRDefault="004D106F">
            <w:pPr>
              <w:pStyle w:val="afd"/>
              <w:numPr>
                <w:ilvl w:val="0"/>
                <w:numId w:val="20"/>
              </w:numPr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Реализация комплексной программы «Укрепление общественного здоровья на территории городского округа Красноуфимск на 2021-2026 годы»</w:t>
            </w:r>
            <w:r>
              <w:rPr>
                <w:rFonts w:ascii="Liberation Serif" w:hAnsi="Liberation Serif"/>
              </w:rPr>
              <w:t>;</w:t>
            </w:r>
          </w:p>
          <w:p w14:paraId="63F392DA" w14:textId="445B8F65" w:rsidR="004E104E" w:rsidRPr="001C4457" w:rsidRDefault="004D106F">
            <w:pPr>
              <w:pStyle w:val="afd"/>
              <w:numPr>
                <w:ilvl w:val="0"/>
                <w:numId w:val="20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spacing w:val="-5"/>
              </w:rPr>
              <w:t>Информирование населения через СМИ, в том числе электронные в сети Интернет</w:t>
            </w:r>
          </w:p>
        </w:tc>
        <w:tc>
          <w:tcPr>
            <w:tcW w:w="1641" w:type="dxa"/>
          </w:tcPr>
          <w:p w14:paraId="1255A404" w14:textId="22A2AA38" w:rsidR="004E104E" w:rsidRPr="001C4457" w:rsidRDefault="004D106F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31" w:type="dxa"/>
          </w:tcPr>
          <w:p w14:paraId="4A1ED775" w14:textId="77777777" w:rsidR="004E104E" w:rsidRDefault="004D106F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Красноуфимск;</w:t>
            </w:r>
          </w:p>
          <w:p w14:paraId="06825771" w14:textId="516147CA" w:rsidR="004D106F" w:rsidRDefault="004D106F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Красноуфимская РБ (по согласованию);</w:t>
            </w:r>
          </w:p>
          <w:p w14:paraId="140231E5" w14:textId="4CBD8923" w:rsidR="004D106F" w:rsidRDefault="004D106F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исполнители плана;</w:t>
            </w:r>
          </w:p>
          <w:p w14:paraId="6DD0440D" w14:textId="77777777" w:rsidR="004D106F" w:rsidRPr="001C4457" w:rsidRDefault="004D106F" w:rsidP="004D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76DF4112" w14:textId="0798E4BF" w:rsidR="004D106F" w:rsidRDefault="004D106F" w:rsidP="007D5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  </w:t>
            </w:r>
          </w:p>
          <w:p w14:paraId="057F8AAB" w14:textId="77777777" w:rsidR="004D106F" w:rsidRDefault="004D106F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7A81F9BA" w14:textId="0D0ED8EE" w:rsidR="004D106F" w:rsidRPr="001C4457" w:rsidRDefault="004D106F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1C4457" w:rsidRPr="001C4457" w14:paraId="2C07006E" w14:textId="77777777" w:rsidTr="002E43BE">
        <w:tc>
          <w:tcPr>
            <w:tcW w:w="15588" w:type="dxa"/>
            <w:gridSpan w:val="4"/>
          </w:tcPr>
          <w:p w14:paraId="58AAD054" w14:textId="04C45597" w:rsidR="00611745" w:rsidRPr="001C4457" w:rsidRDefault="00611745" w:rsidP="00EB42D5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b/>
                <w:sz w:val="24"/>
                <w:szCs w:val="24"/>
              </w:rPr>
              <w:t>Раздел 6. Предложения по профилактике заболеваний работающего населения</w:t>
            </w:r>
          </w:p>
        </w:tc>
      </w:tr>
      <w:tr w:rsidR="001C4457" w:rsidRPr="001C4457" w14:paraId="37768B58" w14:textId="77777777" w:rsidTr="00394DFD">
        <w:tc>
          <w:tcPr>
            <w:tcW w:w="15588" w:type="dxa"/>
            <w:gridSpan w:val="4"/>
          </w:tcPr>
          <w:p w14:paraId="6ECC877C" w14:textId="70E892B9" w:rsidR="008E0C49" w:rsidRPr="001C4457" w:rsidRDefault="00D80EB8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25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D8124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проведение мероприятий по раннему</w:t>
            </w:r>
            <w:r w:rsidR="00E412A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D8124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выявлению и профилактике злокачественных новообразований у населения</w:t>
            </w:r>
          </w:p>
        </w:tc>
      </w:tr>
      <w:tr w:rsidR="001C4457" w:rsidRPr="001C4457" w14:paraId="53E6B1B3" w14:textId="77777777" w:rsidTr="00394DFD">
        <w:tc>
          <w:tcPr>
            <w:tcW w:w="959" w:type="dxa"/>
          </w:tcPr>
          <w:p w14:paraId="5B43F7E5" w14:textId="77777777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08CCECF3" w14:textId="77777777" w:rsidR="00141BB9" w:rsidRPr="001C4457" w:rsidRDefault="00141BB9">
            <w:pPr>
              <w:pStyle w:val="afd"/>
              <w:numPr>
                <w:ilvl w:val="0"/>
                <w:numId w:val="13"/>
              </w:numPr>
              <w:ind w:left="0" w:firstLine="175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Усилить работу со средствами массовой информации и организовать проведение мероприятий, направленных на повышение информированности населения о пользе здорового образа жизни, в организованных коллективах детей и взрослых, в т.ч. мероприятий для работающих предприятий и учреждений</w:t>
            </w:r>
            <w:r w:rsidR="00D8124E" w:rsidRPr="001C4457">
              <w:rPr>
                <w:rFonts w:ascii="Liberation Serif" w:hAnsi="Liberation Serif"/>
              </w:rPr>
              <w:t>;</w:t>
            </w:r>
          </w:p>
          <w:p w14:paraId="78BEDBA9" w14:textId="74231537" w:rsidR="00D8124E" w:rsidRPr="001C4457" w:rsidRDefault="00D8124E">
            <w:pPr>
              <w:pStyle w:val="afd"/>
              <w:numPr>
                <w:ilvl w:val="0"/>
                <w:numId w:val="13"/>
              </w:numPr>
              <w:ind w:left="0" w:firstLine="175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Реализация комплексной программы «Укрепление общественного здоровья на территории городского округа Красноуфимск на 2021-</w:t>
            </w:r>
            <w:r w:rsidR="00691E4F" w:rsidRPr="001C4457">
              <w:rPr>
                <w:rFonts w:ascii="Liberation Serif" w:hAnsi="Liberation Serif"/>
              </w:rPr>
              <w:t>2026</w:t>
            </w:r>
            <w:r w:rsidRPr="001C4457">
              <w:rPr>
                <w:rFonts w:ascii="Liberation Serif" w:hAnsi="Liberation Serif"/>
              </w:rPr>
              <w:t xml:space="preserve"> годы»</w:t>
            </w:r>
            <w:r w:rsidR="00C84E36">
              <w:rPr>
                <w:rFonts w:ascii="Liberation Serif" w:hAnsi="Liberation Serif"/>
              </w:rPr>
              <w:t>;</w:t>
            </w:r>
          </w:p>
          <w:p w14:paraId="5989F4CA" w14:textId="5ABE17CD" w:rsidR="00DB2CE6" w:rsidRPr="001C4457" w:rsidRDefault="00DB2CE6">
            <w:pPr>
              <w:pStyle w:val="afd"/>
              <w:numPr>
                <w:ilvl w:val="0"/>
                <w:numId w:val="13"/>
              </w:numPr>
              <w:ind w:left="0" w:firstLine="175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Обеспечить проведение мероприятий по раннему выявлению и профилактике злокачественных новообразований у населения</w:t>
            </w:r>
            <w:r w:rsidR="00C84E36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</w:tcPr>
          <w:p w14:paraId="1C80D91A" w14:textId="3318365B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63426CF7" w14:textId="039DBD80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Красноуфимский ТО Управления Роспотребнадзора по Свердловской области </w:t>
            </w:r>
          </w:p>
          <w:p w14:paraId="71A893EC" w14:textId="1964642B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6B3FB3C7" w14:textId="77777777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07550235" w14:textId="05E0BAA1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  </w:t>
            </w:r>
          </w:p>
          <w:p w14:paraId="7CDAA9A8" w14:textId="6F64B271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ГАУЗ СО «Красноуфимска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</w:p>
          <w:p w14:paraId="16158D9E" w14:textId="4E101C6E" w:rsidR="00141BB9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Субъекты профилактики</w:t>
            </w:r>
            <w:r w:rsidR="00141BB9"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  </w:t>
            </w:r>
            <w:r w:rsidR="00141BB9"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1C4457" w:rsidRPr="001C4457" w14:paraId="08EFAE1E" w14:textId="77777777" w:rsidTr="00413B96">
        <w:tc>
          <w:tcPr>
            <w:tcW w:w="15588" w:type="dxa"/>
            <w:gridSpan w:val="4"/>
          </w:tcPr>
          <w:p w14:paraId="3EF2F00B" w14:textId="3AEC1048" w:rsidR="00611745" w:rsidRPr="001C4457" w:rsidRDefault="00611745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b/>
                <w:sz w:val="24"/>
                <w:szCs w:val="24"/>
              </w:rPr>
              <w:t>Раздел 7. Предложения по профилактике травм и отравлений</w:t>
            </w:r>
          </w:p>
        </w:tc>
      </w:tr>
      <w:tr w:rsidR="001C4457" w:rsidRPr="001C4457" w14:paraId="23B66567" w14:textId="77777777" w:rsidTr="00394DFD">
        <w:tc>
          <w:tcPr>
            <w:tcW w:w="15588" w:type="dxa"/>
            <w:gridSpan w:val="4"/>
          </w:tcPr>
          <w:p w14:paraId="73912E9E" w14:textId="4FAEDB10" w:rsidR="00AE20FD" w:rsidRPr="001C4457" w:rsidRDefault="00D80EB8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26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AE20F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Реализовать меры по предупреждению травматизма, снижению последствий для здоровья в связи с перенесенными травмами населения на территориях риска</w:t>
            </w:r>
          </w:p>
        </w:tc>
      </w:tr>
      <w:tr w:rsidR="001C4457" w:rsidRPr="001C4457" w14:paraId="789438F3" w14:textId="77777777" w:rsidTr="00394DFD">
        <w:trPr>
          <w:trHeight w:val="274"/>
        </w:trPr>
        <w:tc>
          <w:tcPr>
            <w:tcW w:w="959" w:type="dxa"/>
          </w:tcPr>
          <w:p w14:paraId="21F70D03" w14:textId="77777777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557" w:type="dxa"/>
          </w:tcPr>
          <w:p w14:paraId="4083D1F0" w14:textId="33C23172" w:rsidR="00141BB9" w:rsidRPr="001C4457" w:rsidRDefault="00141BB9">
            <w:pPr>
              <w:pStyle w:val="afd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71" w:firstLine="246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hAnsi="Liberation Serif"/>
              </w:rPr>
              <w:t xml:space="preserve"> Разработать мероприятия по уменьшению факторов риска, повышающих травматизм у детей</w:t>
            </w:r>
            <w:r w:rsidR="00C84E36">
              <w:rPr>
                <w:rFonts w:ascii="Liberation Serif" w:hAnsi="Liberation Serif"/>
              </w:rPr>
              <w:t>;</w:t>
            </w:r>
          </w:p>
          <w:p w14:paraId="01D1A012" w14:textId="759A6C5A" w:rsidR="00DB2CE6" w:rsidRPr="001C4457" w:rsidRDefault="00DB2CE6">
            <w:pPr>
              <w:pStyle w:val="afd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71" w:firstLine="246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1C4457">
              <w:rPr>
                <w:rFonts w:ascii="Liberation Serif" w:eastAsia="Calibri" w:hAnsi="Liberation Serif"/>
                <w:lang w:eastAsia="en-US"/>
              </w:rPr>
              <w:t>Реализовать меры по профилактике острых отравлений населения в быту</w:t>
            </w:r>
            <w:r w:rsidR="00C84E36">
              <w:rPr>
                <w:rFonts w:ascii="Liberation Serif" w:eastAsia="Calibri" w:hAnsi="Liberation Serif"/>
                <w:lang w:eastAsia="en-US"/>
              </w:rPr>
              <w:t>;</w:t>
            </w:r>
          </w:p>
          <w:p w14:paraId="1DBAE842" w14:textId="31FD9296" w:rsidR="00141BB9" w:rsidRPr="001C4457" w:rsidRDefault="00141BB9" w:rsidP="00EB3D3B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41" w:type="dxa"/>
          </w:tcPr>
          <w:p w14:paraId="266D0059" w14:textId="41D554A9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3A6A33A5" w14:textId="77777777" w:rsidR="00141BB9" w:rsidRPr="001C4457" w:rsidRDefault="00141BB9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Администрация ГО Красноуфимск</w:t>
            </w:r>
          </w:p>
          <w:p w14:paraId="0FEB7EF1" w14:textId="77777777" w:rsidR="002525E3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образования   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3F414317" w14:textId="7307DE63" w:rsidR="00141BB9" w:rsidRPr="001C4457" w:rsidRDefault="002525E3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</w:t>
            </w:r>
            <w:r w:rsidR="00141BB9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Красноуфимск,</w:t>
            </w:r>
          </w:p>
          <w:p w14:paraId="3EB31E0A" w14:textId="50AC2005" w:rsidR="00141BB9" w:rsidRPr="001C4457" w:rsidRDefault="00141BB9" w:rsidP="00C63AC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образовательные организации 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  </w:t>
            </w:r>
            <w:r w:rsidRPr="001C445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1C4457" w:rsidRPr="001C4457" w14:paraId="5BE99F00" w14:textId="77777777" w:rsidTr="00394DFD">
        <w:trPr>
          <w:trHeight w:val="274"/>
        </w:trPr>
        <w:tc>
          <w:tcPr>
            <w:tcW w:w="15588" w:type="dxa"/>
            <w:gridSpan w:val="4"/>
          </w:tcPr>
          <w:p w14:paraId="64C104FF" w14:textId="46DA5A3C" w:rsidR="00EE5BD7" w:rsidRPr="001C4457" w:rsidRDefault="00C028B3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2</w:t>
            </w:r>
            <w:r w:rsidR="00D80EB8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7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EE5BD7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Снизить риск травмирования и ущерба здоровью в результате дорожно-транспортных происшествий</w:t>
            </w:r>
          </w:p>
        </w:tc>
      </w:tr>
      <w:tr w:rsidR="001C4457" w:rsidRPr="001C4457" w14:paraId="2B644DC9" w14:textId="77777777" w:rsidTr="00394DFD">
        <w:trPr>
          <w:trHeight w:val="274"/>
        </w:trPr>
        <w:tc>
          <w:tcPr>
            <w:tcW w:w="959" w:type="dxa"/>
          </w:tcPr>
          <w:p w14:paraId="46FDA80A" w14:textId="77777777" w:rsidR="00E412A3" w:rsidRPr="001C4457" w:rsidRDefault="00E412A3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748F18CB" w14:textId="77777777" w:rsidR="00E412A3" w:rsidRPr="001C4457" w:rsidRDefault="00EE5BD7">
            <w:pPr>
              <w:pStyle w:val="af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-71" w:firstLine="283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Соблюдение правил безопасности перевозки детей.</w:t>
            </w:r>
          </w:p>
          <w:p w14:paraId="4F0A4309" w14:textId="77777777" w:rsidR="00EE5BD7" w:rsidRPr="001C4457" w:rsidRDefault="00226D90">
            <w:pPr>
              <w:pStyle w:val="af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Организация и проведение предрейсового осмотра водителей.</w:t>
            </w:r>
          </w:p>
          <w:p w14:paraId="0808CC86" w14:textId="76BFDC25" w:rsidR="00D80EB8" w:rsidRPr="001C4457" w:rsidRDefault="00226D90">
            <w:pPr>
              <w:pStyle w:val="af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Контроль и техническое обслуживание автотранспортных средств, предназначенных для перевозки населения (в первую очередь детей);</w:t>
            </w:r>
          </w:p>
          <w:p w14:paraId="424D05C2" w14:textId="77777777" w:rsidR="00226D90" w:rsidRPr="001C4457" w:rsidRDefault="00226D90">
            <w:pPr>
              <w:pStyle w:val="af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Обучение правилам дорожного движения.</w:t>
            </w:r>
          </w:p>
          <w:p w14:paraId="7EDA01E3" w14:textId="77777777" w:rsidR="00226D90" w:rsidRPr="001C4457" w:rsidRDefault="00226D90">
            <w:pPr>
              <w:pStyle w:val="af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Обучение правилам безопасности перевозки детей.</w:t>
            </w:r>
          </w:p>
          <w:p w14:paraId="0C245C9B" w14:textId="25F3333C" w:rsidR="00226D90" w:rsidRPr="001C4457" w:rsidRDefault="00226D90">
            <w:pPr>
              <w:pStyle w:val="af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212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Обновление парка транспортных средств для перевозки пассажиров.</w:t>
            </w:r>
          </w:p>
        </w:tc>
        <w:tc>
          <w:tcPr>
            <w:tcW w:w="1641" w:type="dxa"/>
          </w:tcPr>
          <w:p w14:paraId="6A015908" w14:textId="77777777" w:rsidR="00E412A3" w:rsidRPr="001C4457" w:rsidRDefault="00E412A3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431" w:type="dxa"/>
          </w:tcPr>
          <w:p w14:paraId="1BA71798" w14:textId="77777777" w:rsidR="002525E3" w:rsidRDefault="00C028B3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Управление образованием </w:t>
            </w:r>
          </w:p>
          <w:p w14:paraId="69ED18F1" w14:textId="5871AA82" w:rsidR="00E412A3" w:rsidRPr="001C4457" w:rsidRDefault="00C028B3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ГО Красноуфимск</w:t>
            </w:r>
          </w:p>
          <w:p w14:paraId="09106B74" w14:textId="597EF9ED" w:rsidR="00C028B3" w:rsidRDefault="00C028B3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МО МВД </w:t>
            </w:r>
            <w:r w:rsidR="00C84E36">
              <w:rPr>
                <w:rFonts w:ascii="Liberation Serif" w:eastAsia="Calibri" w:hAnsi="Liberation Serif"/>
                <w:sz w:val="24"/>
                <w:szCs w:val="24"/>
              </w:rPr>
              <w:t>России Красноуфимский</w:t>
            </w:r>
          </w:p>
          <w:p w14:paraId="09262117" w14:textId="1CA8E919" w:rsidR="002525E3" w:rsidRPr="001C4457" w:rsidRDefault="002525E3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26CE841C" w14:textId="77777777" w:rsidR="00C028B3" w:rsidRPr="001C4457" w:rsidRDefault="00C028B3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50C186FC" w14:textId="6DED8C22" w:rsidR="00C028B3" w:rsidRPr="001C4457" w:rsidRDefault="002525E3" w:rsidP="00852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</w:p>
        </w:tc>
      </w:tr>
      <w:tr w:rsidR="001C4457" w:rsidRPr="001C4457" w14:paraId="26462FD8" w14:textId="77777777" w:rsidTr="00394DFD">
        <w:tc>
          <w:tcPr>
            <w:tcW w:w="15588" w:type="dxa"/>
            <w:gridSpan w:val="4"/>
          </w:tcPr>
          <w:p w14:paraId="5CC9015D" w14:textId="5DBBBE9C" w:rsidR="003E4D89" w:rsidRPr="001C4457" w:rsidRDefault="00C028B3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</w:t>
            </w:r>
            <w:r w:rsidR="0061174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8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3E4D89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Реализовать меры по профилактике острых отравлений населения в быту  </w:t>
            </w:r>
          </w:p>
        </w:tc>
      </w:tr>
      <w:tr w:rsidR="001C4457" w:rsidRPr="001C4457" w14:paraId="34BEDE89" w14:textId="77777777" w:rsidTr="00394DFD">
        <w:tc>
          <w:tcPr>
            <w:tcW w:w="959" w:type="dxa"/>
          </w:tcPr>
          <w:p w14:paraId="2F849435" w14:textId="77777777" w:rsidR="00141BB9" w:rsidRPr="001C4457" w:rsidRDefault="00141BB9" w:rsidP="00852953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557" w:type="dxa"/>
          </w:tcPr>
          <w:p w14:paraId="0C7E0387" w14:textId="31D85801" w:rsidR="00141BB9" w:rsidRPr="001C4457" w:rsidRDefault="007D52C3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TimesNewRomanPSMT" w:hAnsi="Liberation Serif"/>
              </w:rPr>
              <w:t>Л</w:t>
            </w:r>
            <w:r w:rsidR="00141BB9" w:rsidRPr="001C4457">
              <w:rPr>
                <w:rFonts w:ascii="Liberation Serif" w:eastAsia="TimesNewRomanPSMT" w:hAnsi="Liberation Serif"/>
              </w:rPr>
              <w:t>иквидация несанкционированных торговых точек,</w:t>
            </w:r>
            <w:r w:rsidR="00D8124E" w:rsidRPr="001C4457">
              <w:rPr>
                <w:rFonts w:ascii="Liberation Serif" w:eastAsia="TimesNewRomanPSMT" w:hAnsi="Liberation Serif"/>
              </w:rPr>
              <w:t xml:space="preserve"> </w:t>
            </w:r>
            <w:r w:rsidR="00141BB9" w:rsidRPr="001C4457">
              <w:rPr>
                <w:rFonts w:ascii="Liberation Serif" w:eastAsia="TimesNewRomanPSMT" w:hAnsi="Liberation Serif"/>
              </w:rPr>
              <w:t>реализующих</w:t>
            </w:r>
            <w:r w:rsidR="00D8124E" w:rsidRPr="001C4457">
              <w:rPr>
                <w:rFonts w:ascii="Liberation Serif" w:eastAsia="TimesNewRomanPSMT" w:hAnsi="Liberation Serif"/>
              </w:rPr>
              <w:t xml:space="preserve"> </w:t>
            </w:r>
            <w:r w:rsidR="00141BB9" w:rsidRPr="001C4457">
              <w:rPr>
                <w:rFonts w:ascii="Liberation Serif" w:eastAsia="TimesNewRomanPSMT" w:hAnsi="Liberation Serif"/>
              </w:rPr>
              <w:t>спиртосодержащую продукцию;</w:t>
            </w:r>
          </w:p>
          <w:p w14:paraId="6B98A7BF" w14:textId="5F8BE11B" w:rsidR="00141BB9" w:rsidRPr="001C4457" w:rsidRDefault="007D52C3">
            <w:pPr>
              <w:pStyle w:val="afd"/>
              <w:numPr>
                <w:ilvl w:val="0"/>
                <w:numId w:val="6"/>
              </w:numPr>
              <w:ind w:left="0" w:firstLine="206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TimesNewRomanPSMT" w:hAnsi="Liberation Serif"/>
              </w:rPr>
              <w:t>К</w:t>
            </w:r>
            <w:r w:rsidR="00141BB9" w:rsidRPr="001C4457">
              <w:rPr>
                <w:rFonts w:ascii="Liberation Serif" w:eastAsia="TimesNewRomanPSMT" w:hAnsi="Liberation Serif"/>
              </w:rPr>
              <w:t>онтроль за хранением и применением лекарственных препаратов (в первую очередь в детских образовательных учреждениях);</w:t>
            </w:r>
          </w:p>
          <w:p w14:paraId="5A68468B" w14:textId="1D9050F3" w:rsidR="00141BB9" w:rsidRPr="001C4457" w:rsidRDefault="007D52C3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TimesNewRomanPSMT" w:hAnsi="Liberation Serif"/>
              </w:rPr>
              <w:t>К</w:t>
            </w:r>
            <w:r w:rsidR="00141BB9" w:rsidRPr="001C4457">
              <w:rPr>
                <w:rFonts w:ascii="Liberation Serif" w:eastAsia="TimesNewRomanPSMT" w:hAnsi="Liberation Serif"/>
              </w:rPr>
              <w:t>онтроль незаконного оборота наркотических средств;</w:t>
            </w:r>
          </w:p>
          <w:p w14:paraId="6D671B95" w14:textId="3AC49339" w:rsidR="00141BB9" w:rsidRPr="001C4457" w:rsidRDefault="007D52C3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TimesNewRomanPSMT" w:hAnsi="Liberation Serif"/>
              </w:rPr>
              <w:t>В</w:t>
            </w:r>
            <w:r w:rsidR="00141BB9" w:rsidRPr="001C4457">
              <w:rPr>
                <w:rFonts w:ascii="Liberation Serif" w:eastAsia="TimesNewRomanPSMT" w:hAnsi="Liberation Serif"/>
              </w:rPr>
              <w:t>недрение системы персонифицированного учета случаев острых бытовых отравлений;</w:t>
            </w:r>
          </w:p>
          <w:p w14:paraId="493AD740" w14:textId="48B6070E" w:rsidR="00141BB9" w:rsidRPr="001C4457" w:rsidRDefault="007D52C3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TimesNewRomanPSMT" w:hAnsi="Liberation Serif"/>
              </w:rPr>
              <w:t>Л</w:t>
            </w:r>
            <w:r w:rsidR="00141BB9" w:rsidRPr="001C4457">
              <w:rPr>
                <w:rFonts w:ascii="Liberation Serif" w:eastAsia="TimesNewRomanPSMT" w:hAnsi="Liberation Serif"/>
              </w:rPr>
              <w:t>абораторное подтверждение всех случаев бытовых</w:t>
            </w:r>
            <w:r w:rsidR="00C84E36">
              <w:rPr>
                <w:rFonts w:ascii="Liberation Serif" w:eastAsia="TimesNewRomanPSMT" w:hAnsi="Liberation Serif"/>
              </w:rPr>
              <w:t xml:space="preserve"> </w:t>
            </w:r>
            <w:r w:rsidR="00141BB9" w:rsidRPr="001C4457">
              <w:rPr>
                <w:rFonts w:ascii="Liberation Serif" w:eastAsia="TimesNewRomanPSMT" w:hAnsi="Liberation Serif"/>
              </w:rPr>
              <w:t>отравлений</w:t>
            </w:r>
            <w:r w:rsidR="00C84E36">
              <w:rPr>
                <w:rFonts w:ascii="Liberation Serif" w:eastAsia="TimesNewRomanPSMT" w:hAnsi="Liberation Serif"/>
              </w:rPr>
              <w:t xml:space="preserve"> </w:t>
            </w:r>
            <w:r w:rsidR="00141BB9" w:rsidRPr="001C4457">
              <w:rPr>
                <w:rFonts w:ascii="Liberation Serif" w:eastAsia="TimesNewRomanPSMT" w:hAnsi="Liberation Serif"/>
              </w:rPr>
              <w:t>спиртсодержащими жидкостями;</w:t>
            </w:r>
          </w:p>
          <w:p w14:paraId="7160A137" w14:textId="4FCDEBF3" w:rsidR="00141BB9" w:rsidRPr="001C4457" w:rsidRDefault="007D52C3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TimesNewRomanPSMT" w:hAnsi="Liberation Serif"/>
              </w:rPr>
              <w:t>С</w:t>
            </w:r>
            <w:r w:rsidR="00141BB9" w:rsidRPr="001C4457">
              <w:rPr>
                <w:rFonts w:ascii="Liberation Serif" w:eastAsia="TimesNewRomanPSMT" w:hAnsi="Liberation Serif"/>
              </w:rPr>
              <w:t>облюдение условий и правил оборота легальной алкогольной продукции и товаров бытовой химии, содержащих спирты, а также правил реализации спиртсодержащих продуктов через аптечную сеть;</w:t>
            </w:r>
          </w:p>
          <w:p w14:paraId="2E7F166E" w14:textId="53BF3F17" w:rsidR="005B6617" w:rsidRPr="001C4457" w:rsidRDefault="007D52C3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NewRomanPSMT" w:hAnsi="Liberation Serif"/>
              </w:rPr>
              <w:t>И</w:t>
            </w:r>
            <w:r w:rsidR="00141BB9" w:rsidRPr="001C4457">
              <w:rPr>
                <w:rFonts w:ascii="Liberation Serif" w:eastAsia="TimesNewRomanPSMT" w:hAnsi="Liberation Serif"/>
              </w:rPr>
              <w:t xml:space="preserve">нформирование населения о профилактике </w:t>
            </w:r>
            <w:r w:rsidR="00D8124E" w:rsidRPr="001C4457">
              <w:rPr>
                <w:rFonts w:ascii="Liberation Serif" w:eastAsia="TimesNewRomanPSMT" w:hAnsi="Liberation Serif"/>
              </w:rPr>
              <w:t xml:space="preserve">острых </w:t>
            </w:r>
            <w:r w:rsidR="00141BB9" w:rsidRPr="001C4457">
              <w:rPr>
                <w:rFonts w:ascii="Liberation Serif" w:eastAsia="TimesNewRomanPSMT" w:hAnsi="Liberation Serif"/>
              </w:rPr>
              <w:t>отравлений</w:t>
            </w:r>
            <w:r w:rsidR="00D8124E" w:rsidRPr="001C4457">
              <w:rPr>
                <w:rFonts w:ascii="Liberation Serif" w:eastAsia="TimesNewRomanPSMT" w:hAnsi="Liberation Serif"/>
              </w:rPr>
              <w:t xml:space="preserve"> в быту;</w:t>
            </w:r>
          </w:p>
          <w:p w14:paraId="0C368608" w14:textId="5B4A5723" w:rsidR="00D8124E" w:rsidRPr="001C4457" w:rsidRDefault="00EC43D2">
            <w:pPr>
              <w:pStyle w:val="afd"/>
              <w:numPr>
                <w:ilvl w:val="0"/>
                <w:numId w:val="6"/>
              </w:numPr>
              <w:ind w:left="34" w:firstLine="86"/>
              <w:jc w:val="both"/>
              <w:rPr>
                <w:rFonts w:ascii="Liberation Serif" w:hAnsi="Liberation Serif"/>
              </w:rPr>
            </w:pPr>
            <w:r w:rsidRPr="001C4457">
              <w:rPr>
                <w:rFonts w:ascii="Liberation Serif" w:hAnsi="Liberation Serif"/>
              </w:rPr>
              <w:t>Реализация комплексной программы «Укрепление общественного здоровья на территории городского округа Красноуфимск на 2021-</w:t>
            </w:r>
            <w:r w:rsidR="00691E4F" w:rsidRPr="001C4457">
              <w:rPr>
                <w:rFonts w:ascii="Liberation Serif" w:hAnsi="Liberation Serif"/>
              </w:rPr>
              <w:t>2026</w:t>
            </w:r>
            <w:r w:rsidRPr="001C4457">
              <w:rPr>
                <w:rFonts w:ascii="Liberation Serif" w:hAnsi="Liberation Serif"/>
              </w:rPr>
              <w:t xml:space="preserve"> годы»</w:t>
            </w:r>
            <w:r w:rsidR="00C84E36">
              <w:rPr>
                <w:rFonts w:ascii="Liberation Serif" w:hAnsi="Liberation Serif"/>
              </w:rPr>
              <w:t>;</w:t>
            </w:r>
          </w:p>
        </w:tc>
        <w:tc>
          <w:tcPr>
            <w:tcW w:w="1641" w:type="dxa"/>
          </w:tcPr>
          <w:p w14:paraId="22C08D0B" w14:textId="62C30909" w:rsidR="00141BB9" w:rsidRPr="001C4457" w:rsidRDefault="00141BB9" w:rsidP="0085295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  Постоянно</w:t>
            </w:r>
          </w:p>
        </w:tc>
        <w:tc>
          <w:tcPr>
            <w:tcW w:w="3431" w:type="dxa"/>
          </w:tcPr>
          <w:p w14:paraId="45ED7AE0" w14:textId="302AAAA5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экономического развития Администрации ГО Красноуфимск</w:t>
            </w:r>
          </w:p>
          <w:p w14:paraId="51F9B8FD" w14:textId="77777777" w:rsidR="002525E3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образования   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6D9C6BFF" w14:textId="7143D2C5" w:rsidR="00141BB9" w:rsidRPr="001C4457" w:rsidRDefault="002525E3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</w:t>
            </w:r>
            <w:r w:rsidR="00141BB9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Красноуфимск,</w:t>
            </w:r>
          </w:p>
          <w:p w14:paraId="56AAC8C2" w14:textId="31529E5D" w:rsidR="00141BB9" w:rsidRPr="001C4457" w:rsidRDefault="00D8124E" w:rsidP="00C63AC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</w:t>
            </w:r>
            <w:r w:rsidR="00141BB9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бразовательные организации</w:t>
            </w:r>
          </w:p>
          <w:p w14:paraId="4C47BC6A" w14:textId="77140A71" w:rsidR="002525E3" w:rsidRDefault="00141BB9" w:rsidP="0025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</w:t>
            </w:r>
          </w:p>
          <w:p w14:paraId="0ABD40AA" w14:textId="56E18C62" w:rsidR="002525E3" w:rsidRDefault="00141BB9" w:rsidP="0025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«Красноуфимская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217F4B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РБ»</w:t>
            </w:r>
          </w:p>
          <w:p w14:paraId="49DF46A5" w14:textId="77777777" w:rsidR="002525E3" w:rsidRDefault="002525E3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73242C04" w14:textId="369D414F" w:rsidR="00D8124E" w:rsidRPr="001C4457" w:rsidRDefault="00217F4B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</w:t>
            </w:r>
            <w:r w:rsidR="00D8124E"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ТО Управления Роспотребнадзора по Свердловской области </w:t>
            </w:r>
          </w:p>
          <w:p w14:paraId="4DB98BEA" w14:textId="77777777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62397097" w14:textId="77777777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50A12FDD" w14:textId="77777777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  </w:t>
            </w:r>
          </w:p>
          <w:p w14:paraId="049F2850" w14:textId="33077A81" w:rsidR="00D8124E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МО МВД России «Красноуфимский»</w:t>
            </w:r>
          </w:p>
          <w:p w14:paraId="4FEF91F2" w14:textId="7295C0F1" w:rsidR="00141BB9" w:rsidRPr="001C4457" w:rsidRDefault="00D8124E" w:rsidP="00D8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</w:tc>
      </w:tr>
      <w:tr w:rsidR="001C4457" w:rsidRPr="001C4457" w14:paraId="00325CCF" w14:textId="77777777" w:rsidTr="0009203E">
        <w:tc>
          <w:tcPr>
            <w:tcW w:w="15588" w:type="dxa"/>
            <w:gridSpan w:val="4"/>
          </w:tcPr>
          <w:p w14:paraId="458E53D1" w14:textId="12AAC9A1" w:rsidR="004E348F" w:rsidRPr="001C4457" w:rsidRDefault="004E348F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TimesNewRomanPSMT" w:hAnsi="Liberation Serif"/>
                <w:b/>
                <w:sz w:val="24"/>
                <w:szCs w:val="24"/>
              </w:rPr>
              <w:t>Раздел 8. Предложения по профилактике инфекционных и паразитарных заболеваний</w:t>
            </w:r>
          </w:p>
        </w:tc>
      </w:tr>
      <w:tr w:rsidR="001C4457" w:rsidRPr="001C4457" w14:paraId="7EA29BB4" w14:textId="77777777" w:rsidTr="00394DFD">
        <w:tc>
          <w:tcPr>
            <w:tcW w:w="15588" w:type="dxa"/>
            <w:gridSpan w:val="4"/>
          </w:tcPr>
          <w:p w14:paraId="31755DF7" w14:textId="4971923F" w:rsidR="00AE20FD" w:rsidRPr="001C4457" w:rsidRDefault="00C028B3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2</w:t>
            </w:r>
            <w:r w:rsidR="0061174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9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AE20F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Реализовать меры по предупреждению возникновения</w:t>
            </w:r>
            <w:r w:rsidR="00EC43D2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AE20F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 массового распространения инфекционных</w:t>
            </w:r>
            <w:r w:rsidR="00611745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AE20F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 паразитарных заболеваний, в первую очередь</w:t>
            </w:r>
            <w:r w:rsidR="00AE20F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социально значимых заболеваний (гепатиты,</w:t>
            </w:r>
            <w:r w:rsidR="00AE20FD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ВИЧ-инфекция, грипп, острые кишечные инфекции и иные)</w:t>
            </w:r>
          </w:p>
        </w:tc>
      </w:tr>
      <w:tr w:rsidR="001C4457" w:rsidRPr="001C4457" w14:paraId="2F3F33FE" w14:textId="77777777" w:rsidTr="00394DFD">
        <w:tc>
          <w:tcPr>
            <w:tcW w:w="959" w:type="dxa"/>
          </w:tcPr>
          <w:p w14:paraId="027656BD" w14:textId="77777777" w:rsidR="005D5767" w:rsidRPr="001C4457" w:rsidRDefault="005D5767" w:rsidP="00852953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62791317" w14:textId="40BF0B3C" w:rsidR="00E47365" w:rsidRPr="001C4457" w:rsidRDefault="00E47365">
            <w:pPr>
              <w:pStyle w:val="afd"/>
              <w:numPr>
                <w:ilvl w:val="0"/>
                <w:numId w:val="14"/>
              </w:numPr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Реализация</w:t>
            </w:r>
            <w:r w:rsidRPr="001C4457">
              <w:rPr>
                <w:rFonts w:ascii="Liberation Serif" w:eastAsia="TimesNewRomanPSMT" w:hAnsi="Liberation Serif"/>
              </w:rPr>
              <w:tab/>
              <w:t>национального</w:t>
            </w:r>
            <w:r w:rsidRPr="001C4457">
              <w:rPr>
                <w:rFonts w:ascii="Liberation Serif" w:eastAsia="TimesNewRomanPSMT" w:hAnsi="Liberation Serif"/>
              </w:rPr>
              <w:tab/>
              <w:t>календаря профилактических прививок и осуществление координации</w:t>
            </w:r>
            <w:r w:rsidRPr="001C4457">
              <w:rPr>
                <w:rFonts w:ascii="Liberation Serif" w:eastAsia="TimesNewRomanPSMT" w:hAnsi="Liberation Serif"/>
              </w:rPr>
              <w:tab/>
              <w:t>деятельности</w:t>
            </w:r>
            <w:r w:rsidRPr="001C4457">
              <w:rPr>
                <w:rFonts w:ascii="Liberation Serif" w:eastAsia="TimesNewRomanPSMT" w:hAnsi="Liberation Serif"/>
              </w:rPr>
              <w:tab/>
              <w:t>по вакцинопрофилактике населения в рамках национального календаря профилактических прививок;</w:t>
            </w:r>
          </w:p>
          <w:p w14:paraId="4A0BA3ED" w14:textId="2361D862" w:rsidR="00E47365" w:rsidRPr="001C4457" w:rsidRDefault="00E47365" w:rsidP="00611745">
            <w:pPr>
              <w:ind w:firstLine="175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lastRenderedPageBreak/>
              <w:t>2. Реализация комплекса мер, направленных предотвращение массового распространения гриппа среди населения, в том числе обеспечение не менее чем 45-процентного охвата населения прививками против гриппа;</w:t>
            </w:r>
          </w:p>
          <w:p w14:paraId="032414AE" w14:textId="72116BF3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3. Проведение</w:t>
            </w:r>
            <w:r w:rsidRPr="001C4457">
              <w:rPr>
                <w:rFonts w:ascii="Liberation Serif" w:eastAsia="TimesNewRomanPSMT" w:hAnsi="Liberation Serif"/>
              </w:rPr>
              <w:tab/>
              <w:t>иммунизации</w:t>
            </w:r>
            <w:r w:rsidRPr="001C4457">
              <w:rPr>
                <w:rFonts w:ascii="Liberation Serif" w:eastAsia="TimesNewRomanPSMT" w:hAnsi="Liberation Serif"/>
              </w:rPr>
              <w:tab/>
              <w:t>подлежащих контингентов в рамках реализации Календаря прививок по эпидемическим показаниям;</w:t>
            </w:r>
          </w:p>
          <w:p w14:paraId="3893DFA4" w14:textId="5A6C33E1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4. Проведение иммунизации населения в рамках регионального календаря прививок, в том числе против</w:t>
            </w:r>
            <w:r w:rsidRPr="001C4457">
              <w:rPr>
                <w:rFonts w:ascii="Liberation Serif" w:eastAsia="TimesNewRomanPSMT" w:hAnsi="Liberation Serif"/>
              </w:rPr>
              <w:tab/>
              <w:t xml:space="preserve">пневмококковой инфекции, ветряной оспы и </w:t>
            </w:r>
            <w:proofErr w:type="spellStart"/>
            <w:r w:rsidRPr="001C4457">
              <w:rPr>
                <w:rFonts w:ascii="Liberation Serif" w:eastAsia="TimesNewRomanPSMT" w:hAnsi="Liberation Serif"/>
              </w:rPr>
              <w:t>папиломовирусной</w:t>
            </w:r>
            <w:proofErr w:type="spellEnd"/>
            <w:r w:rsidRPr="001C4457">
              <w:rPr>
                <w:rFonts w:ascii="Liberation Serif" w:eastAsia="TimesNewRomanPSMT" w:hAnsi="Liberation Serif"/>
              </w:rPr>
              <w:t xml:space="preserve"> инфекции;</w:t>
            </w:r>
          </w:p>
          <w:p w14:paraId="40B5F3F7" w14:textId="1F9371B9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5. Проведение мероприятий, направленных на достижение 85-процентного охвата населения прививками против</w:t>
            </w:r>
            <w:r w:rsidRPr="001C4457">
              <w:rPr>
                <w:rFonts w:ascii="Liberation Serif" w:eastAsia="TimesNewRomanPSMT" w:hAnsi="Liberation Serif"/>
              </w:rPr>
              <w:tab/>
              <w:t>клещевого</w:t>
            </w:r>
            <w:r w:rsidRPr="001C4457">
              <w:rPr>
                <w:rFonts w:ascii="Liberation Serif" w:eastAsia="TimesNewRomanPSMT" w:hAnsi="Liberation Serif"/>
              </w:rPr>
              <w:tab/>
              <w:t>вирусного энцефалита;</w:t>
            </w:r>
          </w:p>
          <w:p w14:paraId="08AD78A0" w14:textId="31F8DC42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6. Обеспечение условий холодовой цепи при транспортировке и хранении медицинских иммунобиологических</w:t>
            </w:r>
            <w:r w:rsidRPr="001C4457">
              <w:rPr>
                <w:rFonts w:ascii="Liberation Serif" w:eastAsia="TimesNewRomanPSMT" w:hAnsi="Liberation Serif"/>
              </w:rPr>
              <w:tab/>
              <w:t>препаратов</w:t>
            </w:r>
            <w:r w:rsidRPr="001C4457">
              <w:rPr>
                <w:rFonts w:ascii="Liberation Serif" w:eastAsia="TimesNewRomanPSMT" w:hAnsi="Liberation Serif"/>
              </w:rPr>
              <w:tab/>
              <w:t>для профилактики инфекционных заболеваний;</w:t>
            </w:r>
          </w:p>
          <w:p w14:paraId="179D3760" w14:textId="497C12F9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7. Реализация</w:t>
            </w:r>
            <w:r w:rsidRPr="001C4457">
              <w:rPr>
                <w:rFonts w:ascii="Liberation Serif" w:eastAsia="TimesNewRomanPSMT" w:hAnsi="Liberation Serif"/>
              </w:rPr>
              <w:tab/>
              <w:t>комплекса</w:t>
            </w:r>
            <w:r w:rsidRPr="001C4457">
              <w:rPr>
                <w:rFonts w:ascii="Liberation Serif" w:eastAsia="TimesNewRomanPSMT" w:hAnsi="Liberation Serif"/>
              </w:rPr>
              <w:tab/>
              <w:t>мероприятий, направленных</w:t>
            </w:r>
            <w:r w:rsidRPr="001C4457">
              <w:rPr>
                <w:rFonts w:ascii="Liberation Serif" w:eastAsia="TimesNewRomanPSMT" w:hAnsi="Liberation Serif"/>
              </w:rPr>
              <w:tab/>
              <w:t xml:space="preserve">на профилактику острых кишечных инфекций, в том числе проведение иммунизации декретированных групп населения, в том числе против гепатита А и </w:t>
            </w:r>
            <w:proofErr w:type="spellStart"/>
            <w:r w:rsidRPr="001C4457">
              <w:rPr>
                <w:rFonts w:ascii="Liberation Serif" w:eastAsia="TimesNewRomanPSMT" w:hAnsi="Liberation Serif"/>
              </w:rPr>
              <w:t>дезентерии</w:t>
            </w:r>
            <w:proofErr w:type="spellEnd"/>
            <w:r w:rsidRPr="001C4457">
              <w:rPr>
                <w:rFonts w:ascii="Liberation Serif" w:eastAsia="TimesNewRomanPSMT" w:hAnsi="Liberation Serif"/>
              </w:rPr>
              <w:t xml:space="preserve"> </w:t>
            </w:r>
            <w:proofErr w:type="spellStart"/>
            <w:r w:rsidRPr="001C4457">
              <w:rPr>
                <w:rFonts w:ascii="Liberation Serif" w:eastAsia="TimesNewRomanPSMT" w:hAnsi="Liberation Serif"/>
              </w:rPr>
              <w:t>Зонне</w:t>
            </w:r>
            <w:proofErr w:type="spellEnd"/>
            <w:r w:rsidRPr="001C4457">
              <w:rPr>
                <w:rFonts w:ascii="Liberation Serif" w:eastAsia="TimesNewRomanPSMT" w:hAnsi="Liberation Serif"/>
              </w:rPr>
              <w:t>;</w:t>
            </w:r>
          </w:p>
          <w:p w14:paraId="73F778E1" w14:textId="3757B61A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8.</w:t>
            </w:r>
            <w:r w:rsidRPr="001C4457">
              <w:rPr>
                <w:rFonts w:ascii="Liberation Serif" w:eastAsia="TimesNewRomanPSMT" w:hAnsi="Liberation Serif"/>
              </w:rPr>
              <w:tab/>
              <w:t>реализация</w:t>
            </w:r>
            <w:r w:rsidRPr="001C4457">
              <w:rPr>
                <w:rFonts w:ascii="Liberation Serif" w:eastAsia="TimesNewRomanPSMT" w:hAnsi="Liberation Serif"/>
              </w:rPr>
              <w:tab/>
              <w:t>комплекса</w:t>
            </w:r>
            <w:r w:rsidRPr="001C4457">
              <w:rPr>
                <w:rFonts w:ascii="Liberation Serif" w:eastAsia="TimesNewRomanPSMT" w:hAnsi="Liberation Serif"/>
              </w:rPr>
              <w:tab/>
              <w:t>мероприятий, направленных на предотвращение вспышечной заболеваемости</w:t>
            </w:r>
            <w:r w:rsidRPr="001C4457">
              <w:rPr>
                <w:rFonts w:ascii="Liberation Serif" w:eastAsia="TimesNewRomanPSMT" w:hAnsi="Liberation Serif"/>
              </w:rPr>
              <w:tab/>
              <w:t>острыми</w:t>
            </w:r>
            <w:r w:rsidRPr="001C4457">
              <w:rPr>
                <w:rFonts w:ascii="Liberation Serif" w:eastAsia="TimesNewRomanPSMT" w:hAnsi="Liberation Serif"/>
              </w:rPr>
              <w:tab/>
              <w:t>кишечными инфекциями и гепатитом А, в том числе в детских образовательных учреждениях;</w:t>
            </w:r>
          </w:p>
          <w:p w14:paraId="31B1B3E3" w14:textId="04C981F5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9.</w:t>
            </w:r>
            <w:r w:rsidRPr="001C4457">
              <w:rPr>
                <w:rFonts w:ascii="Liberation Serif" w:eastAsia="TimesNewRomanPSMT" w:hAnsi="Liberation Serif"/>
              </w:rPr>
              <w:tab/>
              <w:t>организация</w:t>
            </w:r>
            <w:r w:rsidRPr="001C4457">
              <w:rPr>
                <w:rFonts w:ascii="Liberation Serif" w:eastAsia="TimesNewRomanPSMT" w:hAnsi="Liberation Serif"/>
              </w:rPr>
              <w:tab/>
              <w:t>и</w:t>
            </w:r>
            <w:r w:rsidRPr="001C4457">
              <w:rPr>
                <w:rFonts w:ascii="Liberation Serif" w:eastAsia="TimesNewRomanPSMT" w:hAnsi="Liberation Serif"/>
              </w:rPr>
              <w:tab/>
              <w:t>проведение противоэпидемических и профилактических мероприятий в очагах инфекционных и паразитарных заболеваний;</w:t>
            </w:r>
          </w:p>
          <w:p w14:paraId="094EDCEA" w14:textId="756ABD2B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10.</w:t>
            </w:r>
            <w:r w:rsidRPr="001C4457">
              <w:rPr>
                <w:rFonts w:ascii="Liberation Serif" w:eastAsia="TimesNewRomanPSMT" w:hAnsi="Liberation Serif"/>
              </w:rPr>
              <w:tab/>
              <w:t>Проведение мероприятий, направленных на профилактику паразитарных инвазий;</w:t>
            </w:r>
          </w:p>
          <w:p w14:paraId="3261AC0D" w14:textId="071D1640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11.</w:t>
            </w:r>
            <w:r w:rsidRPr="001C4457">
              <w:rPr>
                <w:rFonts w:ascii="Liberation Serif" w:eastAsia="TimesNewRomanPSMT" w:hAnsi="Liberation Serif"/>
              </w:rPr>
              <w:tab/>
              <w:t>Обеспечение разработки, реализации и финансирования</w:t>
            </w:r>
            <w:r w:rsidRPr="001C4457">
              <w:rPr>
                <w:rFonts w:ascii="Liberation Serif" w:eastAsia="TimesNewRomanPSMT" w:hAnsi="Liberation Serif"/>
              </w:rPr>
              <w:tab/>
              <w:t>мероприятий</w:t>
            </w:r>
            <w:r w:rsidRPr="001C4457">
              <w:rPr>
                <w:rFonts w:ascii="Liberation Serif" w:eastAsia="TimesNewRomanPSMT" w:hAnsi="Liberation Serif"/>
              </w:rPr>
              <w:tab/>
              <w:t>по противодействию</w:t>
            </w:r>
            <w:r w:rsidRPr="001C4457">
              <w:rPr>
                <w:rFonts w:ascii="Liberation Serif" w:eastAsia="TimesNewRomanPSMT" w:hAnsi="Liberation Serif"/>
              </w:rPr>
              <w:tab/>
              <w:t>распространения</w:t>
            </w:r>
            <w:r w:rsidRPr="001C4457">
              <w:rPr>
                <w:rFonts w:ascii="Liberation Serif" w:eastAsia="TimesNewRomanPSMT" w:hAnsi="Liberation Serif"/>
              </w:rPr>
              <w:tab/>
              <w:t>ВИЧ-инфекции, в первую очередь среди уязвимых групп населения;</w:t>
            </w:r>
          </w:p>
          <w:p w14:paraId="681240B1" w14:textId="0C108905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12.</w:t>
            </w:r>
            <w:r w:rsidRPr="001C4457">
              <w:rPr>
                <w:rFonts w:ascii="Liberation Serif" w:eastAsia="TimesNewRomanPSMT" w:hAnsi="Liberation Serif"/>
              </w:rPr>
              <w:tab/>
              <w:t>Организация мероприятий по первичной профилактике ВИЧ-инфекции;</w:t>
            </w:r>
          </w:p>
          <w:p w14:paraId="1F48BB91" w14:textId="7270F620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13.</w:t>
            </w:r>
            <w:r w:rsidRPr="001C4457">
              <w:rPr>
                <w:rFonts w:ascii="Liberation Serif" w:eastAsia="TimesNewRomanPSMT" w:hAnsi="Liberation Serif"/>
              </w:rPr>
              <w:tab/>
              <w:t>Осуществление диспансерного наблюдения ВИЧ-инфицированных;</w:t>
            </w:r>
          </w:p>
          <w:p w14:paraId="4450676B" w14:textId="606DCE2F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14.</w:t>
            </w:r>
            <w:r w:rsidRPr="001C4457">
              <w:rPr>
                <w:rFonts w:ascii="Liberation Serif" w:eastAsia="TimesNewRomanPSMT" w:hAnsi="Liberation Serif"/>
              </w:rPr>
              <w:tab/>
              <w:t>Проведение антиретровирусной терапии и химиопрофилактики ВИЧ;</w:t>
            </w:r>
          </w:p>
          <w:p w14:paraId="5B9C411F" w14:textId="18DB0E7B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15.</w:t>
            </w:r>
            <w:r w:rsidRPr="001C4457">
              <w:rPr>
                <w:rFonts w:ascii="Liberation Serif" w:eastAsia="TimesNewRomanPSMT" w:hAnsi="Liberation Serif"/>
              </w:rPr>
              <w:tab/>
              <w:t>Реализация мероприятий по снижению риска вертикальной передачи ВИЧ-инфекции от матери ребенку;</w:t>
            </w:r>
          </w:p>
          <w:p w14:paraId="27DE4E18" w14:textId="05997961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16.</w:t>
            </w:r>
            <w:r w:rsidRPr="001C4457">
              <w:rPr>
                <w:rFonts w:ascii="Liberation Serif" w:eastAsia="TimesNewRomanPSMT" w:hAnsi="Liberation Serif"/>
              </w:rPr>
              <w:tab/>
              <w:t>Обеспечение</w:t>
            </w:r>
            <w:r w:rsidRPr="001C4457">
              <w:rPr>
                <w:rFonts w:ascii="Liberation Serif" w:eastAsia="TimesNewRomanPSMT" w:hAnsi="Liberation Serif"/>
              </w:rPr>
              <w:tab/>
              <w:t>проведения</w:t>
            </w:r>
            <w:r w:rsidRPr="001C4457">
              <w:rPr>
                <w:rFonts w:ascii="Liberation Serif" w:eastAsia="TimesNewRomanPSMT" w:hAnsi="Liberation Serif"/>
              </w:rPr>
              <w:tab/>
              <w:t>диагностики, диспансерного</w:t>
            </w:r>
            <w:r w:rsidRPr="001C4457">
              <w:rPr>
                <w:rFonts w:ascii="Liberation Serif" w:eastAsia="TimesNewRomanPSMT" w:hAnsi="Liberation Serif"/>
              </w:rPr>
              <w:tab/>
              <w:t>наблюдения, лечения</w:t>
            </w:r>
            <w:r w:rsidRPr="001C4457">
              <w:rPr>
                <w:rFonts w:ascii="Liberation Serif" w:eastAsia="TimesNewRomanPSMT" w:hAnsi="Liberation Serif"/>
              </w:rPr>
              <w:tab/>
              <w:t>и реабилитации больных острыми и хроническими вирусными гепатитами;</w:t>
            </w:r>
          </w:p>
          <w:p w14:paraId="10EA3993" w14:textId="4DFDCC81" w:rsidR="00E47365" w:rsidRPr="001C4457" w:rsidRDefault="00E47365" w:rsidP="00611745">
            <w:pPr>
              <w:pStyle w:val="afd"/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17.</w:t>
            </w:r>
            <w:r w:rsidRPr="001C4457">
              <w:rPr>
                <w:rFonts w:ascii="Liberation Serif" w:eastAsia="TimesNewRomanPSMT" w:hAnsi="Liberation Serif"/>
              </w:rPr>
              <w:tab/>
              <w:t>Повышение гигиенических знаний по профилактике инфекционных и паразитарных заболеваний</w:t>
            </w:r>
            <w:r w:rsidR="00C84E36">
              <w:rPr>
                <w:rFonts w:ascii="Liberation Serif" w:eastAsia="TimesNewRomanPSMT" w:hAnsi="Liberation Serif"/>
              </w:rPr>
              <w:t>;</w:t>
            </w:r>
          </w:p>
        </w:tc>
        <w:tc>
          <w:tcPr>
            <w:tcW w:w="1641" w:type="dxa"/>
          </w:tcPr>
          <w:p w14:paraId="04AF76A1" w14:textId="679C707E" w:rsidR="005D5767" w:rsidRPr="001C4457" w:rsidRDefault="007E4191" w:rsidP="0085295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431" w:type="dxa"/>
          </w:tcPr>
          <w:p w14:paraId="60B515AE" w14:textId="16E79B12" w:rsidR="00E47365" w:rsidRPr="001C4457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</w:p>
          <w:p w14:paraId="012BC35F" w14:textId="77777777" w:rsidR="002525E3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образования   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0CE0AE6D" w14:textId="5953DC00" w:rsidR="00E47365" w:rsidRPr="001C4457" w:rsidRDefault="002525E3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</w:t>
            </w:r>
            <w:r w:rsidR="00E47365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Красноуфимск,</w:t>
            </w:r>
          </w:p>
          <w:p w14:paraId="157CAECC" w14:textId="5EF7237C" w:rsidR="00E47365" w:rsidRPr="001C4457" w:rsidRDefault="00EC43D2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О</w:t>
            </w:r>
            <w:r w:rsidR="00E47365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бразовательные организации</w:t>
            </w:r>
          </w:p>
          <w:p w14:paraId="418B5797" w14:textId="4EB03485" w:rsidR="005D5767" w:rsidRPr="001C4457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«Красноуфимская РБ»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(по согласованию)</w:t>
            </w:r>
          </w:p>
          <w:p w14:paraId="29DED1FE" w14:textId="1FECB61F" w:rsidR="00E47365" w:rsidRPr="001C4457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ТО Управления Роспотребнадзора по Свердловской области</w:t>
            </w:r>
          </w:p>
          <w:p w14:paraId="642AD9A8" w14:textId="77777777" w:rsidR="00E47365" w:rsidRPr="001C4457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5144EBED" w14:textId="77777777" w:rsidR="00E47365" w:rsidRPr="001C4457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4300106E" w14:textId="77777777" w:rsidR="00E47365" w:rsidRPr="001C4457" w:rsidRDefault="00E47365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5A66A7C6" w14:textId="694E97A9" w:rsidR="00EC43D2" w:rsidRPr="001C4457" w:rsidRDefault="00EC43D2" w:rsidP="00EC43D2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Субъекты профилактики</w:t>
            </w:r>
          </w:p>
        </w:tc>
      </w:tr>
      <w:tr w:rsidR="001C4457" w:rsidRPr="001C4457" w14:paraId="46984734" w14:textId="77777777" w:rsidTr="00394DFD">
        <w:tc>
          <w:tcPr>
            <w:tcW w:w="15588" w:type="dxa"/>
            <w:gridSpan w:val="4"/>
          </w:tcPr>
          <w:p w14:paraId="648E6A7E" w14:textId="38B420E1" w:rsidR="0022543E" w:rsidRPr="001C4457" w:rsidRDefault="00611745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30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22543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Реализовать комплекс мероприятий</w:t>
            </w:r>
            <w:r w:rsidR="00226D90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22543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по профилактике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инфекций,</w:t>
            </w:r>
            <w:r w:rsidR="0022543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связанных с оказанием медицинской помощи</w:t>
            </w:r>
          </w:p>
        </w:tc>
      </w:tr>
      <w:tr w:rsidR="001C4457" w:rsidRPr="001C4457" w14:paraId="2C9F6A36" w14:textId="77777777" w:rsidTr="00394DFD">
        <w:tc>
          <w:tcPr>
            <w:tcW w:w="959" w:type="dxa"/>
          </w:tcPr>
          <w:p w14:paraId="7663BF73" w14:textId="77777777" w:rsidR="007E4191" w:rsidRPr="001C4457" w:rsidRDefault="007E4191" w:rsidP="00852953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57" w:type="dxa"/>
          </w:tcPr>
          <w:p w14:paraId="49999048" w14:textId="77777777" w:rsidR="007E4191" w:rsidRPr="001C4457" w:rsidRDefault="000E6A71">
            <w:pPr>
              <w:pStyle w:val="afd"/>
              <w:numPr>
                <w:ilvl w:val="0"/>
                <w:numId w:val="15"/>
              </w:numPr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Реализация мероприятий, направленных на профилактику инфекций, связанных с оказанием медицинской помощи;</w:t>
            </w:r>
          </w:p>
          <w:p w14:paraId="71D7A69D" w14:textId="1CBB40FB" w:rsidR="000E6A71" w:rsidRPr="001C4457" w:rsidRDefault="000E6A71">
            <w:pPr>
              <w:pStyle w:val="afd"/>
              <w:numPr>
                <w:ilvl w:val="0"/>
                <w:numId w:val="15"/>
              </w:numPr>
              <w:ind w:left="0" w:firstLine="175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lastRenderedPageBreak/>
              <w:t>Эпидемиологический надзор за инфекциями, связанными</w:t>
            </w:r>
            <w:r w:rsidRPr="001C4457">
              <w:rPr>
                <w:rFonts w:ascii="Liberation Serif" w:eastAsia="TimesNewRomanPSMT" w:hAnsi="Liberation Serif"/>
              </w:rPr>
              <w:tab/>
              <w:t>с</w:t>
            </w:r>
            <w:r w:rsidRPr="001C4457">
              <w:rPr>
                <w:rFonts w:ascii="Liberation Serif" w:eastAsia="TimesNewRomanPSMT" w:hAnsi="Liberation Serif"/>
              </w:rPr>
              <w:tab/>
              <w:t>медицинской помощью, предотвращение групповой и вспышечной заболеваемости в лечебно-профилактических организациях</w:t>
            </w:r>
            <w:r w:rsidRPr="001C4457">
              <w:rPr>
                <w:rFonts w:ascii="Liberation Serif" w:eastAsia="TimesNewRomanPSMT" w:hAnsi="Liberation Serif"/>
              </w:rPr>
              <w:tab/>
              <w:t>области,</w:t>
            </w:r>
            <w:r w:rsidRPr="001C4457">
              <w:rPr>
                <w:rFonts w:ascii="Liberation Serif" w:eastAsia="TimesNewRomanPSMT" w:hAnsi="Liberation Serif"/>
              </w:rPr>
              <w:tab/>
              <w:t xml:space="preserve">случаев внутрибольничного заражения, в том числе </w:t>
            </w:r>
            <w:proofErr w:type="spellStart"/>
            <w:r w:rsidRPr="001C4457">
              <w:rPr>
                <w:rFonts w:ascii="Liberation Serif" w:eastAsia="TimesNewRomanPSMT" w:hAnsi="Liberation Serif"/>
              </w:rPr>
              <w:t>гемоконтактными</w:t>
            </w:r>
            <w:proofErr w:type="spellEnd"/>
            <w:r w:rsidRPr="001C4457">
              <w:rPr>
                <w:rFonts w:ascii="Liberation Serif" w:eastAsia="TimesNewRomanPSMT" w:hAnsi="Liberation Serif"/>
              </w:rPr>
              <w:t xml:space="preserve"> инфекциями;</w:t>
            </w:r>
          </w:p>
          <w:p w14:paraId="6BB49037" w14:textId="59C6961F" w:rsidR="000E6A71" w:rsidRPr="001C4457" w:rsidRDefault="000E6A71" w:rsidP="000E6A71">
            <w:pPr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90D8E7C" w14:textId="06B9C792" w:rsidR="007E4191" w:rsidRPr="001C4457" w:rsidRDefault="00A5765C" w:rsidP="0085295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431" w:type="dxa"/>
          </w:tcPr>
          <w:p w14:paraId="350ABC31" w14:textId="5CA17657" w:rsidR="000E6A71" w:rsidRPr="001C4457" w:rsidRDefault="000E6A71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«Красноуфимская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(по согласованию)</w:t>
            </w:r>
          </w:p>
          <w:p w14:paraId="441AEF5C" w14:textId="084E1C97" w:rsidR="000E6A71" w:rsidRPr="001C4457" w:rsidRDefault="000E6A71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Красноуфимский ТО Управления Роспотребнадзора по Свердловской области</w:t>
            </w:r>
          </w:p>
          <w:p w14:paraId="585D62C7" w14:textId="77777777" w:rsidR="000E6A71" w:rsidRPr="001C4457" w:rsidRDefault="000E6A71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42FF52E8" w14:textId="77777777" w:rsidR="000E6A71" w:rsidRPr="001C4457" w:rsidRDefault="000E6A71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681FF24D" w14:textId="4B021C0F" w:rsidR="007E4191" w:rsidRPr="001C4457" w:rsidRDefault="000E6A71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1C4457" w:rsidRPr="001C4457" w14:paraId="46C9E286" w14:textId="77777777" w:rsidTr="00394DFD">
        <w:trPr>
          <w:trHeight w:val="305"/>
        </w:trPr>
        <w:tc>
          <w:tcPr>
            <w:tcW w:w="15588" w:type="dxa"/>
            <w:gridSpan w:val="4"/>
          </w:tcPr>
          <w:p w14:paraId="4C1E7060" w14:textId="32408C40" w:rsidR="00141BB9" w:rsidRPr="001C4457" w:rsidRDefault="00611745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31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141BB9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Реализовать меры по снижению распространения </w:t>
            </w:r>
            <w:r w:rsidR="00F64E67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туберкулёза </w:t>
            </w:r>
            <w:r w:rsidR="00141BB9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среди населения</w:t>
            </w:r>
            <w:r w:rsidR="00F64E67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1C4457" w:rsidRPr="001C4457" w14:paraId="13A51AD8" w14:textId="77777777" w:rsidTr="00394DFD">
        <w:tc>
          <w:tcPr>
            <w:tcW w:w="959" w:type="dxa"/>
          </w:tcPr>
          <w:p w14:paraId="6E9FAE5D" w14:textId="1FF5E75B" w:rsidR="00141BB9" w:rsidRPr="001C4457" w:rsidRDefault="00141BB9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050C8981" w14:textId="455CF59A" w:rsidR="00141BB9" w:rsidRPr="001C4457" w:rsidRDefault="00141BB9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 xml:space="preserve">Реализовать меры по снижению распространенности </w:t>
            </w:r>
            <w:r w:rsidR="00F64E67" w:rsidRPr="001C4457">
              <w:rPr>
                <w:rFonts w:ascii="Liberation Serif" w:eastAsia="TimesNewRomanPSMT" w:hAnsi="Liberation Serif"/>
              </w:rPr>
              <w:t xml:space="preserve">туберкулеза </w:t>
            </w:r>
            <w:r w:rsidRPr="001C4457">
              <w:rPr>
                <w:rFonts w:ascii="Liberation Serif" w:eastAsia="TimesNewRomanPSMT" w:hAnsi="Liberation Serif"/>
              </w:rPr>
              <w:t>среди населения</w:t>
            </w:r>
            <w:r w:rsidR="00F64E67" w:rsidRPr="001C4457">
              <w:rPr>
                <w:rFonts w:ascii="Liberation Serif" w:eastAsia="TimesNewRomanPSMT" w:hAnsi="Liberation Serif"/>
              </w:rPr>
              <w:t xml:space="preserve"> городского округа Красноуфимск</w:t>
            </w:r>
            <w:r w:rsidRPr="001C4457">
              <w:rPr>
                <w:rFonts w:ascii="Liberation Serif" w:eastAsia="TimesNewRomanPSMT" w:hAnsi="Liberation Serif"/>
              </w:rPr>
              <w:t>, в первую очередь в группах риска</w:t>
            </w:r>
            <w:r w:rsidR="00C84E36">
              <w:rPr>
                <w:rFonts w:ascii="Liberation Serif" w:eastAsia="TimesNewRomanPSMT" w:hAnsi="Liberation Serif"/>
              </w:rPr>
              <w:t>;</w:t>
            </w:r>
          </w:p>
          <w:p w14:paraId="203F9B9D" w14:textId="4DE21E13" w:rsidR="001514DA" w:rsidRPr="001C4457" w:rsidRDefault="001514DA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Флюорографическое обследование населения с приоритетом в группах риска;</w:t>
            </w:r>
          </w:p>
          <w:p w14:paraId="43419068" w14:textId="3D76450E" w:rsidR="001514DA" w:rsidRPr="001C4457" w:rsidRDefault="001514DA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proofErr w:type="spellStart"/>
            <w:r w:rsidRPr="001C4457">
              <w:rPr>
                <w:rFonts w:ascii="Liberation Serif" w:eastAsia="Calibri" w:hAnsi="Liberation Serif"/>
              </w:rPr>
              <w:t>Туберкулинодиагностика</w:t>
            </w:r>
            <w:proofErr w:type="spellEnd"/>
            <w:r w:rsidRPr="001C4457">
              <w:rPr>
                <w:rFonts w:ascii="Liberation Serif" w:eastAsia="Calibri" w:hAnsi="Liberation Serif"/>
              </w:rPr>
              <w:t xml:space="preserve"> детей и подростков;</w:t>
            </w:r>
          </w:p>
          <w:p w14:paraId="454DAC5D" w14:textId="3745D687" w:rsidR="001514DA" w:rsidRPr="001C4457" w:rsidRDefault="001514DA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Вакцинопрофилактика туберкулеза среди новорожденных и детского населения;</w:t>
            </w:r>
          </w:p>
          <w:p w14:paraId="4FDA49AB" w14:textId="7B3519D8" w:rsidR="001514DA" w:rsidRPr="001C4457" w:rsidRDefault="001514DA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Санитарно-противоэпидемические мероприятия в очагах туберкулеза, в том числе проведение заключительной дезинфекции;</w:t>
            </w:r>
          </w:p>
          <w:p w14:paraId="648891A8" w14:textId="77777777" w:rsidR="001514DA" w:rsidRPr="001C4457" w:rsidRDefault="001514DA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>Информирование населения о факторах риска и мерах профилактики туберкулеза;</w:t>
            </w:r>
          </w:p>
          <w:p w14:paraId="557472A6" w14:textId="77777777" w:rsidR="001E4516" w:rsidRPr="001C4457" w:rsidRDefault="001E4516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 xml:space="preserve">Проведение социально-профилактических акций в микрорайонах города;  </w:t>
            </w:r>
          </w:p>
          <w:p w14:paraId="018DCC37" w14:textId="07DF3A22" w:rsidR="001E4516" w:rsidRPr="001C4457" w:rsidRDefault="001E4516">
            <w:pPr>
              <w:pStyle w:val="af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Calibri" w:hAnsi="Liberation Serif"/>
              </w:rPr>
              <w:t xml:space="preserve">Организация работы с </w:t>
            </w:r>
            <w:proofErr w:type="spellStart"/>
            <w:r w:rsidRPr="001C4457">
              <w:rPr>
                <w:rFonts w:ascii="Liberation Serif" w:eastAsia="Calibri" w:hAnsi="Liberation Serif"/>
              </w:rPr>
              <w:t>тубинфицированными</w:t>
            </w:r>
            <w:proofErr w:type="spellEnd"/>
            <w:r w:rsidRPr="001C4457">
              <w:rPr>
                <w:rFonts w:ascii="Liberation Serif" w:eastAsia="Calibri" w:hAnsi="Liberation Serif"/>
              </w:rPr>
              <w:t xml:space="preserve"> или контактными детьми, нуждающимися в оздоровлении и усиленном питании;</w:t>
            </w:r>
          </w:p>
        </w:tc>
        <w:tc>
          <w:tcPr>
            <w:tcW w:w="1641" w:type="dxa"/>
          </w:tcPr>
          <w:p w14:paraId="37E01C25" w14:textId="51A7012A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3F2D656F" w14:textId="4CC5E6B5" w:rsidR="00141BB9" w:rsidRPr="001C4457" w:rsidRDefault="00141BB9" w:rsidP="00C63AC3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Arial CYR" w:hAnsi="Liberation Serif"/>
                <w:sz w:val="24"/>
                <w:szCs w:val="24"/>
              </w:rPr>
              <w:t xml:space="preserve">Филиал №2 ГБУЗ СО «ОКМЦ </w:t>
            </w:r>
            <w:proofErr w:type="gramStart"/>
            <w:r w:rsidRPr="001C4457">
              <w:rPr>
                <w:rFonts w:ascii="Liberation Serif" w:eastAsia="Arial CYR" w:hAnsi="Liberation Serif"/>
                <w:sz w:val="24"/>
                <w:szCs w:val="24"/>
              </w:rPr>
              <w:t>ФИЗ»</w:t>
            </w: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</w:t>
            </w:r>
            <w:proofErr w:type="gramEnd"/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 согласованию)</w:t>
            </w:r>
          </w:p>
          <w:p w14:paraId="34DCF927" w14:textId="62179153" w:rsidR="001514DA" w:rsidRPr="001C4457" w:rsidRDefault="001514DA" w:rsidP="00C63AC3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ГАУЗ СО «Красноуфимская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 </w:t>
            </w:r>
          </w:p>
          <w:p w14:paraId="7C2CA68F" w14:textId="77777777" w:rsidR="001514DA" w:rsidRPr="001C4457" w:rsidRDefault="001514DA" w:rsidP="001514DA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Красноуфимский ТО Управления Роспотребнадзора по Свердловской области </w:t>
            </w:r>
          </w:p>
          <w:p w14:paraId="57FEC032" w14:textId="77777777" w:rsidR="001514DA" w:rsidRPr="001C4457" w:rsidRDefault="001514DA" w:rsidP="001514DA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(по согласованию)</w:t>
            </w:r>
          </w:p>
          <w:p w14:paraId="64B54876" w14:textId="77777777" w:rsidR="001514DA" w:rsidRPr="001C4457" w:rsidRDefault="001514DA" w:rsidP="001514DA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в СО»</w:t>
            </w:r>
          </w:p>
          <w:p w14:paraId="5FE29CC5" w14:textId="19A9B534" w:rsidR="001514DA" w:rsidRPr="001C4457" w:rsidRDefault="001514DA" w:rsidP="001514DA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  </w:t>
            </w:r>
          </w:p>
        </w:tc>
      </w:tr>
      <w:tr w:rsidR="001C4457" w:rsidRPr="001C4457" w14:paraId="0B3E49E5" w14:textId="77777777" w:rsidTr="00394DFD">
        <w:tc>
          <w:tcPr>
            <w:tcW w:w="15588" w:type="dxa"/>
            <w:gridSpan w:val="4"/>
          </w:tcPr>
          <w:p w14:paraId="38255518" w14:textId="24B7B596" w:rsidR="00C029DE" w:rsidRPr="001C4457" w:rsidRDefault="00611745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32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Реализовать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комплекс мероприятий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по профилактике кори и краснухи</w:t>
            </w:r>
            <w:r w:rsidR="00D94E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</w:t>
            </w:r>
            <w:r w:rsidR="00D94E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период верификации элиминации</w:t>
            </w:r>
            <w:r w:rsidR="00D94E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этих заболеваний</w:t>
            </w:r>
            <w:r w:rsidR="00D94E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в Европейском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регионе; комплекс мероприятий по</w:t>
            </w:r>
            <w:r w:rsidR="00D94E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поддержанию свободного</w:t>
            </w:r>
            <w:r w:rsidR="00D94E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от полиомиелита</w:t>
            </w:r>
            <w:r w:rsidR="00C029DE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статуса Свердловской области</w:t>
            </w:r>
          </w:p>
        </w:tc>
      </w:tr>
      <w:tr w:rsidR="001C4457" w:rsidRPr="001C4457" w14:paraId="6FE2C65E" w14:textId="77777777" w:rsidTr="00394DFD">
        <w:tc>
          <w:tcPr>
            <w:tcW w:w="959" w:type="dxa"/>
          </w:tcPr>
          <w:p w14:paraId="68455E28" w14:textId="77777777" w:rsidR="00C029DE" w:rsidRPr="001C4457" w:rsidRDefault="00C029DE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558737FD" w14:textId="23185979" w:rsidR="00DE5782" w:rsidRPr="001C4457" w:rsidRDefault="00DE5782" w:rsidP="00611745">
            <w:pPr>
              <w:widowControl w:val="0"/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1. Выполнение программы плановой вакцинации групп риска;</w:t>
            </w:r>
          </w:p>
          <w:p w14:paraId="3F7BCDBC" w14:textId="6EB46980" w:rsidR="00DE5782" w:rsidRPr="001C4457" w:rsidRDefault="00DE5782" w:rsidP="00611745">
            <w:pPr>
              <w:widowControl w:val="0"/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2. Вакцинация против кори взрослых до 35 лет, не привитых и не болевших ранее;</w:t>
            </w:r>
          </w:p>
          <w:p w14:paraId="7896611D" w14:textId="77777777" w:rsidR="00DE5782" w:rsidRPr="001C4457" w:rsidRDefault="00DE5782" w:rsidP="00611745">
            <w:pPr>
              <w:widowControl w:val="0"/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3. Внедрение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ab/>
              <w:t>комбинированной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ab/>
              <w:t>схемы иммунизации детей до 1 года против полиомиелита;</w:t>
            </w:r>
          </w:p>
          <w:p w14:paraId="483A1FF0" w14:textId="1A46ED23" w:rsidR="00C029DE" w:rsidRPr="001C4457" w:rsidRDefault="00DE5782" w:rsidP="00611745">
            <w:pPr>
              <w:widowControl w:val="0"/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4. Недопущение распространения кори в случае завоза на территорию Свердловской области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>;</w:t>
            </w:r>
          </w:p>
        </w:tc>
        <w:tc>
          <w:tcPr>
            <w:tcW w:w="1641" w:type="dxa"/>
          </w:tcPr>
          <w:p w14:paraId="78E81A3E" w14:textId="5C69610C" w:rsidR="00C029DE" w:rsidRPr="001C4457" w:rsidRDefault="00DE5782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226DFC32" w14:textId="6923B0F0" w:rsidR="00DE5782" w:rsidRPr="001C4457" w:rsidRDefault="00DE5782" w:rsidP="00DE5782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ГАУЗ СО «Красноуфимская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</w:rPr>
              <w:t xml:space="preserve"> (по согласованию)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 </w:t>
            </w:r>
          </w:p>
          <w:p w14:paraId="7070D77D" w14:textId="77777777" w:rsidR="00DE5782" w:rsidRPr="001C4457" w:rsidRDefault="00DE5782" w:rsidP="00DE5782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7B43B77A" w14:textId="5CB699EB" w:rsidR="00C029DE" w:rsidRPr="001C4457" w:rsidRDefault="00DE5782" w:rsidP="00DE5782">
            <w:pPr>
              <w:autoSpaceDE w:val="0"/>
              <w:snapToGrid w:val="0"/>
              <w:jc w:val="center"/>
              <w:rPr>
                <w:rFonts w:ascii="Liberation Serif" w:eastAsia="Arial CYR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</w:p>
        </w:tc>
      </w:tr>
      <w:tr w:rsidR="001C4457" w:rsidRPr="001C4457" w14:paraId="46B4127D" w14:textId="77777777" w:rsidTr="00394DFD">
        <w:tc>
          <w:tcPr>
            <w:tcW w:w="15588" w:type="dxa"/>
            <w:gridSpan w:val="4"/>
          </w:tcPr>
          <w:p w14:paraId="00BBFBB5" w14:textId="2FCBD24B" w:rsidR="00C64850" w:rsidRPr="001C4457" w:rsidRDefault="00611745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33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8E0C49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санитарную охрану территорий, реализовать мероприятия по предупреждению заноса (завоза) инфекций, имеющих важное международное значение (в т.ч. новой коронавирусной инфекции)</w:t>
            </w:r>
          </w:p>
        </w:tc>
      </w:tr>
      <w:tr w:rsidR="001C4457" w:rsidRPr="001C4457" w14:paraId="57BD5D85" w14:textId="77777777" w:rsidTr="00394DFD">
        <w:tc>
          <w:tcPr>
            <w:tcW w:w="959" w:type="dxa"/>
          </w:tcPr>
          <w:p w14:paraId="4108AEBD" w14:textId="77777777" w:rsidR="00C64850" w:rsidRPr="001C4457" w:rsidRDefault="00C64850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0AA76690" w14:textId="77777777" w:rsidR="00611745" w:rsidRPr="001C4457" w:rsidRDefault="00611745">
            <w:pPr>
              <w:pStyle w:val="af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0" w:firstLine="142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Лабораторные исследования проб воды в рамках социально гигиенического мониторинга;</w:t>
            </w:r>
          </w:p>
          <w:p w14:paraId="53164A40" w14:textId="77777777" w:rsidR="00611745" w:rsidRPr="001C4457" w:rsidRDefault="00611745">
            <w:pPr>
              <w:pStyle w:val="af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0" w:firstLine="142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 xml:space="preserve">Информационно – разъяснительная работа с населением; </w:t>
            </w:r>
          </w:p>
          <w:p w14:paraId="192B4BF9" w14:textId="77777777" w:rsidR="00611745" w:rsidRPr="001C4457" w:rsidRDefault="00611745">
            <w:pPr>
              <w:pStyle w:val="af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0" w:firstLine="142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Реализация комплексного план мероприятий по санитарной охране территории городского округа Красноуфимск от завоза особо опасных инфекций на 2025 -2030 гг.;</w:t>
            </w:r>
          </w:p>
          <w:p w14:paraId="543C8126" w14:textId="77777777" w:rsidR="00611745" w:rsidRPr="001C4457" w:rsidRDefault="00611745" w:rsidP="006117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П</w:t>
            </w:r>
            <w:r w:rsidRPr="00394DFD">
              <w:rPr>
                <w:rFonts w:ascii="Liberation Serif" w:eastAsia="TimesNewRomanPSMT" w:hAnsi="Liberation Serif"/>
                <w:sz w:val="24"/>
                <w:szCs w:val="24"/>
              </w:rPr>
              <w:t xml:space="preserve">роведение иммунизации населения против </w:t>
            </w:r>
            <w:r w:rsidRPr="00394DFD">
              <w:rPr>
                <w:rFonts w:ascii="Liberation Serif" w:eastAsia="TimesNewRomanPSMT" w:hAnsi="Liberation Serif"/>
                <w:sz w:val="24"/>
                <w:szCs w:val="24"/>
                <w:lang w:val="en-US"/>
              </w:rPr>
              <w:t>COVID</w:t>
            </w:r>
            <w:r w:rsidRPr="00394DFD">
              <w:rPr>
                <w:rFonts w:ascii="Liberation Serif" w:eastAsia="TimesNewRomanPSMT" w:hAnsi="Liberation Serif"/>
                <w:sz w:val="24"/>
                <w:szCs w:val="24"/>
              </w:rPr>
              <w:t xml:space="preserve"> 19</w:t>
            </w:r>
            <w:r w:rsidRPr="001C4457">
              <w:rPr>
                <w:rFonts w:ascii="Liberation Serif" w:eastAsia="TimesNewRomanPSMT" w:hAnsi="Liberation Serif"/>
              </w:rPr>
              <w:t>;</w:t>
            </w:r>
            <w:r w:rsidRPr="00394DFD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</w:rPr>
              <w:t xml:space="preserve"> </w:t>
            </w:r>
          </w:p>
          <w:p w14:paraId="7211107C" w14:textId="2B931F07" w:rsidR="00611745" w:rsidRPr="001C4457" w:rsidRDefault="00611745">
            <w:pPr>
              <w:pStyle w:val="afd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212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 xml:space="preserve">Реализация комплексного плана по предотвращению распространения на </w:t>
            </w:r>
            <w:r w:rsidRPr="001C4457">
              <w:rPr>
                <w:rFonts w:ascii="Liberation Serif" w:eastAsia="TimesNewRomanPSMT" w:hAnsi="Liberation Serif"/>
              </w:rPr>
              <w:lastRenderedPageBreak/>
              <w:t>территории ГО Красноуфимск новой коронавирусной инфекции (</w:t>
            </w:r>
            <w:r w:rsidRPr="001C4457">
              <w:rPr>
                <w:rFonts w:ascii="Liberation Serif" w:eastAsia="TimesNewRomanPSMT" w:hAnsi="Liberation Serif"/>
                <w:lang w:val="en-US"/>
              </w:rPr>
              <w:t>COVID</w:t>
            </w:r>
            <w:r w:rsidRPr="001C4457">
              <w:rPr>
                <w:rFonts w:ascii="Liberation Serif" w:eastAsia="TimesNewRomanPSMT" w:hAnsi="Liberation Serif"/>
              </w:rPr>
              <w:t>-19)</w:t>
            </w:r>
            <w:r w:rsidR="00C84E36">
              <w:rPr>
                <w:rFonts w:ascii="Liberation Serif" w:eastAsia="TimesNewRomanPSMT" w:hAnsi="Liberation Serif"/>
              </w:rPr>
              <w:t>;</w:t>
            </w:r>
          </w:p>
          <w:p w14:paraId="2D0E5751" w14:textId="0E6457FB" w:rsidR="00611745" w:rsidRPr="001C4457" w:rsidRDefault="00611745" w:rsidP="00611745">
            <w:pPr>
              <w:autoSpaceDE w:val="0"/>
              <w:autoSpaceDN w:val="0"/>
              <w:adjustRightInd w:val="0"/>
              <w:ind w:left="34" w:firstLine="320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 xml:space="preserve"> </w:t>
            </w:r>
          </w:p>
          <w:p w14:paraId="052452C5" w14:textId="6FB6AC87" w:rsidR="00611745" w:rsidRPr="001C4457" w:rsidRDefault="00611745" w:rsidP="00DE57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</w:p>
        </w:tc>
        <w:tc>
          <w:tcPr>
            <w:tcW w:w="1641" w:type="dxa"/>
          </w:tcPr>
          <w:p w14:paraId="5D87F554" w14:textId="5CEBF34A" w:rsidR="00C64850" w:rsidRPr="001C4457" w:rsidRDefault="00C64850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3431" w:type="dxa"/>
          </w:tcPr>
          <w:p w14:paraId="1AD249FD" w14:textId="30A6190A" w:rsidR="00C64850" w:rsidRPr="001C4457" w:rsidRDefault="00C64850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  <w:r w:rsidR="00D94E1A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47E96953" w14:textId="6F33A6CE" w:rsidR="00C64850" w:rsidRPr="001C4457" w:rsidRDefault="00C64850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«Красноуфимская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(по согласованию)</w:t>
            </w:r>
          </w:p>
          <w:p w14:paraId="52D025A7" w14:textId="74F294DB" w:rsidR="00C64850" w:rsidRPr="001C4457" w:rsidRDefault="00C64850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ТО Управления Роспотребнадзора по Свердловской области</w:t>
            </w:r>
          </w:p>
          <w:p w14:paraId="16415FE5" w14:textId="77777777" w:rsidR="00C64850" w:rsidRPr="001C4457" w:rsidRDefault="00C64850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(по согласованию)</w:t>
            </w:r>
          </w:p>
          <w:p w14:paraId="1717F0F4" w14:textId="77777777" w:rsidR="00C64850" w:rsidRPr="001C4457" w:rsidRDefault="00C64850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43DB8656" w14:textId="1C980DA4" w:rsidR="00C64850" w:rsidRPr="001C4457" w:rsidRDefault="00C64850" w:rsidP="00CB0459">
            <w:pPr>
              <w:autoSpaceDE w:val="0"/>
              <w:snapToGri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1C4457" w:rsidRPr="001C4457" w14:paraId="0B82677F" w14:textId="77777777" w:rsidTr="00394DFD">
        <w:tc>
          <w:tcPr>
            <w:tcW w:w="15588" w:type="dxa"/>
            <w:gridSpan w:val="4"/>
          </w:tcPr>
          <w:p w14:paraId="0514D6D5" w14:textId="6A3ED349" w:rsidR="00141BB9" w:rsidRPr="001C4457" w:rsidRDefault="004E348F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34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141BB9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Реализовать комплекс мероприятий по профилактике природно-очаговых инфекций, в том числе мероприятий по уменьшению численности мелких млекопитающих, являющихся переносчиками и естественным резервуаром для поддержания активности природных очагов инфекций, общих для человека и животных</w:t>
            </w:r>
          </w:p>
        </w:tc>
      </w:tr>
      <w:tr w:rsidR="001C4457" w:rsidRPr="001C4457" w14:paraId="1431F2D7" w14:textId="77777777" w:rsidTr="00394DFD">
        <w:tc>
          <w:tcPr>
            <w:tcW w:w="959" w:type="dxa"/>
          </w:tcPr>
          <w:p w14:paraId="40038BD0" w14:textId="20F4197F" w:rsidR="00141BB9" w:rsidRPr="001C4457" w:rsidRDefault="00141BB9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67E85C45" w14:textId="73A9F22B" w:rsidR="00141BB9" w:rsidRPr="001C4457" w:rsidRDefault="007D4338" w:rsidP="004E348F">
            <w:pPr>
              <w:pStyle w:val="afd"/>
              <w:ind w:left="0" w:firstLine="175"/>
              <w:jc w:val="both"/>
              <w:rPr>
                <w:rFonts w:ascii="Liberation Serif" w:eastAsia="Calibri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 xml:space="preserve">1. </w:t>
            </w:r>
            <w:r w:rsidR="00141BB9" w:rsidRPr="001C4457">
              <w:rPr>
                <w:rFonts w:ascii="Liberation Serif" w:eastAsia="TimesNewRomanPSMT" w:hAnsi="Liberation Serif"/>
              </w:rPr>
              <w:t>Реализовать комплекс мероприятий по профилактике природно- очаговых инфекций, в том числе мероприятий по уменьшению численности мелких млекопитающих, являющихся переносчиками и естественным резервуаром для поддержания активности природных очагов инфекций, общих для человека и животных</w:t>
            </w:r>
            <w:r w:rsidR="00C84E36">
              <w:rPr>
                <w:rFonts w:ascii="Liberation Serif" w:eastAsia="TimesNewRomanPSMT" w:hAnsi="Liberation Serif"/>
              </w:rPr>
              <w:t>;</w:t>
            </w:r>
          </w:p>
          <w:p w14:paraId="4A169DC6" w14:textId="30484797" w:rsidR="007D4338" w:rsidRPr="001C4457" w:rsidRDefault="007D4338" w:rsidP="004E348F">
            <w:pPr>
              <w:ind w:firstLine="175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2. Проведение иммунизации контингентов групп риска среди населения против туляремии, клещевого энцефалита;</w:t>
            </w:r>
          </w:p>
          <w:p w14:paraId="60AF8E18" w14:textId="3BF26CFE" w:rsidR="007D4338" w:rsidRPr="001C4457" w:rsidRDefault="007D4338" w:rsidP="004E348F">
            <w:pPr>
              <w:ind w:firstLine="175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3. Контроль за проведением дератизационных мероприятий на территориях (в лесопарковых зонах, зонах отдыха населения, садовых кооперативах, на кладбищах);</w:t>
            </w:r>
          </w:p>
          <w:p w14:paraId="49EB0E67" w14:textId="2F5D62A2" w:rsidR="007D4338" w:rsidRPr="001C4457" w:rsidRDefault="007D4338" w:rsidP="004E348F">
            <w:pPr>
              <w:ind w:firstLine="175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4. Контроль за отловом бродячих животных на территориях муниципальных образований в Свердловской области;</w:t>
            </w:r>
          </w:p>
          <w:p w14:paraId="2BD51BA0" w14:textId="7D821E8A" w:rsidR="007D4338" w:rsidRPr="001C4457" w:rsidRDefault="007D4338" w:rsidP="004E348F">
            <w:pPr>
              <w:ind w:firstLine="175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5.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ab/>
              <w:t>Проведение</w:t>
            </w: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ab/>
              <w:t xml:space="preserve">дезинфекционных, дератизационных, дезинсекционных работ (в т.ч. 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акарицидной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</w:rPr>
              <w:t xml:space="preserve"> обработки);</w:t>
            </w:r>
          </w:p>
          <w:p w14:paraId="5E12A0BD" w14:textId="59BC56E0" w:rsidR="007D4338" w:rsidRPr="001C4457" w:rsidRDefault="007D4338" w:rsidP="004E348F">
            <w:pPr>
              <w:ind w:firstLine="175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</w:rPr>
              <w:t>6. Обеспечение чистоты дворов, складских помещений, рынков, продовольственных складов</w:t>
            </w:r>
            <w:r w:rsidR="00C84E36">
              <w:rPr>
                <w:rFonts w:ascii="Liberation Serif" w:eastAsia="Calibri" w:hAnsi="Liberation Serif"/>
                <w:sz w:val="24"/>
                <w:szCs w:val="24"/>
              </w:rPr>
              <w:t>;</w:t>
            </w:r>
          </w:p>
        </w:tc>
        <w:tc>
          <w:tcPr>
            <w:tcW w:w="1641" w:type="dxa"/>
          </w:tcPr>
          <w:p w14:paraId="0BAD55A5" w14:textId="56FF90CC" w:rsidR="00141BB9" w:rsidRPr="001C4457" w:rsidRDefault="00141BB9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751C07DD" w14:textId="77777777" w:rsidR="007D4338" w:rsidRPr="001C4457" w:rsidRDefault="007D4338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</w:p>
          <w:p w14:paraId="0A30A60E" w14:textId="677B16BB" w:rsidR="007D4338" w:rsidRPr="001C4457" w:rsidRDefault="007D4338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МКУ «СЕЗ»</w:t>
            </w:r>
          </w:p>
          <w:p w14:paraId="48D6E7C1" w14:textId="1C50E4FC" w:rsidR="007D4338" w:rsidRPr="001C4457" w:rsidRDefault="007D4338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«Красноуфимская РБ»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(по согласованию)</w:t>
            </w:r>
          </w:p>
          <w:p w14:paraId="611E5893" w14:textId="68108B67" w:rsidR="007D4338" w:rsidRPr="001C4457" w:rsidRDefault="007D4338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ТО Управления Роспотребнадзора по Свердловской области</w:t>
            </w:r>
          </w:p>
          <w:p w14:paraId="6438F0C4" w14:textId="77777777" w:rsidR="007D4338" w:rsidRPr="001C4457" w:rsidRDefault="007D4338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0C79C63A" w14:textId="77777777" w:rsidR="007D4338" w:rsidRPr="001C4457" w:rsidRDefault="007D4338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136E940A" w14:textId="4AD49ADC" w:rsidR="00141BB9" w:rsidRPr="001C4457" w:rsidRDefault="007D4338" w:rsidP="00CB0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1C4457" w:rsidRPr="001C4457" w14:paraId="698AAD8A" w14:textId="77777777" w:rsidTr="003A75EF">
        <w:tc>
          <w:tcPr>
            <w:tcW w:w="15588" w:type="dxa"/>
            <w:gridSpan w:val="4"/>
          </w:tcPr>
          <w:p w14:paraId="510CEAA7" w14:textId="77777777" w:rsidR="007D52C3" w:rsidRDefault="004E348F" w:rsidP="00CB0459">
            <w:pPr>
              <w:tabs>
                <w:tab w:val="left" w:pos="600"/>
              </w:tabs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7D52C3">
              <w:rPr>
                <w:rFonts w:ascii="Liberation Serif" w:eastAsia="Calibri" w:hAnsi="Liberation Serif"/>
                <w:b/>
                <w:bCs/>
                <w:sz w:val="24"/>
                <w:szCs w:val="24"/>
                <w:lang w:eastAsia="en-US"/>
              </w:rPr>
              <w:t>37.</w:t>
            </w: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Pr="001C4457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Обеспечить реализацию мер по соблюдению требований санитарного законодательства </w:t>
            </w:r>
          </w:p>
          <w:p w14:paraId="490896B6" w14:textId="6AE43D34" w:rsidR="004E348F" w:rsidRPr="001C4457" w:rsidRDefault="004E348F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hAnsi="Liberation Serif"/>
                <w:b/>
                <w:bCs/>
                <w:sz w:val="24"/>
                <w:szCs w:val="24"/>
              </w:rPr>
              <w:t>(презумпция добросовестности) хозяйствующих субъектов</w:t>
            </w:r>
          </w:p>
        </w:tc>
      </w:tr>
      <w:tr w:rsidR="004E348F" w:rsidRPr="001C4457" w14:paraId="75741043" w14:textId="77777777" w:rsidTr="00394DFD">
        <w:tc>
          <w:tcPr>
            <w:tcW w:w="959" w:type="dxa"/>
          </w:tcPr>
          <w:p w14:paraId="434C795C" w14:textId="77777777" w:rsidR="004E348F" w:rsidRPr="001C4457" w:rsidRDefault="004E348F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29F4E42E" w14:textId="45FA64EF" w:rsidR="007D52C3" w:rsidRPr="007D52C3" w:rsidRDefault="007D52C3" w:rsidP="00C84E36">
            <w:pPr>
              <w:suppressAutoHyphens/>
              <w:ind w:firstLine="212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 </w:t>
            </w:r>
            <w:r w:rsidRPr="007D52C3">
              <w:rPr>
                <w:rFonts w:ascii="Liberation Serif" w:eastAsia="Calibri" w:hAnsi="Liberation Serif"/>
                <w:sz w:val="24"/>
                <w:szCs w:val="24"/>
              </w:rPr>
              <w:t xml:space="preserve">Реализация принципа презумпции добросовестности субъектов хозяйственной деятельности при выполнении санитарно-эпидемиологического законодательства; </w:t>
            </w:r>
          </w:p>
          <w:p w14:paraId="381085BC" w14:textId="3C5BA299" w:rsidR="007D52C3" w:rsidRPr="007D52C3" w:rsidRDefault="007D52C3" w:rsidP="00C84E36">
            <w:pPr>
              <w:suppressAutoHyphens/>
              <w:ind w:firstLine="212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2. И</w:t>
            </w:r>
            <w:r w:rsidRPr="007D52C3">
              <w:rPr>
                <w:rFonts w:ascii="Liberation Serif" w:eastAsia="Calibri" w:hAnsi="Liberation Serif"/>
                <w:sz w:val="24"/>
                <w:szCs w:val="24"/>
              </w:rPr>
              <w:t>спользование при принятии управленческих решений методов оценки и управления риском для здоровья населения;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 </w:t>
            </w:r>
          </w:p>
          <w:p w14:paraId="6CE74BAB" w14:textId="619D5325" w:rsidR="007D52C3" w:rsidRPr="007D52C3" w:rsidRDefault="007D52C3" w:rsidP="00C84E36">
            <w:pPr>
              <w:suppressAutoHyphens/>
              <w:ind w:firstLine="212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3. Р</w:t>
            </w:r>
            <w:r w:rsidRPr="007D52C3">
              <w:rPr>
                <w:rFonts w:ascii="Liberation Serif" w:eastAsia="Calibri" w:hAnsi="Liberation Serif"/>
                <w:sz w:val="24"/>
                <w:szCs w:val="24"/>
              </w:rPr>
              <w:t>азвитие системы социально-гигиенического и экологического мониторинга, а также мониторинга особо опасных объектов;</w:t>
            </w:r>
          </w:p>
          <w:p w14:paraId="67D8A54C" w14:textId="3A79F68A" w:rsidR="004E348F" w:rsidRPr="007D52C3" w:rsidRDefault="007D52C3" w:rsidP="00C84E36">
            <w:pPr>
              <w:suppressAutoHyphens/>
              <w:ind w:firstLine="212"/>
              <w:jc w:val="both"/>
              <w:rPr>
                <w:rFonts w:ascii="Liberation Serif" w:eastAsia="TimesNewRomanPSMT" w:hAnsi="Liberation Serif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4. П</w:t>
            </w:r>
            <w:r w:rsidRPr="007D52C3">
              <w:rPr>
                <w:rFonts w:ascii="Liberation Serif" w:eastAsia="Calibri" w:hAnsi="Liberation Serif"/>
                <w:sz w:val="24"/>
                <w:szCs w:val="24"/>
              </w:rPr>
              <w:t>овышение социальной ответственности хозяйствующих субъектов за качество и безопасность товаров, работ и услуг;</w:t>
            </w:r>
          </w:p>
        </w:tc>
        <w:tc>
          <w:tcPr>
            <w:tcW w:w="1641" w:type="dxa"/>
          </w:tcPr>
          <w:p w14:paraId="7D4A3D81" w14:textId="3DBCF33C" w:rsidR="004E348F" w:rsidRPr="001C4457" w:rsidRDefault="007D52C3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Постоянно </w:t>
            </w:r>
          </w:p>
        </w:tc>
        <w:tc>
          <w:tcPr>
            <w:tcW w:w="3431" w:type="dxa"/>
          </w:tcPr>
          <w:p w14:paraId="24268975" w14:textId="64D21257" w:rsidR="004E348F" w:rsidRPr="001C4457" w:rsidRDefault="007D52C3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Хозяйствующие субъекты</w:t>
            </w:r>
          </w:p>
        </w:tc>
      </w:tr>
      <w:tr w:rsidR="001C4457" w:rsidRPr="001C4457" w14:paraId="3B85B296" w14:textId="77777777" w:rsidTr="00394DFD">
        <w:tc>
          <w:tcPr>
            <w:tcW w:w="15588" w:type="dxa"/>
            <w:gridSpan w:val="4"/>
          </w:tcPr>
          <w:p w14:paraId="3CF0A769" w14:textId="48BF2C80" w:rsidR="0029692A" w:rsidRPr="001C4457" w:rsidRDefault="004E348F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40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29692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реализацию профилактических мероприятий, направленных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29692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на снижение неблагоприятного воздействия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29692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факторов</w:t>
            </w:r>
          </w:p>
          <w:p w14:paraId="4160D986" w14:textId="08DFAABB" w:rsidR="0029692A" w:rsidRPr="001C4457" w:rsidRDefault="0029692A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риска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ab/>
              <w:t>на</w:t>
            </w:r>
            <w:r w:rsidR="004E348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здоровье населения, информирование населения о факторах риска,</w:t>
            </w:r>
            <w:r w:rsidR="004E348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формирующих здоровье,</w:t>
            </w:r>
            <w:r w:rsidR="004E348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</w:t>
            </w:r>
            <w:r w:rsidR="004E348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мерах профилактики</w:t>
            </w:r>
          </w:p>
        </w:tc>
      </w:tr>
      <w:tr w:rsidR="001C4457" w:rsidRPr="001C4457" w14:paraId="1DEF5203" w14:textId="77777777" w:rsidTr="00394DFD">
        <w:tc>
          <w:tcPr>
            <w:tcW w:w="959" w:type="dxa"/>
          </w:tcPr>
          <w:p w14:paraId="72EC5217" w14:textId="77777777" w:rsidR="0067722F" w:rsidRPr="001C4457" w:rsidRDefault="0067722F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595EF3F2" w14:textId="7FD61E3D" w:rsidR="00912F3B" w:rsidRPr="001C4457" w:rsidRDefault="00912F3B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1. Профилактика алкогольной зависимости;</w:t>
            </w:r>
          </w:p>
          <w:p w14:paraId="2AC17397" w14:textId="04D62681" w:rsidR="00912F3B" w:rsidRPr="001C4457" w:rsidRDefault="00912F3B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2. Профилактика табакокурения, проведение дней борьбы с курением;</w:t>
            </w:r>
          </w:p>
          <w:p w14:paraId="6A840BC2" w14:textId="24AF58A4" w:rsidR="00912F3B" w:rsidRPr="001C4457" w:rsidRDefault="00912F3B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3. Ограничение курения в общественных местах;</w:t>
            </w:r>
          </w:p>
          <w:p w14:paraId="1733F86B" w14:textId="3BE7137F" w:rsidR="00912F3B" w:rsidRPr="001C4457" w:rsidRDefault="00912F3B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lastRenderedPageBreak/>
              <w:t>4. Повышение уровня знаний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граждан, специалистов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ab/>
            </w:r>
            <w:r w:rsidR="00C84E36" w:rsidRPr="001C4457">
              <w:rPr>
                <w:rFonts w:ascii="Liberation Serif" w:eastAsia="TimesNewRomanPSMT" w:hAnsi="Liberation Serif"/>
                <w:sz w:val="24"/>
                <w:szCs w:val="24"/>
              </w:rPr>
              <w:t>индивидуальных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предпринимателей в вопросах здорового образа жизни,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соблюдения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санитарного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законодательства, законодательства в сфере защиты прав потребителей;</w:t>
            </w:r>
          </w:p>
          <w:p w14:paraId="6F1640FA" w14:textId="0587513B" w:rsidR="0067722F" w:rsidRPr="001C4457" w:rsidRDefault="00912F3B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5. Гигиеническое образование детей и подростков в дошкольных образовательных учреждениях и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 xml:space="preserve"> 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школах</w:t>
            </w:r>
            <w:r w:rsidR="00C84E36">
              <w:rPr>
                <w:rFonts w:ascii="Liberation Serif" w:eastAsia="TimesNewRomanPSMT" w:hAnsi="Liberation Serif"/>
                <w:sz w:val="24"/>
                <w:szCs w:val="24"/>
              </w:rPr>
              <w:t>;</w:t>
            </w: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ab/>
            </w:r>
          </w:p>
        </w:tc>
        <w:tc>
          <w:tcPr>
            <w:tcW w:w="1641" w:type="dxa"/>
          </w:tcPr>
          <w:p w14:paraId="43C7A424" w14:textId="68288462" w:rsidR="0067722F" w:rsidRPr="001C4457" w:rsidRDefault="00035804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3431" w:type="dxa"/>
          </w:tcPr>
          <w:p w14:paraId="69CFA5BC" w14:textId="77777777" w:rsidR="00912F3B" w:rsidRPr="001C4457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</w:p>
          <w:p w14:paraId="0F8ABEC3" w14:textId="77777777" w:rsidR="002525E3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образования   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1367B908" w14:textId="58C50340" w:rsidR="00912F3B" w:rsidRPr="001C4457" w:rsidRDefault="002525E3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</w:t>
            </w:r>
            <w:r w:rsidR="00912F3B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Красноуфимск</w:t>
            </w:r>
          </w:p>
          <w:p w14:paraId="57C6FF76" w14:textId="77777777" w:rsidR="00912F3B" w:rsidRPr="001C4457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образовательные организации</w:t>
            </w:r>
          </w:p>
          <w:p w14:paraId="14130EE0" w14:textId="2AE3BCFD" w:rsidR="00912F3B" w:rsidRPr="001C4457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ГАУЗ СО «Красноуфимская РБ»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(по согласованию</w:t>
            </w:r>
            <w:r w:rsidR="00C84E3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)</w:t>
            </w:r>
          </w:p>
          <w:p w14:paraId="23654092" w14:textId="1C074BC6" w:rsidR="00912F3B" w:rsidRPr="001C4457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ТО Управления Роспотребнадзора по Свердловской области</w:t>
            </w:r>
          </w:p>
          <w:p w14:paraId="7E6AE8E4" w14:textId="77777777" w:rsidR="00912F3B" w:rsidRPr="001C4457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14:paraId="146D75CD" w14:textId="77777777" w:rsidR="0067722F" w:rsidRDefault="00912F3B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5CF0D384" w14:textId="646C6823" w:rsidR="002525E3" w:rsidRPr="001C4457" w:rsidRDefault="002525E3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1C4457" w:rsidRPr="001C4457" w14:paraId="6BCD195D" w14:textId="77777777" w:rsidTr="00394DFD">
        <w:tc>
          <w:tcPr>
            <w:tcW w:w="15588" w:type="dxa"/>
            <w:gridSpan w:val="4"/>
          </w:tcPr>
          <w:p w14:paraId="7B4A4885" w14:textId="36DAE2BB" w:rsidR="00EE14E0" w:rsidRPr="001C4457" w:rsidRDefault="004E348F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lastRenderedPageBreak/>
              <w:t>41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EE14E0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реализацию плана мероприятий по формированию здорового образа жизни населения (в первую очередь среди молодежи)</w:t>
            </w:r>
          </w:p>
        </w:tc>
      </w:tr>
      <w:tr w:rsidR="001C4457" w:rsidRPr="001C4457" w14:paraId="4525387B" w14:textId="77777777" w:rsidTr="00394DFD">
        <w:tc>
          <w:tcPr>
            <w:tcW w:w="959" w:type="dxa"/>
          </w:tcPr>
          <w:p w14:paraId="23449027" w14:textId="77777777" w:rsidR="00EE14E0" w:rsidRPr="001C4457" w:rsidRDefault="00EE14E0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1B0E3BBE" w14:textId="7065B745" w:rsidR="00EE14E0" w:rsidRPr="001C4457" w:rsidRDefault="00EE14E0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1. Информирование населения по актуальным вопросам профилактики заболеваний и ведения здорового образа жизни населения;</w:t>
            </w:r>
          </w:p>
          <w:p w14:paraId="185AEB62" w14:textId="7BFDF133" w:rsidR="00EE14E0" w:rsidRPr="001C4457" w:rsidRDefault="00EE14E0" w:rsidP="00C84E36">
            <w:pPr>
              <w:autoSpaceDE w:val="0"/>
              <w:autoSpaceDN w:val="0"/>
              <w:adjustRightInd w:val="0"/>
              <w:ind w:firstLine="212"/>
              <w:jc w:val="both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2. Организация и проведение массовых спортивных мероприятий;</w:t>
            </w:r>
          </w:p>
        </w:tc>
        <w:tc>
          <w:tcPr>
            <w:tcW w:w="1641" w:type="dxa"/>
          </w:tcPr>
          <w:p w14:paraId="7304BF74" w14:textId="0C2B482F" w:rsidR="00EE14E0" w:rsidRPr="001C4457" w:rsidRDefault="001669DC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626C7050" w14:textId="77777777" w:rsidR="00EE14E0" w:rsidRPr="001C4457" w:rsidRDefault="00EE14E0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</w:p>
          <w:p w14:paraId="1691BCA9" w14:textId="77777777" w:rsidR="00035804" w:rsidRDefault="00035804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1831AF77" w14:textId="5CAA7486" w:rsidR="00C84E36" w:rsidRPr="001C4457" w:rsidRDefault="00C84E36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1C4457" w:rsidRPr="001C4457" w14:paraId="0F8AE1FC" w14:textId="77777777" w:rsidTr="00394DFD">
        <w:tc>
          <w:tcPr>
            <w:tcW w:w="15588" w:type="dxa"/>
            <w:gridSpan w:val="4"/>
          </w:tcPr>
          <w:p w14:paraId="5553EBD3" w14:textId="775AD9CE" w:rsidR="00035804" w:rsidRPr="001C4457" w:rsidRDefault="001669DC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4E348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42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. </w:t>
            </w:r>
            <w:r w:rsidR="00035804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проведение гигиенического обучения руководителей</w:t>
            </w:r>
            <w:r w:rsidR="004E348F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035804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 индивидуальных предпринимателей, представителей общественных организаций и населения</w:t>
            </w:r>
          </w:p>
        </w:tc>
      </w:tr>
      <w:tr w:rsidR="001C4457" w:rsidRPr="001C4457" w14:paraId="0DD99B9A" w14:textId="77777777" w:rsidTr="00394DFD">
        <w:tc>
          <w:tcPr>
            <w:tcW w:w="959" w:type="dxa"/>
          </w:tcPr>
          <w:p w14:paraId="2B571C17" w14:textId="77777777" w:rsidR="00035804" w:rsidRPr="001C4457" w:rsidRDefault="00035804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1FBCE0F9" w14:textId="493D4186" w:rsidR="00035804" w:rsidRPr="001C4457" w:rsidRDefault="00035804" w:rsidP="00C84E36">
            <w:pPr>
              <w:pStyle w:val="afd"/>
              <w:autoSpaceDE w:val="0"/>
              <w:autoSpaceDN w:val="0"/>
              <w:adjustRightInd w:val="0"/>
              <w:ind w:left="0" w:firstLine="212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 xml:space="preserve">1. Создание системы профориентации и </w:t>
            </w:r>
            <w:proofErr w:type="spellStart"/>
            <w:r w:rsidRPr="001C4457">
              <w:rPr>
                <w:rFonts w:ascii="Liberation Serif" w:eastAsia="TimesNewRomanPSMT" w:hAnsi="Liberation Serif"/>
              </w:rPr>
              <w:t>профконсультации</w:t>
            </w:r>
            <w:proofErr w:type="spellEnd"/>
            <w:r w:rsidRPr="001C4457">
              <w:rPr>
                <w:rFonts w:ascii="Liberation Serif" w:eastAsia="TimesNewRomanPSMT" w:hAnsi="Liberation Serif"/>
              </w:rPr>
              <w:t xml:space="preserve"> подростков с включением в содержательную часть базисного учебного плана сведений о влиянии факторов риска на здоровье, о профессионально значимых психофизиологических функциях человека, от уровня которых</w:t>
            </w:r>
            <w:r w:rsidRPr="001C4457">
              <w:rPr>
                <w:rFonts w:ascii="Liberation Serif" w:eastAsia="TimesNewRomanPSMT" w:hAnsi="Liberation Serif"/>
              </w:rPr>
              <w:tab/>
              <w:t>зависит</w:t>
            </w:r>
            <w:r w:rsidRPr="001C4457">
              <w:rPr>
                <w:rFonts w:ascii="Liberation Serif" w:eastAsia="TimesNewRomanPSMT" w:hAnsi="Liberation Serif"/>
              </w:rPr>
              <w:tab/>
              <w:t>успешность освоения профессии;</w:t>
            </w:r>
          </w:p>
          <w:p w14:paraId="2C0F7565" w14:textId="2ED30EB0" w:rsidR="00035804" w:rsidRPr="001C4457" w:rsidRDefault="00035804" w:rsidP="00C84E36">
            <w:pPr>
              <w:autoSpaceDE w:val="0"/>
              <w:autoSpaceDN w:val="0"/>
              <w:adjustRightInd w:val="0"/>
              <w:ind w:firstLine="212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2. Гигиеническое обучение детей и родителей;</w:t>
            </w:r>
          </w:p>
          <w:p w14:paraId="47DD6324" w14:textId="59A80068" w:rsidR="00035804" w:rsidRPr="001C4457" w:rsidRDefault="00035804" w:rsidP="00C84E36">
            <w:pPr>
              <w:autoSpaceDE w:val="0"/>
              <w:autoSpaceDN w:val="0"/>
              <w:adjustRightInd w:val="0"/>
              <w:ind w:firstLine="212"/>
              <w:rPr>
                <w:rFonts w:ascii="Liberation Serif" w:eastAsia="TimesNewRomanPSMT" w:hAnsi="Liberation Serif"/>
                <w:sz w:val="24"/>
                <w:szCs w:val="24"/>
              </w:rPr>
            </w:pPr>
            <w:r w:rsidRPr="001C4457">
              <w:rPr>
                <w:rFonts w:ascii="Liberation Serif" w:eastAsia="TimesNewRomanPSMT" w:hAnsi="Liberation Serif"/>
                <w:sz w:val="24"/>
                <w:szCs w:val="24"/>
              </w:rPr>
              <w:t>3. Обеспечение доступности гигиенического обучения для населения</w:t>
            </w:r>
          </w:p>
        </w:tc>
        <w:tc>
          <w:tcPr>
            <w:tcW w:w="1641" w:type="dxa"/>
          </w:tcPr>
          <w:p w14:paraId="13312C2E" w14:textId="7635E1FB" w:rsidR="00035804" w:rsidRPr="001C4457" w:rsidRDefault="001669DC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387A7D69" w14:textId="77777777" w:rsidR="00035804" w:rsidRPr="001C4457" w:rsidRDefault="00035804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</w:p>
          <w:p w14:paraId="398AAA72" w14:textId="77777777" w:rsidR="002525E3" w:rsidRDefault="00035804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Управление образования   </w:t>
            </w:r>
            <w:r w:rsidR="002525E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14:paraId="3B9261F2" w14:textId="38F8BD80" w:rsidR="00035804" w:rsidRPr="001C4457" w:rsidRDefault="002525E3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ГО</w:t>
            </w:r>
            <w:r w:rsidR="00035804"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Красноуфимск,</w:t>
            </w:r>
          </w:p>
          <w:p w14:paraId="7A67CBFA" w14:textId="77777777" w:rsidR="00035804" w:rsidRPr="001C4457" w:rsidRDefault="00035804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образовательные организации</w:t>
            </w:r>
          </w:p>
          <w:p w14:paraId="4A41F73E" w14:textId="77777777" w:rsidR="00035804" w:rsidRDefault="00035804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Красноуфимский Филиал ФБУЗ «</w:t>
            </w:r>
            <w:proofErr w:type="spellStart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ЦГиЭ</w:t>
            </w:r>
            <w:proofErr w:type="spellEnd"/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СО»</w:t>
            </w:r>
          </w:p>
          <w:p w14:paraId="60789ADB" w14:textId="2F324146" w:rsidR="002525E3" w:rsidRPr="001C4457" w:rsidRDefault="002525E3" w:rsidP="00CB0459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1C4457" w:rsidRPr="001C4457" w14:paraId="1189A6D2" w14:textId="77777777" w:rsidTr="00394DFD">
        <w:tc>
          <w:tcPr>
            <w:tcW w:w="15588" w:type="dxa"/>
            <w:gridSpan w:val="4"/>
          </w:tcPr>
          <w:p w14:paraId="787A93EB" w14:textId="7AEEDD3D" w:rsidR="001669DC" w:rsidRPr="001C4457" w:rsidRDefault="004E348F" w:rsidP="00C028B3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44.</w:t>
            </w:r>
            <w:r w:rsidR="00C028B3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1669DC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Обеспечить устранение последствий чрезвычайных ситуаций техногенного</w:t>
            </w:r>
            <w:r w:rsidR="00C71C1A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 xml:space="preserve"> </w:t>
            </w:r>
            <w:r w:rsidR="001669DC" w:rsidRPr="001C4457">
              <w:rPr>
                <w:rFonts w:ascii="Liberation Serif" w:hAnsi="Liberation Serif"/>
                <w:b/>
                <w:i/>
                <w:sz w:val="24"/>
                <w:szCs w:val="24"/>
              </w:rPr>
              <w:t>и природного характера</w:t>
            </w:r>
          </w:p>
        </w:tc>
      </w:tr>
      <w:tr w:rsidR="001C4457" w:rsidRPr="001C4457" w14:paraId="13969722" w14:textId="77777777" w:rsidTr="00394DFD">
        <w:tc>
          <w:tcPr>
            <w:tcW w:w="959" w:type="dxa"/>
          </w:tcPr>
          <w:p w14:paraId="05709872" w14:textId="77777777" w:rsidR="00035804" w:rsidRPr="001C4457" w:rsidRDefault="00035804" w:rsidP="00852953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9557" w:type="dxa"/>
          </w:tcPr>
          <w:p w14:paraId="33AB095D" w14:textId="6F45E5C8" w:rsidR="001669DC" w:rsidRPr="001C4457" w:rsidRDefault="000D3C89">
            <w:pPr>
              <w:pStyle w:val="afd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" w:firstLine="178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А</w:t>
            </w:r>
            <w:r w:rsidR="001669DC" w:rsidRPr="001C4457">
              <w:rPr>
                <w:rFonts w:ascii="Liberation Serif" w:eastAsia="TimesNewRomanPSMT" w:hAnsi="Liberation Serif"/>
              </w:rPr>
              <w:t>варийно-спасательные работы и устранение</w:t>
            </w:r>
            <w:r w:rsidR="006C55C6" w:rsidRPr="001C4457">
              <w:rPr>
                <w:rFonts w:ascii="Liberation Serif" w:eastAsia="TimesNewRomanPSMT" w:hAnsi="Liberation Serif"/>
              </w:rPr>
              <w:t xml:space="preserve"> </w:t>
            </w:r>
            <w:r w:rsidR="001669DC" w:rsidRPr="001C4457">
              <w:rPr>
                <w:rFonts w:ascii="Liberation Serif" w:eastAsia="TimesNewRomanPSMT" w:hAnsi="Liberation Serif"/>
              </w:rPr>
              <w:t>последствий</w:t>
            </w:r>
            <w:r w:rsidR="001669DC" w:rsidRPr="001C4457">
              <w:rPr>
                <w:rFonts w:ascii="Liberation Serif" w:eastAsia="TimesNewRomanPSMT" w:hAnsi="Liberation Serif"/>
              </w:rPr>
              <w:tab/>
              <w:t>чрезвычайных</w:t>
            </w:r>
            <w:r w:rsidR="00CB0459" w:rsidRPr="001C4457">
              <w:rPr>
                <w:rFonts w:ascii="Liberation Serif" w:eastAsia="TimesNewRomanPSMT" w:hAnsi="Liberation Serif"/>
              </w:rPr>
              <w:t xml:space="preserve"> </w:t>
            </w:r>
            <w:r w:rsidR="001669DC" w:rsidRPr="001C4457">
              <w:rPr>
                <w:rFonts w:ascii="Liberation Serif" w:eastAsia="TimesNewRomanPSMT" w:hAnsi="Liberation Serif"/>
              </w:rPr>
              <w:t>ситуаций</w:t>
            </w:r>
            <w:r w:rsidR="006C55C6" w:rsidRPr="001C4457">
              <w:rPr>
                <w:rFonts w:ascii="Liberation Serif" w:eastAsia="TimesNewRomanPSMT" w:hAnsi="Liberation Serif"/>
              </w:rPr>
              <w:t xml:space="preserve"> </w:t>
            </w:r>
            <w:r w:rsidR="001669DC" w:rsidRPr="001C4457">
              <w:rPr>
                <w:rFonts w:ascii="Liberation Serif" w:eastAsia="TimesNewRomanPSMT" w:hAnsi="Liberation Serif"/>
              </w:rPr>
              <w:t>техногенного характера;</w:t>
            </w:r>
          </w:p>
          <w:p w14:paraId="4B94FD98" w14:textId="2A75493D" w:rsidR="00035804" w:rsidRPr="001C4457" w:rsidRDefault="000D3C89">
            <w:pPr>
              <w:pStyle w:val="afd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" w:firstLine="178"/>
              <w:jc w:val="both"/>
              <w:rPr>
                <w:rFonts w:ascii="Liberation Serif" w:eastAsia="TimesNewRomanPSMT" w:hAnsi="Liberation Serif"/>
              </w:rPr>
            </w:pPr>
            <w:r w:rsidRPr="001C4457">
              <w:rPr>
                <w:rFonts w:ascii="Liberation Serif" w:eastAsia="TimesNewRomanPSMT" w:hAnsi="Liberation Serif"/>
              </w:rPr>
              <w:t>А</w:t>
            </w:r>
            <w:r w:rsidR="001669DC" w:rsidRPr="001C4457">
              <w:rPr>
                <w:rFonts w:ascii="Liberation Serif" w:eastAsia="TimesNewRomanPSMT" w:hAnsi="Liberation Serif"/>
              </w:rPr>
              <w:t>варийно-спасательные работы и устранение последствий чрезвычайных ситуаций</w:t>
            </w:r>
            <w:r w:rsidR="00CB0459" w:rsidRPr="001C4457">
              <w:rPr>
                <w:rFonts w:ascii="Liberation Serif" w:eastAsia="TimesNewRomanPSMT" w:hAnsi="Liberation Serif"/>
              </w:rPr>
              <w:t xml:space="preserve">   </w:t>
            </w:r>
            <w:r w:rsidR="001669DC" w:rsidRPr="001C4457">
              <w:rPr>
                <w:rFonts w:ascii="Liberation Serif" w:eastAsia="TimesNewRomanPSMT" w:hAnsi="Liberation Serif"/>
              </w:rPr>
              <w:t>природного характера (кроме ликвидации лесных пожаров).</w:t>
            </w:r>
          </w:p>
        </w:tc>
        <w:tc>
          <w:tcPr>
            <w:tcW w:w="1641" w:type="dxa"/>
          </w:tcPr>
          <w:p w14:paraId="2DD18231" w14:textId="227FE115" w:rsidR="00035804" w:rsidRPr="001C4457" w:rsidRDefault="0044100B" w:rsidP="00852953">
            <w:pPr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431" w:type="dxa"/>
          </w:tcPr>
          <w:p w14:paraId="7608BBCD" w14:textId="77777777" w:rsidR="001669DC" w:rsidRPr="001C4457" w:rsidRDefault="001669DC" w:rsidP="002525E3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C445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Администрация ГО Красноуфимск</w:t>
            </w:r>
          </w:p>
          <w:p w14:paraId="0270FA25" w14:textId="77777777" w:rsidR="001669DC" w:rsidRPr="001C4457" w:rsidRDefault="001669DC" w:rsidP="002525E3">
            <w:pPr>
              <w:tabs>
                <w:tab w:val="left" w:pos="600"/>
              </w:tabs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97C60B3" w14:textId="77777777" w:rsidR="009179F2" w:rsidRPr="001C4457" w:rsidRDefault="009179F2" w:rsidP="00912F3B">
            <w:pPr>
              <w:tabs>
                <w:tab w:val="left" w:pos="600"/>
              </w:tabs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</w:tbl>
    <w:p w14:paraId="33E3B21A" w14:textId="033F0C41" w:rsidR="0035187F" w:rsidRDefault="0035187F" w:rsidP="00C71C1A"/>
    <w:p w14:paraId="577E68F9" w14:textId="228A202E" w:rsidR="004E348F" w:rsidRPr="00F80B40" w:rsidRDefault="00DB2CE6" w:rsidP="00DB2CE6">
      <w:pPr>
        <w:pStyle w:val="afd"/>
      </w:pPr>
      <w:r>
        <w:t>*</w:t>
      </w:r>
      <w:r w:rsidR="004E348F">
        <w:t xml:space="preserve">- Номера задач приведены в </w:t>
      </w:r>
      <w:r>
        <w:t>соответствии</w:t>
      </w:r>
      <w:r w:rsidR="004E348F">
        <w:t xml:space="preserve"> с Региональными особенностями состояния </w:t>
      </w:r>
      <w:r>
        <w:t>санитарно-эпидемиологического благополучия населения в Свердловской области в 2024 году</w:t>
      </w:r>
    </w:p>
    <w:sectPr w:rsidR="004E348F" w:rsidRPr="00F80B40" w:rsidSect="00C84E36">
      <w:headerReference w:type="default" r:id="rId8"/>
      <w:pgSz w:w="16838" w:h="11906" w:orient="landscape" w:code="9"/>
      <w:pgMar w:top="709" w:right="794" w:bottom="426" w:left="79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D2FD3" w14:textId="77777777" w:rsidR="00871F0D" w:rsidRDefault="00871F0D">
      <w:r>
        <w:separator/>
      </w:r>
    </w:p>
  </w:endnote>
  <w:endnote w:type="continuationSeparator" w:id="0">
    <w:p w14:paraId="55F0BF7D" w14:textId="77777777" w:rsidR="00871F0D" w:rsidRDefault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37770" w14:textId="77777777" w:rsidR="00871F0D" w:rsidRDefault="00871F0D">
      <w:r>
        <w:separator/>
      </w:r>
    </w:p>
  </w:footnote>
  <w:footnote w:type="continuationSeparator" w:id="0">
    <w:p w14:paraId="6289676A" w14:textId="77777777" w:rsidR="00871F0D" w:rsidRDefault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3259783"/>
      <w:docPartObj>
        <w:docPartGallery w:val="Page Numbers (Top of Page)"/>
        <w:docPartUnique/>
      </w:docPartObj>
    </w:sdtPr>
    <w:sdtEndPr/>
    <w:sdtContent>
      <w:p w14:paraId="37A097CB" w14:textId="77777777" w:rsidR="00561E8B" w:rsidRDefault="00561E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5CA">
          <w:rPr>
            <w:noProof/>
          </w:rPr>
          <w:t>2</w:t>
        </w:r>
        <w:r>
          <w:fldChar w:fldCharType="end"/>
        </w:r>
      </w:p>
    </w:sdtContent>
  </w:sdt>
  <w:p w14:paraId="26EC1C8B" w14:textId="77777777" w:rsidR="00561E8B" w:rsidRDefault="00561E8B" w:rsidP="00244B3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6FCB"/>
    <w:multiLevelType w:val="hybridMultilevel"/>
    <w:tmpl w:val="280A8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308DA"/>
    <w:multiLevelType w:val="hybridMultilevel"/>
    <w:tmpl w:val="C992669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4F15"/>
    <w:multiLevelType w:val="hybridMultilevel"/>
    <w:tmpl w:val="35AC5EA6"/>
    <w:lvl w:ilvl="0" w:tplc="92F405F8">
      <w:start w:val="1"/>
      <w:numFmt w:val="decimal"/>
      <w:lvlText w:val="%1."/>
      <w:lvlJc w:val="left"/>
      <w:pPr>
        <w:ind w:left="480" w:hanging="360"/>
      </w:pPr>
      <w:rPr>
        <w:rFonts w:ascii="Times New Roman" w:eastAsia="TimesNewRomanPSMT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1B912D2E"/>
    <w:multiLevelType w:val="hybridMultilevel"/>
    <w:tmpl w:val="1F26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E337D"/>
    <w:multiLevelType w:val="hybridMultilevel"/>
    <w:tmpl w:val="DE060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D30AD"/>
    <w:multiLevelType w:val="hybridMultilevel"/>
    <w:tmpl w:val="C1BA84A2"/>
    <w:lvl w:ilvl="0" w:tplc="5AB2E578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D762741"/>
    <w:multiLevelType w:val="hybridMultilevel"/>
    <w:tmpl w:val="E2347A96"/>
    <w:lvl w:ilvl="0" w:tplc="46E64754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7" w15:restartNumberingAfterBreak="0">
    <w:nsid w:val="42EE76A0"/>
    <w:multiLevelType w:val="hybridMultilevel"/>
    <w:tmpl w:val="E52C7320"/>
    <w:lvl w:ilvl="0" w:tplc="2A16E5A0">
      <w:start w:val="1"/>
      <w:numFmt w:val="decimal"/>
      <w:lvlText w:val="%1."/>
      <w:lvlJc w:val="left"/>
      <w:pPr>
        <w:ind w:left="61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8" w15:restartNumberingAfterBreak="0">
    <w:nsid w:val="4C651101"/>
    <w:multiLevelType w:val="hybridMultilevel"/>
    <w:tmpl w:val="8E18D324"/>
    <w:lvl w:ilvl="0" w:tplc="FB72D10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4ED15AA8"/>
    <w:multiLevelType w:val="hybridMultilevel"/>
    <w:tmpl w:val="B504FCF6"/>
    <w:lvl w:ilvl="0" w:tplc="F00A505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168C"/>
    <w:multiLevelType w:val="hybridMultilevel"/>
    <w:tmpl w:val="8AD824E2"/>
    <w:lvl w:ilvl="0" w:tplc="78C0BC40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D7C8E"/>
    <w:multiLevelType w:val="hybridMultilevel"/>
    <w:tmpl w:val="25660522"/>
    <w:lvl w:ilvl="0" w:tplc="BB8C5D14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2" w15:restartNumberingAfterBreak="0">
    <w:nsid w:val="5428383A"/>
    <w:multiLevelType w:val="hybridMultilevel"/>
    <w:tmpl w:val="A1D8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91329"/>
    <w:multiLevelType w:val="hybridMultilevel"/>
    <w:tmpl w:val="7AB85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12050"/>
    <w:multiLevelType w:val="hybridMultilevel"/>
    <w:tmpl w:val="6616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F3BA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DBA77C9"/>
    <w:multiLevelType w:val="hybridMultilevel"/>
    <w:tmpl w:val="FC0E3C6A"/>
    <w:lvl w:ilvl="0" w:tplc="22FA2952">
      <w:start w:val="1"/>
      <w:numFmt w:val="decimal"/>
      <w:lvlText w:val="%1."/>
      <w:lvlJc w:val="left"/>
      <w:pPr>
        <w:ind w:left="819" w:hanging="360"/>
      </w:pPr>
      <w:rPr>
        <w:rFonts w:ascii="Liberation Serif" w:eastAsia="Times New Roman" w:hAnsi="Liberation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7" w15:restartNumberingAfterBreak="0">
    <w:nsid w:val="653736F3"/>
    <w:multiLevelType w:val="hybridMultilevel"/>
    <w:tmpl w:val="43301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B7CAF"/>
    <w:multiLevelType w:val="hybridMultilevel"/>
    <w:tmpl w:val="1F26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459A9"/>
    <w:multiLevelType w:val="hybridMultilevel"/>
    <w:tmpl w:val="7DC6997A"/>
    <w:lvl w:ilvl="0" w:tplc="0B7AC6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32B1A66"/>
    <w:multiLevelType w:val="hybridMultilevel"/>
    <w:tmpl w:val="C918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411917">
    <w:abstractNumId w:val="15"/>
  </w:num>
  <w:num w:numId="2" w16cid:durableId="1258633657">
    <w:abstractNumId w:val="9"/>
  </w:num>
  <w:num w:numId="3" w16cid:durableId="1359703092">
    <w:abstractNumId w:val="5"/>
  </w:num>
  <w:num w:numId="4" w16cid:durableId="1168709476">
    <w:abstractNumId w:val="0"/>
  </w:num>
  <w:num w:numId="5" w16cid:durableId="367070364">
    <w:abstractNumId w:val="1"/>
  </w:num>
  <w:num w:numId="6" w16cid:durableId="797338966">
    <w:abstractNumId w:val="2"/>
  </w:num>
  <w:num w:numId="7" w16cid:durableId="2136748971">
    <w:abstractNumId w:val="10"/>
  </w:num>
  <w:num w:numId="8" w16cid:durableId="1964770244">
    <w:abstractNumId w:val="20"/>
  </w:num>
  <w:num w:numId="9" w16cid:durableId="776022347">
    <w:abstractNumId w:val="13"/>
  </w:num>
  <w:num w:numId="10" w16cid:durableId="1505781482">
    <w:abstractNumId w:val="8"/>
  </w:num>
  <w:num w:numId="11" w16cid:durableId="54549273">
    <w:abstractNumId w:val="16"/>
  </w:num>
  <w:num w:numId="12" w16cid:durableId="1314289732">
    <w:abstractNumId w:val="17"/>
  </w:num>
  <w:num w:numId="13" w16cid:durableId="748959926">
    <w:abstractNumId w:val="4"/>
  </w:num>
  <w:num w:numId="14" w16cid:durableId="1078939479">
    <w:abstractNumId w:val="18"/>
  </w:num>
  <w:num w:numId="15" w16cid:durableId="463424404">
    <w:abstractNumId w:val="3"/>
  </w:num>
  <w:num w:numId="16" w16cid:durableId="1095639180">
    <w:abstractNumId w:val="14"/>
  </w:num>
  <w:num w:numId="17" w16cid:durableId="410197842">
    <w:abstractNumId w:val="12"/>
  </w:num>
  <w:num w:numId="18" w16cid:durableId="670791586">
    <w:abstractNumId w:val="11"/>
  </w:num>
  <w:num w:numId="19" w16cid:durableId="458380163">
    <w:abstractNumId w:val="19"/>
  </w:num>
  <w:num w:numId="20" w16cid:durableId="1056244342">
    <w:abstractNumId w:val="7"/>
  </w:num>
  <w:num w:numId="21" w16cid:durableId="32195946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237"/>
    <w:rsid w:val="00002ED8"/>
    <w:rsid w:val="00006A87"/>
    <w:rsid w:val="00010937"/>
    <w:rsid w:val="0001567F"/>
    <w:rsid w:val="00015EAC"/>
    <w:rsid w:val="00035804"/>
    <w:rsid w:val="00043AA0"/>
    <w:rsid w:val="000479DB"/>
    <w:rsid w:val="00053E8E"/>
    <w:rsid w:val="0005595C"/>
    <w:rsid w:val="00057AB1"/>
    <w:rsid w:val="00074212"/>
    <w:rsid w:val="000759BB"/>
    <w:rsid w:val="0007754B"/>
    <w:rsid w:val="00080D73"/>
    <w:rsid w:val="00082466"/>
    <w:rsid w:val="00082913"/>
    <w:rsid w:val="000878D3"/>
    <w:rsid w:val="00091378"/>
    <w:rsid w:val="00094A10"/>
    <w:rsid w:val="00096A69"/>
    <w:rsid w:val="00096DB9"/>
    <w:rsid w:val="00097477"/>
    <w:rsid w:val="000A13FC"/>
    <w:rsid w:val="000A2862"/>
    <w:rsid w:val="000A3368"/>
    <w:rsid w:val="000A446C"/>
    <w:rsid w:val="000A515D"/>
    <w:rsid w:val="000C1319"/>
    <w:rsid w:val="000C1B07"/>
    <w:rsid w:val="000C22DE"/>
    <w:rsid w:val="000C6043"/>
    <w:rsid w:val="000D239D"/>
    <w:rsid w:val="000D3C89"/>
    <w:rsid w:val="000D4C91"/>
    <w:rsid w:val="000D5510"/>
    <w:rsid w:val="000D5EC8"/>
    <w:rsid w:val="000D670B"/>
    <w:rsid w:val="000D723D"/>
    <w:rsid w:val="000D7C8A"/>
    <w:rsid w:val="000E3552"/>
    <w:rsid w:val="000E6885"/>
    <w:rsid w:val="000E6A71"/>
    <w:rsid w:val="000F5C5C"/>
    <w:rsid w:val="0010260F"/>
    <w:rsid w:val="001038CD"/>
    <w:rsid w:val="001047F6"/>
    <w:rsid w:val="00105926"/>
    <w:rsid w:val="00110DB8"/>
    <w:rsid w:val="001160B2"/>
    <w:rsid w:val="001165CA"/>
    <w:rsid w:val="00135EDB"/>
    <w:rsid w:val="001401C9"/>
    <w:rsid w:val="00141BA6"/>
    <w:rsid w:val="00141BB9"/>
    <w:rsid w:val="00142524"/>
    <w:rsid w:val="0014702F"/>
    <w:rsid w:val="00147A61"/>
    <w:rsid w:val="00150CFB"/>
    <w:rsid w:val="001514DA"/>
    <w:rsid w:val="00151E6E"/>
    <w:rsid w:val="00151EEA"/>
    <w:rsid w:val="00152F03"/>
    <w:rsid w:val="00155684"/>
    <w:rsid w:val="0015568A"/>
    <w:rsid w:val="00155B10"/>
    <w:rsid w:val="001669DC"/>
    <w:rsid w:val="00170762"/>
    <w:rsid w:val="001710F9"/>
    <w:rsid w:val="00174AF7"/>
    <w:rsid w:val="00174D5F"/>
    <w:rsid w:val="00180B46"/>
    <w:rsid w:val="00182BE2"/>
    <w:rsid w:val="00183144"/>
    <w:rsid w:val="00191919"/>
    <w:rsid w:val="00191EBA"/>
    <w:rsid w:val="00191FC0"/>
    <w:rsid w:val="0019387D"/>
    <w:rsid w:val="00193E45"/>
    <w:rsid w:val="001952C6"/>
    <w:rsid w:val="00196295"/>
    <w:rsid w:val="0019631A"/>
    <w:rsid w:val="001973DC"/>
    <w:rsid w:val="0019791D"/>
    <w:rsid w:val="001A0B16"/>
    <w:rsid w:val="001A3A14"/>
    <w:rsid w:val="001A45FE"/>
    <w:rsid w:val="001A684B"/>
    <w:rsid w:val="001B0345"/>
    <w:rsid w:val="001B0D0D"/>
    <w:rsid w:val="001B1EC7"/>
    <w:rsid w:val="001B2454"/>
    <w:rsid w:val="001B3E32"/>
    <w:rsid w:val="001B69A1"/>
    <w:rsid w:val="001B7397"/>
    <w:rsid w:val="001C1547"/>
    <w:rsid w:val="001C4457"/>
    <w:rsid w:val="001C5939"/>
    <w:rsid w:val="001D096C"/>
    <w:rsid w:val="001D16DF"/>
    <w:rsid w:val="001D310E"/>
    <w:rsid w:val="001D48F1"/>
    <w:rsid w:val="001D6039"/>
    <w:rsid w:val="001D6BEA"/>
    <w:rsid w:val="001E065E"/>
    <w:rsid w:val="001E0E34"/>
    <w:rsid w:val="001E1932"/>
    <w:rsid w:val="001E19B2"/>
    <w:rsid w:val="001E4516"/>
    <w:rsid w:val="001F0271"/>
    <w:rsid w:val="001F13DA"/>
    <w:rsid w:val="001F14A8"/>
    <w:rsid w:val="001F160B"/>
    <w:rsid w:val="001F1ABE"/>
    <w:rsid w:val="001F1B72"/>
    <w:rsid w:val="001F21EE"/>
    <w:rsid w:val="001F27FE"/>
    <w:rsid w:val="001F67FF"/>
    <w:rsid w:val="001F6DB8"/>
    <w:rsid w:val="00206255"/>
    <w:rsid w:val="00211F5E"/>
    <w:rsid w:val="00213D69"/>
    <w:rsid w:val="00217F4B"/>
    <w:rsid w:val="00220E8C"/>
    <w:rsid w:val="00221407"/>
    <w:rsid w:val="00224A39"/>
    <w:rsid w:val="0022543E"/>
    <w:rsid w:val="00226D90"/>
    <w:rsid w:val="00233083"/>
    <w:rsid w:val="0023311B"/>
    <w:rsid w:val="00236BC8"/>
    <w:rsid w:val="002377D2"/>
    <w:rsid w:val="00237FCF"/>
    <w:rsid w:val="002409A4"/>
    <w:rsid w:val="002415F5"/>
    <w:rsid w:val="00244B31"/>
    <w:rsid w:val="0024703F"/>
    <w:rsid w:val="00247846"/>
    <w:rsid w:val="0025096D"/>
    <w:rsid w:val="0025115B"/>
    <w:rsid w:val="002525E3"/>
    <w:rsid w:val="00254404"/>
    <w:rsid w:val="00254561"/>
    <w:rsid w:val="00254E43"/>
    <w:rsid w:val="002558C1"/>
    <w:rsid w:val="00257773"/>
    <w:rsid w:val="00260534"/>
    <w:rsid w:val="00260B05"/>
    <w:rsid w:val="00261E1D"/>
    <w:rsid w:val="00263A2D"/>
    <w:rsid w:val="00264004"/>
    <w:rsid w:val="00264B8D"/>
    <w:rsid w:val="00265871"/>
    <w:rsid w:val="002729A1"/>
    <w:rsid w:val="00277B05"/>
    <w:rsid w:val="00280E8F"/>
    <w:rsid w:val="0028258A"/>
    <w:rsid w:val="002830E4"/>
    <w:rsid w:val="0028456B"/>
    <w:rsid w:val="002917BE"/>
    <w:rsid w:val="00294B24"/>
    <w:rsid w:val="00295559"/>
    <w:rsid w:val="00295D52"/>
    <w:rsid w:val="0029692A"/>
    <w:rsid w:val="002A0435"/>
    <w:rsid w:val="002A2410"/>
    <w:rsid w:val="002A2CCD"/>
    <w:rsid w:val="002A691A"/>
    <w:rsid w:val="002A77EF"/>
    <w:rsid w:val="002A7F78"/>
    <w:rsid w:val="002B05CA"/>
    <w:rsid w:val="002B06D5"/>
    <w:rsid w:val="002B3329"/>
    <w:rsid w:val="002B532F"/>
    <w:rsid w:val="002B53BD"/>
    <w:rsid w:val="002B6B1F"/>
    <w:rsid w:val="002B73FF"/>
    <w:rsid w:val="002D0E29"/>
    <w:rsid w:val="002D1454"/>
    <w:rsid w:val="002D1984"/>
    <w:rsid w:val="002D3D42"/>
    <w:rsid w:val="002D5B23"/>
    <w:rsid w:val="002D5B61"/>
    <w:rsid w:val="002E636A"/>
    <w:rsid w:val="002F4D2A"/>
    <w:rsid w:val="002F6254"/>
    <w:rsid w:val="002F70F8"/>
    <w:rsid w:val="002F7562"/>
    <w:rsid w:val="00300380"/>
    <w:rsid w:val="003046C6"/>
    <w:rsid w:val="003067E0"/>
    <w:rsid w:val="00323FCD"/>
    <w:rsid w:val="003241B9"/>
    <w:rsid w:val="00326666"/>
    <w:rsid w:val="00331D81"/>
    <w:rsid w:val="003354ED"/>
    <w:rsid w:val="0033631A"/>
    <w:rsid w:val="00337C99"/>
    <w:rsid w:val="00340C0D"/>
    <w:rsid w:val="00342868"/>
    <w:rsid w:val="00343157"/>
    <w:rsid w:val="00350E92"/>
    <w:rsid w:val="00350F92"/>
    <w:rsid w:val="0035187F"/>
    <w:rsid w:val="00353C72"/>
    <w:rsid w:val="003548DF"/>
    <w:rsid w:val="00364813"/>
    <w:rsid w:val="0036693D"/>
    <w:rsid w:val="00374F4C"/>
    <w:rsid w:val="00375E24"/>
    <w:rsid w:val="00377014"/>
    <w:rsid w:val="003808DF"/>
    <w:rsid w:val="00381C03"/>
    <w:rsid w:val="003821F7"/>
    <w:rsid w:val="003847B1"/>
    <w:rsid w:val="00385009"/>
    <w:rsid w:val="00387DA1"/>
    <w:rsid w:val="0039107B"/>
    <w:rsid w:val="00392B55"/>
    <w:rsid w:val="0039378D"/>
    <w:rsid w:val="00393B40"/>
    <w:rsid w:val="00394DFD"/>
    <w:rsid w:val="00395CE9"/>
    <w:rsid w:val="00395F6C"/>
    <w:rsid w:val="00396AA6"/>
    <w:rsid w:val="003A0EA4"/>
    <w:rsid w:val="003A1F8D"/>
    <w:rsid w:val="003A5441"/>
    <w:rsid w:val="003A57BB"/>
    <w:rsid w:val="003A5E8A"/>
    <w:rsid w:val="003B3928"/>
    <w:rsid w:val="003B46CE"/>
    <w:rsid w:val="003B5651"/>
    <w:rsid w:val="003B62A7"/>
    <w:rsid w:val="003C2E75"/>
    <w:rsid w:val="003C36E1"/>
    <w:rsid w:val="003C5684"/>
    <w:rsid w:val="003D2BCF"/>
    <w:rsid w:val="003D30D5"/>
    <w:rsid w:val="003D322D"/>
    <w:rsid w:val="003D433F"/>
    <w:rsid w:val="003D45BF"/>
    <w:rsid w:val="003D5E05"/>
    <w:rsid w:val="003D6554"/>
    <w:rsid w:val="003E0E93"/>
    <w:rsid w:val="003E49F0"/>
    <w:rsid w:val="003E4D89"/>
    <w:rsid w:val="003E6633"/>
    <w:rsid w:val="003E77BD"/>
    <w:rsid w:val="003F55B8"/>
    <w:rsid w:val="003F58F5"/>
    <w:rsid w:val="003F5B34"/>
    <w:rsid w:val="00402FD6"/>
    <w:rsid w:val="004120C0"/>
    <w:rsid w:val="004144C5"/>
    <w:rsid w:val="004204A0"/>
    <w:rsid w:val="00421EA9"/>
    <w:rsid w:val="00424CD4"/>
    <w:rsid w:val="00426327"/>
    <w:rsid w:val="00426D12"/>
    <w:rsid w:val="00426D57"/>
    <w:rsid w:val="00427205"/>
    <w:rsid w:val="00430422"/>
    <w:rsid w:val="00432671"/>
    <w:rsid w:val="00432AA2"/>
    <w:rsid w:val="004338C6"/>
    <w:rsid w:val="00440D8E"/>
    <w:rsid w:val="0044100B"/>
    <w:rsid w:val="00442844"/>
    <w:rsid w:val="004446C5"/>
    <w:rsid w:val="00450EC5"/>
    <w:rsid w:val="00452A0B"/>
    <w:rsid w:val="00457BAA"/>
    <w:rsid w:val="00464494"/>
    <w:rsid w:val="00471234"/>
    <w:rsid w:val="004747CC"/>
    <w:rsid w:val="00477A9F"/>
    <w:rsid w:val="004802E3"/>
    <w:rsid w:val="004811F1"/>
    <w:rsid w:val="004822E7"/>
    <w:rsid w:val="0048362D"/>
    <w:rsid w:val="004836AF"/>
    <w:rsid w:val="0048728D"/>
    <w:rsid w:val="004929BC"/>
    <w:rsid w:val="004A1DE8"/>
    <w:rsid w:val="004A2A92"/>
    <w:rsid w:val="004A44B6"/>
    <w:rsid w:val="004B1DBE"/>
    <w:rsid w:val="004B4E61"/>
    <w:rsid w:val="004B635A"/>
    <w:rsid w:val="004B6A59"/>
    <w:rsid w:val="004C0979"/>
    <w:rsid w:val="004C40F6"/>
    <w:rsid w:val="004C4A14"/>
    <w:rsid w:val="004C569A"/>
    <w:rsid w:val="004C5E2F"/>
    <w:rsid w:val="004C798A"/>
    <w:rsid w:val="004D106F"/>
    <w:rsid w:val="004D318D"/>
    <w:rsid w:val="004D62A1"/>
    <w:rsid w:val="004D644E"/>
    <w:rsid w:val="004D7B4A"/>
    <w:rsid w:val="004E104E"/>
    <w:rsid w:val="004E348F"/>
    <w:rsid w:val="004E41E6"/>
    <w:rsid w:val="004E653B"/>
    <w:rsid w:val="004E74C3"/>
    <w:rsid w:val="004E7E38"/>
    <w:rsid w:val="004F374A"/>
    <w:rsid w:val="00507844"/>
    <w:rsid w:val="0051031C"/>
    <w:rsid w:val="00511357"/>
    <w:rsid w:val="00511519"/>
    <w:rsid w:val="00511D5B"/>
    <w:rsid w:val="00514666"/>
    <w:rsid w:val="00516BB7"/>
    <w:rsid w:val="005203CD"/>
    <w:rsid w:val="00525475"/>
    <w:rsid w:val="005270BF"/>
    <w:rsid w:val="00532229"/>
    <w:rsid w:val="0053270A"/>
    <w:rsid w:val="0054054F"/>
    <w:rsid w:val="00543D1B"/>
    <w:rsid w:val="0055092D"/>
    <w:rsid w:val="00552425"/>
    <w:rsid w:val="00553512"/>
    <w:rsid w:val="005544E7"/>
    <w:rsid w:val="00554667"/>
    <w:rsid w:val="0055475B"/>
    <w:rsid w:val="005547A3"/>
    <w:rsid w:val="005559A4"/>
    <w:rsid w:val="00561503"/>
    <w:rsid w:val="0056167D"/>
    <w:rsid w:val="00561E8B"/>
    <w:rsid w:val="0056506B"/>
    <w:rsid w:val="0056535C"/>
    <w:rsid w:val="0056536E"/>
    <w:rsid w:val="00571062"/>
    <w:rsid w:val="00571332"/>
    <w:rsid w:val="00571AE3"/>
    <w:rsid w:val="00572325"/>
    <w:rsid w:val="00573781"/>
    <w:rsid w:val="00585B33"/>
    <w:rsid w:val="005902F8"/>
    <w:rsid w:val="005909EF"/>
    <w:rsid w:val="00591F1C"/>
    <w:rsid w:val="00593ACE"/>
    <w:rsid w:val="005A1505"/>
    <w:rsid w:val="005A4611"/>
    <w:rsid w:val="005A4EAC"/>
    <w:rsid w:val="005B22FF"/>
    <w:rsid w:val="005B6617"/>
    <w:rsid w:val="005B6866"/>
    <w:rsid w:val="005C08A0"/>
    <w:rsid w:val="005C26E3"/>
    <w:rsid w:val="005C6404"/>
    <w:rsid w:val="005D1C26"/>
    <w:rsid w:val="005D228F"/>
    <w:rsid w:val="005D46E9"/>
    <w:rsid w:val="005D5767"/>
    <w:rsid w:val="005D7E42"/>
    <w:rsid w:val="005E001E"/>
    <w:rsid w:val="005E1858"/>
    <w:rsid w:val="005E3436"/>
    <w:rsid w:val="005E7D61"/>
    <w:rsid w:val="005F0F4F"/>
    <w:rsid w:val="005F2311"/>
    <w:rsid w:val="005F7258"/>
    <w:rsid w:val="00600118"/>
    <w:rsid w:val="006026C7"/>
    <w:rsid w:val="006043ED"/>
    <w:rsid w:val="00604E13"/>
    <w:rsid w:val="006052D9"/>
    <w:rsid w:val="006055CB"/>
    <w:rsid w:val="0060626E"/>
    <w:rsid w:val="0061137E"/>
    <w:rsid w:val="00611745"/>
    <w:rsid w:val="00612642"/>
    <w:rsid w:val="00613A2F"/>
    <w:rsid w:val="00613D8B"/>
    <w:rsid w:val="00614968"/>
    <w:rsid w:val="00615EC7"/>
    <w:rsid w:val="00616BAC"/>
    <w:rsid w:val="00616D2C"/>
    <w:rsid w:val="006214FB"/>
    <w:rsid w:val="006221DF"/>
    <w:rsid w:val="0062278B"/>
    <w:rsid w:val="00623016"/>
    <w:rsid w:val="006246E6"/>
    <w:rsid w:val="006255CF"/>
    <w:rsid w:val="006275E0"/>
    <w:rsid w:val="00634966"/>
    <w:rsid w:val="00634C44"/>
    <w:rsid w:val="00641815"/>
    <w:rsid w:val="00641F75"/>
    <w:rsid w:val="00643CCB"/>
    <w:rsid w:val="00645567"/>
    <w:rsid w:val="006458D7"/>
    <w:rsid w:val="00651279"/>
    <w:rsid w:val="00651522"/>
    <w:rsid w:val="006527CD"/>
    <w:rsid w:val="006534E3"/>
    <w:rsid w:val="006575F6"/>
    <w:rsid w:val="00662592"/>
    <w:rsid w:val="00662C35"/>
    <w:rsid w:val="00664756"/>
    <w:rsid w:val="00665971"/>
    <w:rsid w:val="0066789F"/>
    <w:rsid w:val="00672876"/>
    <w:rsid w:val="00672B64"/>
    <w:rsid w:val="006741A9"/>
    <w:rsid w:val="00675F02"/>
    <w:rsid w:val="0067722F"/>
    <w:rsid w:val="00681828"/>
    <w:rsid w:val="00691E4F"/>
    <w:rsid w:val="0069568B"/>
    <w:rsid w:val="00697BC9"/>
    <w:rsid w:val="006A286E"/>
    <w:rsid w:val="006A2ED5"/>
    <w:rsid w:val="006A6153"/>
    <w:rsid w:val="006A643C"/>
    <w:rsid w:val="006A6E8F"/>
    <w:rsid w:val="006A731A"/>
    <w:rsid w:val="006A74E7"/>
    <w:rsid w:val="006A7AE4"/>
    <w:rsid w:val="006B0F57"/>
    <w:rsid w:val="006B14B4"/>
    <w:rsid w:val="006B4A94"/>
    <w:rsid w:val="006C1745"/>
    <w:rsid w:val="006C191F"/>
    <w:rsid w:val="006C285B"/>
    <w:rsid w:val="006C55C6"/>
    <w:rsid w:val="006D125E"/>
    <w:rsid w:val="006D4DF9"/>
    <w:rsid w:val="006E07E9"/>
    <w:rsid w:val="006E180C"/>
    <w:rsid w:val="006E782B"/>
    <w:rsid w:val="006E7E0D"/>
    <w:rsid w:val="00700C73"/>
    <w:rsid w:val="007032B9"/>
    <w:rsid w:val="00707D11"/>
    <w:rsid w:val="007144CF"/>
    <w:rsid w:val="00715A11"/>
    <w:rsid w:val="007214BC"/>
    <w:rsid w:val="00724379"/>
    <w:rsid w:val="00725168"/>
    <w:rsid w:val="00727524"/>
    <w:rsid w:val="00734369"/>
    <w:rsid w:val="0073518B"/>
    <w:rsid w:val="00735DE1"/>
    <w:rsid w:val="007417ED"/>
    <w:rsid w:val="00743730"/>
    <w:rsid w:val="00750D0E"/>
    <w:rsid w:val="00753237"/>
    <w:rsid w:val="00757B55"/>
    <w:rsid w:val="0076298C"/>
    <w:rsid w:val="0076301C"/>
    <w:rsid w:val="00765655"/>
    <w:rsid w:val="007669EA"/>
    <w:rsid w:val="0077178C"/>
    <w:rsid w:val="00774AEE"/>
    <w:rsid w:val="00775194"/>
    <w:rsid w:val="00787F8C"/>
    <w:rsid w:val="007925DE"/>
    <w:rsid w:val="00792C83"/>
    <w:rsid w:val="00792FD6"/>
    <w:rsid w:val="00793D8D"/>
    <w:rsid w:val="007A149B"/>
    <w:rsid w:val="007A1F98"/>
    <w:rsid w:val="007A25E4"/>
    <w:rsid w:val="007A5E78"/>
    <w:rsid w:val="007B04C8"/>
    <w:rsid w:val="007B0AD7"/>
    <w:rsid w:val="007B1D5B"/>
    <w:rsid w:val="007B34D7"/>
    <w:rsid w:val="007B61DD"/>
    <w:rsid w:val="007B7182"/>
    <w:rsid w:val="007B73AE"/>
    <w:rsid w:val="007B73FD"/>
    <w:rsid w:val="007B7E84"/>
    <w:rsid w:val="007C08CA"/>
    <w:rsid w:val="007C1B29"/>
    <w:rsid w:val="007C793B"/>
    <w:rsid w:val="007C7BCA"/>
    <w:rsid w:val="007D4338"/>
    <w:rsid w:val="007D52C3"/>
    <w:rsid w:val="007D5BC6"/>
    <w:rsid w:val="007D5D72"/>
    <w:rsid w:val="007D79B4"/>
    <w:rsid w:val="007D7C94"/>
    <w:rsid w:val="007E05E7"/>
    <w:rsid w:val="007E2FE0"/>
    <w:rsid w:val="007E4191"/>
    <w:rsid w:val="007E63CA"/>
    <w:rsid w:val="007E669A"/>
    <w:rsid w:val="007F10CE"/>
    <w:rsid w:val="007F47EA"/>
    <w:rsid w:val="007F4FF3"/>
    <w:rsid w:val="007F5B9B"/>
    <w:rsid w:val="00800641"/>
    <w:rsid w:val="00803B8D"/>
    <w:rsid w:val="008175E3"/>
    <w:rsid w:val="00817AC1"/>
    <w:rsid w:val="008209E7"/>
    <w:rsid w:val="00821EB9"/>
    <w:rsid w:val="00824B29"/>
    <w:rsid w:val="00832FC1"/>
    <w:rsid w:val="00837335"/>
    <w:rsid w:val="008373E9"/>
    <w:rsid w:val="0084391D"/>
    <w:rsid w:val="00844FAD"/>
    <w:rsid w:val="0085100E"/>
    <w:rsid w:val="00852953"/>
    <w:rsid w:val="0086417B"/>
    <w:rsid w:val="008647E3"/>
    <w:rsid w:val="00866F38"/>
    <w:rsid w:val="008675EB"/>
    <w:rsid w:val="008705FC"/>
    <w:rsid w:val="00870ADF"/>
    <w:rsid w:val="00871F0D"/>
    <w:rsid w:val="008743C7"/>
    <w:rsid w:val="00885E3C"/>
    <w:rsid w:val="008915A6"/>
    <w:rsid w:val="00891B27"/>
    <w:rsid w:val="00891C58"/>
    <w:rsid w:val="00893D1A"/>
    <w:rsid w:val="008974AA"/>
    <w:rsid w:val="00897A05"/>
    <w:rsid w:val="008A0164"/>
    <w:rsid w:val="008A06F8"/>
    <w:rsid w:val="008A19B4"/>
    <w:rsid w:val="008A5CD8"/>
    <w:rsid w:val="008A61B0"/>
    <w:rsid w:val="008B0123"/>
    <w:rsid w:val="008B0CCF"/>
    <w:rsid w:val="008B7B33"/>
    <w:rsid w:val="008C0D6E"/>
    <w:rsid w:val="008C2307"/>
    <w:rsid w:val="008C71D0"/>
    <w:rsid w:val="008C7A83"/>
    <w:rsid w:val="008C7C30"/>
    <w:rsid w:val="008D05E0"/>
    <w:rsid w:val="008D18E6"/>
    <w:rsid w:val="008D3016"/>
    <w:rsid w:val="008D367A"/>
    <w:rsid w:val="008D3E1E"/>
    <w:rsid w:val="008D6401"/>
    <w:rsid w:val="008D6C04"/>
    <w:rsid w:val="008E04C4"/>
    <w:rsid w:val="008E0C49"/>
    <w:rsid w:val="008E3008"/>
    <w:rsid w:val="008E3DB6"/>
    <w:rsid w:val="008E4248"/>
    <w:rsid w:val="008E45FC"/>
    <w:rsid w:val="008F0B8E"/>
    <w:rsid w:val="008F6B9C"/>
    <w:rsid w:val="008F7E26"/>
    <w:rsid w:val="00900E64"/>
    <w:rsid w:val="00901B32"/>
    <w:rsid w:val="00901E90"/>
    <w:rsid w:val="00905DE2"/>
    <w:rsid w:val="00907C54"/>
    <w:rsid w:val="00910CC1"/>
    <w:rsid w:val="00912BFA"/>
    <w:rsid w:val="00912F3B"/>
    <w:rsid w:val="009179F2"/>
    <w:rsid w:val="00920FD8"/>
    <w:rsid w:val="009262DE"/>
    <w:rsid w:val="00930120"/>
    <w:rsid w:val="00930D8F"/>
    <w:rsid w:val="00931C55"/>
    <w:rsid w:val="00932DB5"/>
    <w:rsid w:val="00933446"/>
    <w:rsid w:val="00937B24"/>
    <w:rsid w:val="00942474"/>
    <w:rsid w:val="009437B9"/>
    <w:rsid w:val="0095029A"/>
    <w:rsid w:val="009528A6"/>
    <w:rsid w:val="00952E06"/>
    <w:rsid w:val="00953687"/>
    <w:rsid w:val="00957D71"/>
    <w:rsid w:val="00960C25"/>
    <w:rsid w:val="009621A5"/>
    <w:rsid w:val="00965A1C"/>
    <w:rsid w:val="009668B5"/>
    <w:rsid w:val="0097158C"/>
    <w:rsid w:val="00977FE6"/>
    <w:rsid w:val="00981B0F"/>
    <w:rsid w:val="0098242D"/>
    <w:rsid w:val="009845C9"/>
    <w:rsid w:val="009873B0"/>
    <w:rsid w:val="00991113"/>
    <w:rsid w:val="00993ABB"/>
    <w:rsid w:val="0099530D"/>
    <w:rsid w:val="0099554A"/>
    <w:rsid w:val="00995C8F"/>
    <w:rsid w:val="00997DC4"/>
    <w:rsid w:val="009A3B14"/>
    <w:rsid w:val="009A500F"/>
    <w:rsid w:val="009A530A"/>
    <w:rsid w:val="009A5551"/>
    <w:rsid w:val="009A6B61"/>
    <w:rsid w:val="009C32B4"/>
    <w:rsid w:val="009C3BBC"/>
    <w:rsid w:val="009C5FE1"/>
    <w:rsid w:val="009C670B"/>
    <w:rsid w:val="009D0AD5"/>
    <w:rsid w:val="009D2E6F"/>
    <w:rsid w:val="009D6EF6"/>
    <w:rsid w:val="009E053F"/>
    <w:rsid w:val="009E21C4"/>
    <w:rsid w:val="009E4BF4"/>
    <w:rsid w:val="009F3703"/>
    <w:rsid w:val="009F53F4"/>
    <w:rsid w:val="009F5641"/>
    <w:rsid w:val="00A0148F"/>
    <w:rsid w:val="00A046CB"/>
    <w:rsid w:val="00A06CAA"/>
    <w:rsid w:val="00A12F10"/>
    <w:rsid w:val="00A12FB3"/>
    <w:rsid w:val="00A13178"/>
    <w:rsid w:val="00A137C6"/>
    <w:rsid w:val="00A13B19"/>
    <w:rsid w:val="00A22A2E"/>
    <w:rsid w:val="00A24DD4"/>
    <w:rsid w:val="00A26B9E"/>
    <w:rsid w:val="00A27B9D"/>
    <w:rsid w:val="00A30BAB"/>
    <w:rsid w:val="00A33991"/>
    <w:rsid w:val="00A4184F"/>
    <w:rsid w:val="00A450A9"/>
    <w:rsid w:val="00A51295"/>
    <w:rsid w:val="00A52F73"/>
    <w:rsid w:val="00A56CDF"/>
    <w:rsid w:val="00A5765C"/>
    <w:rsid w:val="00A5771D"/>
    <w:rsid w:val="00A600D9"/>
    <w:rsid w:val="00A638E3"/>
    <w:rsid w:val="00A643C0"/>
    <w:rsid w:val="00A71108"/>
    <w:rsid w:val="00A71A3A"/>
    <w:rsid w:val="00A75DCE"/>
    <w:rsid w:val="00A766B2"/>
    <w:rsid w:val="00A80EDA"/>
    <w:rsid w:val="00A81C10"/>
    <w:rsid w:val="00A845EE"/>
    <w:rsid w:val="00A8516B"/>
    <w:rsid w:val="00A91754"/>
    <w:rsid w:val="00A91E3B"/>
    <w:rsid w:val="00A96FFB"/>
    <w:rsid w:val="00AA01A6"/>
    <w:rsid w:val="00AB57D9"/>
    <w:rsid w:val="00AC1DEF"/>
    <w:rsid w:val="00AC4DCF"/>
    <w:rsid w:val="00AC58E8"/>
    <w:rsid w:val="00AC6D4B"/>
    <w:rsid w:val="00AC6E66"/>
    <w:rsid w:val="00AD20B1"/>
    <w:rsid w:val="00AD510F"/>
    <w:rsid w:val="00AE1958"/>
    <w:rsid w:val="00AE1B5C"/>
    <w:rsid w:val="00AE1DC9"/>
    <w:rsid w:val="00AE1F42"/>
    <w:rsid w:val="00AE20FD"/>
    <w:rsid w:val="00AE2EF3"/>
    <w:rsid w:val="00AE421D"/>
    <w:rsid w:val="00AE55F0"/>
    <w:rsid w:val="00AE7C87"/>
    <w:rsid w:val="00AF6619"/>
    <w:rsid w:val="00AF744B"/>
    <w:rsid w:val="00B000C8"/>
    <w:rsid w:val="00B03B0C"/>
    <w:rsid w:val="00B07956"/>
    <w:rsid w:val="00B12323"/>
    <w:rsid w:val="00B13AAC"/>
    <w:rsid w:val="00B14742"/>
    <w:rsid w:val="00B206AD"/>
    <w:rsid w:val="00B209BC"/>
    <w:rsid w:val="00B20AE5"/>
    <w:rsid w:val="00B242E7"/>
    <w:rsid w:val="00B32642"/>
    <w:rsid w:val="00B33680"/>
    <w:rsid w:val="00B348A5"/>
    <w:rsid w:val="00B35A53"/>
    <w:rsid w:val="00B35C21"/>
    <w:rsid w:val="00B35F2A"/>
    <w:rsid w:val="00B37E01"/>
    <w:rsid w:val="00B4348F"/>
    <w:rsid w:val="00B465DA"/>
    <w:rsid w:val="00B5120D"/>
    <w:rsid w:val="00B51D52"/>
    <w:rsid w:val="00B53161"/>
    <w:rsid w:val="00B57FF6"/>
    <w:rsid w:val="00B610C2"/>
    <w:rsid w:val="00B61438"/>
    <w:rsid w:val="00B65079"/>
    <w:rsid w:val="00B66395"/>
    <w:rsid w:val="00B673EE"/>
    <w:rsid w:val="00B72B70"/>
    <w:rsid w:val="00B73DC5"/>
    <w:rsid w:val="00B76C52"/>
    <w:rsid w:val="00B7776E"/>
    <w:rsid w:val="00B77D4C"/>
    <w:rsid w:val="00B8054B"/>
    <w:rsid w:val="00B83000"/>
    <w:rsid w:val="00B866FF"/>
    <w:rsid w:val="00B93F31"/>
    <w:rsid w:val="00B9669A"/>
    <w:rsid w:val="00B97646"/>
    <w:rsid w:val="00BA3296"/>
    <w:rsid w:val="00BA6346"/>
    <w:rsid w:val="00BA6EAE"/>
    <w:rsid w:val="00BB05FE"/>
    <w:rsid w:val="00BB3B39"/>
    <w:rsid w:val="00BB4EEC"/>
    <w:rsid w:val="00BB526D"/>
    <w:rsid w:val="00BB536D"/>
    <w:rsid w:val="00BB6EAC"/>
    <w:rsid w:val="00BC1613"/>
    <w:rsid w:val="00BD5BFA"/>
    <w:rsid w:val="00BD7985"/>
    <w:rsid w:val="00BE1346"/>
    <w:rsid w:val="00BE1CB6"/>
    <w:rsid w:val="00BE5A73"/>
    <w:rsid w:val="00BE7176"/>
    <w:rsid w:val="00BF2726"/>
    <w:rsid w:val="00BF74A6"/>
    <w:rsid w:val="00BF779E"/>
    <w:rsid w:val="00BF7FA4"/>
    <w:rsid w:val="00C00812"/>
    <w:rsid w:val="00C00A06"/>
    <w:rsid w:val="00C028B3"/>
    <w:rsid w:val="00C029DE"/>
    <w:rsid w:val="00C04562"/>
    <w:rsid w:val="00C04E9A"/>
    <w:rsid w:val="00C07FB2"/>
    <w:rsid w:val="00C1088A"/>
    <w:rsid w:val="00C14F48"/>
    <w:rsid w:val="00C165A1"/>
    <w:rsid w:val="00C167F1"/>
    <w:rsid w:val="00C20130"/>
    <w:rsid w:val="00C209E8"/>
    <w:rsid w:val="00C21233"/>
    <w:rsid w:val="00C21BD1"/>
    <w:rsid w:val="00C23AA9"/>
    <w:rsid w:val="00C270DD"/>
    <w:rsid w:val="00C27803"/>
    <w:rsid w:val="00C336C6"/>
    <w:rsid w:val="00C356CC"/>
    <w:rsid w:val="00C40965"/>
    <w:rsid w:val="00C40D37"/>
    <w:rsid w:val="00C411B9"/>
    <w:rsid w:val="00C43EC7"/>
    <w:rsid w:val="00C4551C"/>
    <w:rsid w:val="00C46E9D"/>
    <w:rsid w:val="00C4713D"/>
    <w:rsid w:val="00C4743B"/>
    <w:rsid w:val="00C51DC4"/>
    <w:rsid w:val="00C52329"/>
    <w:rsid w:val="00C52746"/>
    <w:rsid w:val="00C530B6"/>
    <w:rsid w:val="00C57160"/>
    <w:rsid w:val="00C57736"/>
    <w:rsid w:val="00C60554"/>
    <w:rsid w:val="00C63AC3"/>
    <w:rsid w:val="00C63C5B"/>
    <w:rsid w:val="00C64850"/>
    <w:rsid w:val="00C6629C"/>
    <w:rsid w:val="00C711D4"/>
    <w:rsid w:val="00C71C1A"/>
    <w:rsid w:val="00C75731"/>
    <w:rsid w:val="00C75DED"/>
    <w:rsid w:val="00C76E85"/>
    <w:rsid w:val="00C8306D"/>
    <w:rsid w:val="00C84E36"/>
    <w:rsid w:val="00C87EEA"/>
    <w:rsid w:val="00C9122D"/>
    <w:rsid w:val="00C916A1"/>
    <w:rsid w:val="00C9251F"/>
    <w:rsid w:val="00CA01A9"/>
    <w:rsid w:val="00CA44FE"/>
    <w:rsid w:val="00CA4729"/>
    <w:rsid w:val="00CB0459"/>
    <w:rsid w:val="00CB09A0"/>
    <w:rsid w:val="00CB361D"/>
    <w:rsid w:val="00CB3B4A"/>
    <w:rsid w:val="00CB6FDB"/>
    <w:rsid w:val="00CC212F"/>
    <w:rsid w:val="00CC528C"/>
    <w:rsid w:val="00CC5C7E"/>
    <w:rsid w:val="00CC7864"/>
    <w:rsid w:val="00CD4D70"/>
    <w:rsid w:val="00CE58A8"/>
    <w:rsid w:val="00CF04B8"/>
    <w:rsid w:val="00CF3886"/>
    <w:rsid w:val="00CF65F8"/>
    <w:rsid w:val="00D00726"/>
    <w:rsid w:val="00D019B8"/>
    <w:rsid w:val="00D01E85"/>
    <w:rsid w:val="00D130E2"/>
    <w:rsid w:val="00D133A3"/>
    <w:rsid w:val="00D14C1E"/>
    <w:rsid w:val="00D14F04"/>
    <w:rsid w:val="00D16561"/>
    <w:rsid w:val="00D17719"/>
    <w:rsid w:val="00D17BD8"/>
    <w:rsid w:val="00D2236F"/>
    <w:rsid w:val="00D256B3"/>
    <w:rsid w:val="00D30FC0"/>
    <w:rsid w:val="00D31CA9"/>
    <w:rsid w:val="00D31CCA"/>
    <w:rsid w:val="00D35779"/>
    <w:rsid w:val="00D37016"/>
    <w:rsid w:val="00D374F3"/>
    <w:rsid w:val="00D43CBF"/>
    <w:rsid w:val="00D4413D"/>
    <w:rsid w:val="00D44EC6"/>
    <w:rsid w:val="00D453C8"/>
    <w:rsid w:val="00D4726B"/>
    <w:rsid w:val="00D50768"/>
    <w:rsid w:val="00D51CEC"/>
    <w:rsid w:val="00D53BBF"/>
    <w:rsid w:val="00D5426D"/>
    <w:rsid w:val="00D54CA4"/>
    <w:rsid w:val="00D5523A"/>
    <w:rsid w:val="00D6224C"/>
    <w:rsid w:val="00D625A8"/>
    <w:rsid w:val="00D62E89"/>
    <w:rsid w:val="00D6377B"/>
    <w:rsid w:val="00D648D1"/>
    <w:rsid w:val="00D65114"/>
    <w:rsid w:val="00D66885"/>
    <w:rsid w:val="00D66C16"/>
    <w:rsid w:val="00D705D8"/>
    <w:rsid w:val="00D72C63"/>
    <w:rsid w:val="00D730B3"/>
    <w:rsid w:val="00D76907"/>
    <w:rsid w:val="00D77BE0"/>
    <w:rsid w:val="00D80628"/>
    <w:rsid w:val="00D80EB8"/>
    <w:rsid w:val="00D8124E"/>
    <w:rsid w:val="00D82908"/>
    <w:rsid w:val="00D85497"/>
    <w:rsid w:val="00D87A87"/>
    <w:rsid w:val="00D94E1A"/>
    <w:rsid w:val="00D95E25"/>
    <w:rsid w:val="00D9612F"/>
    <w:rsid w:val="00D97430"/>
    <w:rsid w:val="00DA08AC"/>
    <w:rsid w:val="00DA0A70"/>
    <w:rsid w:val="00DA4FA5"/>
    <w:rsid w:val="00DA5CA8"/>
    <w:rsid w:val="00DA7F25"/>
    <w:rsid w:val="00DB2CE6"/>
    <w:rsid w:val="00DB3C8C"/>
    <w:rsid w:val="00DB613B"/>
    <w:rsid w:val="00DC0423"/>
    <w:rsid w:val="00DC2DB8"/>
    <w:rsid w:val="00DC455B"/>
    <w:rsid w:val="00DC4D10"/>
    <w:rsid w:val="00DC757C"/>
    <w:rsid w:val="00DC76F6"/>
    <w:rsid w:val="00DD4204"/>
    <w:rsid w:val="00DD4329"/>
    <w:rsid w:val="00DD7CB5"/>
    <w:rsid w:val="00DE0E51"/>
    <w:rsid w:val="00DE5103"/>
    <w:rsid w:val="00DE5782"/>
    <w:rsid w:val="00DE5BC1"/>
    <w:rsid w:val="00DE65AC"/>
    <w:rsid w:val="00DE6BB1"/>
    <w:rsid w:val="00E011CF"/>
    <w:rsid w:val="00E01597"/>
    <w:rsid w:val="00E0666C"/>
    <w:rsid w:val="00E10AE5"/>
    <w:rsid w:val="00E114BB"/>
    <w:rsid w:val="00E1606F"/>
    <w:rsid w:val="00E17EFB"/>
    <w:rsid w:val="00E21482"/>
    <w:rsid w:val="00E21852"/>
    <w:rsid w:val="00E2389B"/>
    <w:rsid w:val="00E2493B"/>
    <w:rsid w:val="00E25D9F"/>
    <w:rsid w:val="00E26732"/>
    <w:rsid w:val="00E26DB0"/>
    <w:rsid w:val="00E2734C"/>
    <w:rsid w:val="00E3383A"/>
    <w:rsid w:val="00E34763"/>
    <w:rsid w:val="00E34A40"/>
    <w:rsid w:val="00E412A3"/>
    <w:rsid w:val="00E41B1E"/>
    <w:rsid w:val="00E42E79"/>
    <w:rsid w:val="00E47365"/>
    <w:rsid w:val="00E50936"/>
    <w:rsid w:val="00E529CA"/>
    <w:rsid w:val="00E56CD0"/>
    <w:rsid w:val="00E56D12"/>
    <w:rsid w:val="00E62D5F"/>
    <w:rsid w:val="00E71FFA"/>
    <w:rsid w:val="00E72F94"/>
    <w:rsid w:val="00E73777"/>
    <w:rsid w:val="00E84482"/>
    <w:rsid w:val="00E84DF8"/>
    <w:rsid w:val="00E8553C"/>
    <w:rsid w:val="00E85943"/>
    <w:rsid w:val="00E8691E"/>
    <w:rsid w:val="00E90D82"/>
    <w:rsid w:val="00E95DD2"/>
    <w:rsid w:val="00EA280C"/>
    <w:rsid w:val="00EA2B7C"/>
    <w:rsid w:val="00EB1B2B"/>
    <w:rsid w:val="00EB3888"/>
    <w:rsid w:val="00EB3A34"/>
    <w:rsid w:val="00EB3D3B"/>
    <w:rsid w:val="00EB42D5"/>
    <w:rsid w:val="00EC018B"/>
    <w:rsid w:val="00EC2B80"/>
    <w:rsid w:val="00EC3504"/>
    <w:rsid w:val="00EC3B5F"/>
    <w:rsid w:val="00EC43D2"/>
    <w:rsid w:val="00ED02DF"/>
    <w:rsid w:val="00ED4419"/>
    <w:rsid w:val="00ED6220"/>
    <w:rsid w:val="00EE14E0"/>
    <w:rsid w:val="00EE1A09"/>
    <w:rsid w:val="00EE28BC"/>
    <w:rsid w:val="00EE5BD7"/>
    <w:rsid w:val="00EF1113"/>
    <w:rsid w:val="00EF6A3B"/>
    <w:rsid w:val="00EF6F14"/>
    <w:rsid w:val="00EF7B75"/>
    <w:rsid w:val="00EF7B98"/>
    <w:rsid w:val="00F00757"/>
    <w:rsid w:val="00F014A2"/>
    <w:rsid w:val="00F033F6"/>
    <w:rsid w:val="00F13DBD"/>
    <w:rsid w:val="00F1421C"/>
    <w:rsid w:val="00F1685D"/>
    <w:rsid w:val="00F2386D"/>
    <w:rsid w:val="00F23B32"/>
    <w:rsid w:val="00F24EFE"/>
    <w:rsid w:val="00F26556"/>
    <w:rsid w:val="00F32650"/>
    <w:rsid w:val="00F4131A"/>
    <w:rsid w:val="00F418C2"/>
    <w:rsid w:val="00F41B61"/>
    <w:rsid w:val="00F42652"/>
    <w:rsid w:val="00F42D84"/>
    <w:rsid w:val="00F43F1B"/>
    <w:rsid w:val="00F503F4"/>
    <w:rsid w:val="00F50A42"/>
    <w:rsid w:val="00F54A19"/>
    <w:rsid w:val="00F54A6D"/>
    <w:rsid w:val="00F6275C"/>
    <w:rsid w:val="00F64E67"/>
    <w:rsid w:val="00F66D96"/>
    <w:rsid w:val="00F67863"/>
    <w:rsid w:val="00F72A7B"/>
    <w:rsid w:val="00F80B40"/>
    <w:rsid w:val="00F81E7D"/>
    <w:rsid w:val="00F823A8"/>
    <w:rsid w:val="00F85656"/>
    <w:rsid w:val="00F941AB"/>
    <w:rsid w:val="00F957B0"/>
    <w:rsid w:val="00FA3EC2"/>
    <w:rsid w:val="00FA52B1"/>
    <w:rsid w:val="00FA5C63"/>
    <w:rsid w:val="00FB056D"/>
    <w:rsid w:val="00FB1E2B"/>
    <w:rsid w:val="00FB3127"/>
    <w:rsid w:val="00FB3CC3"/>
    <w:rsid w:val="00FB5B46"/>
    <w:rsid w:val="00FB6362"/>
    <w:rsid w:val="00FC1A75"/>
    <w:rsid w:val="00FC4B75"/>
    <w:rsid w:val="00FC66C7"/>
    <w:rsid w:val="00FD2289"/>
    <w:rsid w:val="00FD3AF0"/>
    <w:rsid w:val="00FD43FB"/>
    <w:rsid w:val="00FD6454"/>
    <w:rsid w:val="00FE3D1D"/>
    <w:rsid w:val="00FF276E"/>
    <w:rsid w:val="00FF415F"/>
    <w:rsid w:val="00FF4160"/>
    <w:rsid w:val="00FF4C83"/>
    <w:rsid w:val="00FF6991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037B"/>
  <w15:docId w15:val="{DE1957A0-5077-4F70-8AE1-C9D93191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1137E"/>
  </w:style>
  <w:style w:type="paragraph" w:styleId="1">
    <w:name w:val="heading 1"/>
    <w:basedOn w:val="a0"/>
    <w:next w:val="a0"/>
    <w:link w:val="10"/>
    <w:qFormat/>
    <w:rsid w:val="001B7397"/>
    <w:pPr>
      <w:keepNext/>
      <w:jc w:val="center"/>
      <w:outlineLvl w:val="0"/>
    </w:pPr>
    <w:rPr>
      <w:sz w:val="24"/>
    </w:rPr>
  </w:style>
  <w:style w:type="paragraph" w:styleId="2">
    <w:name w:val="heading 2"/>
    <w:basedOn w:val="a0"/>
    <w:next w:val="a0"/>
    <w:link w:val="20"/>
    <w:qFormat/>
    <w:rsid w:val="001B7397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qFormat/>
    <w:rsid w:val="00C336C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336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C336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E17EFB"/>
    <w:pPr>
      <w:keepNext/>
      <w:jc w:val="center"/>
      <w:outlineLvl w:val="5"/>
    </w:pPr>
    <w:rPr>
      <w:i/>
      <w:sz w:val="22"/>
      <w:szCs w:val="24"/>
    </w:rPr>
  </w:style>
  <w:style w:type="paragraph" w:styleId="7">
    <w:name w:val="heading 7"/>
    <w:basedOn w:val="a0"/>
    <w:next w:val="a0"/>
    <w:link w:val="70"/>
    <w:qFormat/>
    <w:rsid w:val="00E17EFB"/>
    <w:pPr>
      <w:keepNext/>
      <w:ind w:left="120"/>
      <w:jc w:val="center"/>
      <w:outlineLvl w:val="6"/>
    </w:pPr>
    <w:rPr>
      <w:b/>
      <w:sz w:val="24"/>
      <w:szCs w:val="24"/>
    </w:rPr>
  </w:style>
  <w:style w:type="paragraph" w:styleId="8">
    <w:name w:val="heading 8"/>
    <w:basedOn w:val="a0"/>
    <w:next w:val="a0"/>
    <w:link w:val="80"/>
    <w:qFormat/>
    <w:rsid w:val="00E17EFB"/>
    <w:pPr>
      <w:keepNext/>
      <w:jc w:val="right"/>
      <w:outlineLvl w:val="7"/>
    </w:pPr>
    <w:rPr>
      <w:b/>
      <w:sz w:val="22"/>
      <w:szCs w:val="22"/>
    </w:rPr>
  </w:style>
  <w:style w:type="paragraph" w:styleId="9">
    <w:name w:val="heading 9"/>
    <w:basedOn w:val="a0"/>
    <w:next w:val="a0"/>
    <w:link w:val="90"/>
    <w:qFormat/>
    <w:rsid w:val="00E17EFB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1B7397"/>
    <w:pPr>
      <w:jc w:val="center"/>
    </w:pPr>
    <w:rPr>
      <w:b/>
      <w:sz w:val="32"/>
    </w:rPr>
  </w:style>
  <w:style w:type="paragraph" w:styleId="a6">
    <w:name w:val="Subtitle"/>
    <w:basedOn w:val="a0"/>
    <w:link w:val="a7"/>
    <w:qFormat/>
    <w:rsid w:val="001B7397"/>
    <w:pPr>
      <w:jc w:val="center"/>
    </w:pPr>
    <w:rPr>
      <w:b/>
      <w:sz w:val="40"/>
    </w:rPr>
  </w:style>
  <w:style w:type="paragraph" w:styleId="a8">
    <w:name w:val="Body Text"/>
    <w:basedOn w:val="a0"/>
    <w:link w:val="11"/>
    <w:rsid w:val="001B7397"/>
    <w:pPr>
      <w:jc w:val="both"/>
    </w:pPr>
    <w:rPr>
      <w:sz w:val="28"/>
    </w:rPr>
  </w:style>
  <w:style w:type="paragraph" w:styleId="a9">
    <w:name w:val="header"/>
    <w:basedOn w:val="a0"/>
    <w:link w:val="aa"/>
    <w:uiPriority w:val="99"/>
    <w:rsid w:val="001B7397"/>
    <w:pPr>
      <w:tabs>
        <w:tab w:val="center" w:pos="4153"/>
        <w:tab w:val="right" w:pos="8306"/>
      </w:tabs>
    </w:pPr>
  </w:style>
  <w:style w:type="character" w:styleId="ab">
    <w:name w:val="page number"/>
    <w:basedOn w:val="a1"/>
    <w:rsid w:val="001B7397"/>
  </w:style>
  <w:style w:type="paragraph" w:styleId="ac">
    <w:name w:val="Document Map"/>
    <w:basedOn w:val="a0"/>
    <w:link w:val="ad"/>
    <w:rsid w:val="001B7397"/>
    <w:pPr>
      <w:shd w:val="clear" w:color="auto" w:fill="000080"/>
    </w:pPr>
    <w:rPr>
      <w:rFonts w:ascii="Tahoma" w:hAnsi="Tahoma"/>
    </w:rPr>
  </w:style>
  <w:style w:type="paragraph" w:styleId="ae">
    <w:name w:val="footer"/>
    <w:basedOn w:val="a0"/>
    <w:link w:val="af"/>
    <w:rsid w:val="001B7397"/>
    <w:pPr>
      <w:tabs>
        <w:tab w:val="center" w:pos="4677"/>
        <w:tab w:val="right" w:pos="9355"/>
      </w:tabs>
    </w:pPr>
  </w:style>
  <w:style w:type="paragraph" w:styleId="af0">
    <w:name w:val="Body Text Indent"/>
    <w:basedOn w:val="a0"/>
    <w:link w:val="af1"/>
    <w:rsid w:val="001B7397"/>
    <w:pPr>
      <w:ind w:firstLine="708"/>
    </w:pPr>
    <w:rPr>
      <w:sz w:val="24"/>
      <w:szCs w:val="24"/>
    </w:rPr>
  </w:style>
  <w:style w:type="paragraph" w:styleId="21">
    <w:name w:val="Body Text 2"/>
    <w:basedOn w:val="a0"/>
    <w:link w:val="22"/>
    <w:rsid w:val="001B7397"/>
    <w:rPr>
      <w:sz w:val="28"/>
    </w:rPr>
  </w:style>
  <w:style w:type="paragraph" w:styleId="23">
    <w:name w:val="Body Text Indent 2"/>
    <w:basedOn w:val="a0"/>
    <w:link w:val="24"/>
    <w:rsid w:val="001B7397"/>
    <w:pPr>
      <w:ind w:firstLine="708"/>
    </w:pPr>
    <w:rPr>
      <w:sz w:val="28"/>
    </w:rPr>
  </w:style>
  <w:style w:type="paragraph" w:styleId="af2">
    <w:name w:val="Balloon Text"/>
    <w:basedOn w:val="a0"/>
    <w:link w:val="af3"/>
    <w:semiHidden/>
    <w:rsid w:val="00EB1B2B"/>
    <w:rPr>
      <w:rFonts w:ascii="Tahoma" w:hAnsi="Tahoma"/>
      <w:sz w:val="16"/>
      <w:szCs w:val="16"/>
    </w:rPr>
  </w:style>
  <w:style w:type="paragraph" w:styleId="31">
    <w:name w:val="Body Text 3"/>
    <w:basedOn w:val="a0"/>
    <w:link w:val="32"/>
    <w:rsid w:val="00C336C6"/>
    <w:pPr>
      <w:spacing w:after="120"/>
    </w:pPr>
    <w:rPr>
      <w:sz w:val="16"/>
      <w:szCs w:val="16"/>
    </w:rPr>
  </w:style>
  <w:style w:type="paragraph" w:customStyle="1" w:styleId="af4">
    <w:name w:val="Знак"/>
    <w:basedOn w:val="a0"/>
    <w:rsid w:val="00C336C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1">
    <w:name w:val="Основной текст Знак1"/>
    <w:link w:val="a8"/>
    <w:rsid w:val="00C336C6"/>
    <w:rPr>
      <w:sz w:val="28"/>
      <w:lang w:val="ru-RU" w:eastAsia="ru-RU" w:bidi="ar-SA"/>
    </w:rPr>
  </w:style>
  <w:style w:type="paragraph" w:customStyle="1" w:styleId="12">
    <w:name w:val="Знак1"/>
    <w:basedOn w:val="a0"/>
    <w:rsid w:val="00C336C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10">
    <w:name w:val="Основной текст 31"/>
    <w:basedOn w:val="a0"/>
    <w:rsid w:val="00E17EFB"/>
    <w:pPr>
      <w:spacing w:line="240" w:lineRule="atLeast"/>
    </w:pPr>
    <w:rPr>
      <w:sz w:val="24"/>
    </w:rPr>
  </w:style>
  <w:style w:type="paragraph" w:customStyle="1" w:styleId="13">
    <w:name w:val="Обычный1"/>
    <w:rsid w:val="00E17EFB"/>
    <w:pPr>
      <w:widowControl w:val="0"/>
    </w:pPr>
    <w:rPr>
      <w:rFonts w:ascii="Courier New" w:hAnsi="Courier New"/>
      <w:snapToGrid w:val="0"/>
      <w:sz w:val="16"/>
    </w:rPr>
  </w:style>
  <w:style w:type="paragraph" w:customStyle="1" w:styleId="14">
    <w:name w:val="Стиль1"/>
    <w:rsid w:val="00E17EFB"/>
    <w:pPr>
      <w:widowControl w:val="0"/>
    </w:pPr>
    <w:rPr>
      <w:rFonts w:ascii="Wingdings 3" w:eastAsia="Wingdings 3" w:hAnsi="Wingdings 3"/>
      <w:snapToGrid w:val="0"/>
      <w:spacing w:val="-1"/>
      <w:w w:val="65535"/>
      <w:kern w:val="65535"/>
      <w:position w:val="-1"/>
      <w:sz w:val="65535"/>
      <w:bdr w:val="nil"/>
    </w:rPr>
  </w:style>
  <w:style w:type="paragraph" w:styleId="33">
    <w:name w:val="Body Text Indent 3"/>
    <w:basedOn w:val="a0"/>
    <w:link w:val="34"/>
    <w:rsid w:val="00E17EFB"/>
    <w:pPr>
      <w:spacing w:after="120"/>
      <w:ind w:left="283"/>
    </w:pPr>
    <w:rPr>
      <w:sz w:val="16"/>
      <w:szCs w:val="16"/>
    </w:rPr>
  </w:style>
  <w:style w:type="paragraph" w:styleId="15">
    <w:name w:val="toc 1"/>
    <w:basedOn w:val="a0"/>
    <w:next w:val="a0"/>
    <w:autoRedefine/>
    <w:uiPriority w:val="39"/>
    <w:semiHidden/>
    <w:qFormat/>
    <w:rsid w:val="00E17EFB"/>
    <w:pPr>
      <w:tabs>
        <w:tab w:val="right" w:leader="dot" w:pos="9360"/>
      </w:tabs>
      <w:snapToGrid w:val="0"/>
      <w:spacing w:before="120" w:after="120"/>
    </w:pPr>
    <w:rPr>
      <w:b/>
      <w:i/>
      <w:iCs/>
      <w:sz w:val="24"/>
    </w:rPr>
  </w:style>
  <w:style w:type="paragraph" w:styleId="25">
    <w:name w:val="toc 2"/>
    <w:basedOn w:val="a0"/>
    <w:next w:val="a0"/>
    <w:autoRedefine/>
    <w:uiPriority w:val="39"/>
    <w:semiHidden/>
    <w:qFormat/>
    <w:rsid w:val="00E17EFB"/>
    <w:pPr>
      <w:tabs>
        <w:tab w:val="right" w:leader="dot" w:pos="8302"/>
      </w:tabs>
      <w:snapToGrid w:val="0"/>
      <w:ind w:left="200"/>
      <w:jc w:val="both"/>
    </w:pPr>
    <w:rPr>
      <w:b/>
      <w:sz w:val="24"/>
    </w:rPr>
  </w:style>
  <w:style w:type="paragraph" w:styleId="35">
    <w:name w:val="toc 3"/>
    <w:basedOn w:val="a0"/>
    <w:next w:val="a0"/>
    <w:autoRedefine/>
    <w:uiPriority w:val="39"/>
    <w:semiHidden/>
    <w:qFormat/>
    <w:rsid w:val="00E17EFB"/>
    <w:pPr>
      <w:tabs>
        <w:tab w:val="right" w:leader="dot" w:pos="9360"/>
      </w:tabs>
      <w:snapToGrid w:val="0"/>
    </w:pPr>
    <w:rPr>
      <w:sz w:val="24"/>
    </w:rPr>
  </w:style>
  <w:style w:type="paragraph" w:styleId="41">
    <w:name w:val="toc 4"/>
    <w:basedOn w:val="a0"/>
    <w:next w:val="a0"/>
    <w:autoRedefine/>
    <w:semiHidden/>
    <w:rsid w:val="00E17EFB"/>
    <w:pPr>
      <w:tabs>
        <w:tab w:val="right" w:leader="dot" w:pos="9360"/>
      </w:tabs>
      <w:jc w:val="both"/>
    </w:pPr>
    <w:rPr>
      <w:snapToGrid w:val="0"/>
      <w:sz w:val="22"/>
      <w:szCs w:val="22"/>
    </w:rPr>
  </w:style>
  <w:style w:type="paragraph" w:customStyle="1" w:styleId="xl31">
    <w:name w:val="xl31"/>
    <w:basedOn w:val="a0"/>
    <w:rsid w:val="00E17EF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table" w:styleId="af5">
    <w:name w:val="Table Grid"/>
    <w:basedOn w:val="a2"/>
    <w:rsid w:val="00E17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2">
    <w:name w:val="xl22"/>
    <w:basedOn w:val="a0"/>
    <w:rsid w:val="00E17E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4">
    <w:name w:val="xl24"/>
    <w:basedOn w:val="a0"/>
    <w:rsid w:val="00E17E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3">
    <w:name w:val="xl23"/>
    <w:basedOn w:val="a0"/>
    <w:rsid w:val="00E17E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5">
    <w:name w:val="xl25"/>
    <w:basedOn w:val="a0"/>
    <w:rsid w:val="00E17E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6">
    <w:name w:val="xl26"/>
    <w:basedOn w:val="a0"/>
    <w:rsid w:val="00E17EF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7">
    <w:name w:val="xl27"/>
    <w:basedOn w:val="a0"/>
    <w:rsid w:val="00E17EFB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8">
    <w:name w:val="xl28"/>
    <w:basedOn w:val="a0"/>
    <w:rsid w:val="00E17E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a0"/>
    <w:rsid w:val="00E17EFB"/>
    <w:pPr>
      <w:spacing w:before="100" w:beforeAutospacing="1" w:after="100" w:afterAutospacing="1"/>
    </w:pPr>
    <w:rPr>
      <w:rFonts w:eastAsia="Arial Unicode MS"/>
      <w:b/>
      <w:bCs/>
      <w:sz w:val="28"/>
      <w:szCs w:val="28"/>
    </w:rPr>
  </w:style>
  <w:style w:type="paragraph" w:customStyle="1" w:styleId="xl30">
    <w:name w:val="xl30"/>
    <w:basedOn w:val="a0"/>
    <w:rsid w:val="00E17E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2">
    <w:name w:val="xl32"/>
    <w:basedOn w:val="a0"/>
    <w:rsid w:val="00E17E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a0"/>
    <w:rsid w:val="00E17E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a0"/>
    <w:rsid w:val="00E17E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a0"/>
    <w:rsid w:val="00E17EFB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a0"/>
    <w:rsid w:val="00E17EFB"/>
    <w:pP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a0"/>
    <w:rsid w:val="00E17EF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8">
    <w:name w:val="xl38"/>
    <w:basedOn w:val="a0"/>
    <w:rsid w:val="00E17E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9">
    <w:name w:val="xl39"/>
    <w:basedOn w:val="a0"/>
    <w:rsid w:val="00E17EF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a0"/>
    <w:rsid w:val="00E17E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character" w:customStyle="1" w:styleId="af6">
    <w:name w:val="Основной текст Знак"/>
    <w:rsid w:val="00E17EFB"/>
    <w:rPr>
      <w:sz w:val="24"/>
      <w:szCs w:val="24"/>
      <w:lang w:val="ru-RU" w:eastAsia="ru-RU" w:bidi="ar-SA"/>
    </w:rPr>
  </w:style>
  <w:style w:type="character" w:customStyle="1" w:styleId="af7">
    <w:name w:val="Знак Знак"/>
    <w:locked/>
    <w:rsid w:val="00E17EFB"/>
    <w:rPr>
      <w:b/>
      <w:bCs/>
      <w:sz w:val="24"/>
      <w:szCs w:val="24"/>
      <w:lang w:val="ru-RU" w:eastAsia="ru-RU" w:bidi="ar-SA"/>
    </w:rPr>
  </w:style>
  <w:style w:type="numbering" w:styleId="111111">
    <w:name w:val="Outline List 2"/>
    <w:basedOn w:val="a3"/>
    <w:rsid w:val="00E17EFB"/>
    <w:pPr>
      <w:numPr>
        <w:numId w:val="1"/>
      </w:numPr>
    </w:pPr>
  </w:style>
  <w:style w:type="character" w:styleId="af8">
    <w:name w:val="Hyperlink"/>
    <w:rsid w:val="00C270DD"/>
    <w:rPr>
      <w:color w:val="0000FF"/>
      <w:u w:val="single"/>
    </w:rPr>
  </w:style>
  <w:style w:type="character" w:customStyle="1" w:styleId="10">
    <w:name w:val="Заголовок 1 Знак"/>
    <w:link w:val="1"/>
    <w:rsid w:val="00F42D84"/>
    <w:rPr>
      <w:sz w:val="24"/>
    </w:rPr>
  </w:style>
  <w:style w:type="character" w:customStyle="1" w:styleId="20">
    <w:name w:val="Заголовок 2 Знак"/>
    <w:link w:val="2"/>
    <w:rsid w:val="00F42D84"/>
    <w:rPr>
      <w:b/>
      <w:sz w:val="24"/>
    </w:rPr>
  </w:style>
  <w:style w:type="character" w:customStyle="1" w:styleId="30">
    <w:name w:val="Заголовок 3 Знак"/>
    <w:link w:val="3"/>
    <w:rsid w:val="00F42D8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42D8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42D8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42D84"/>
    <w:rPr>
      <w:i/>
      <w:sz w:val="22"/>
      <w:szCs w:val="24"/>
    </w:rPr>
  </w:style>
  <w:style w:type="character" w:customStyle="1" w:styleId="70">
    <w:name w:val="Заголовок 7 Знак"/>
    <w:link w:val="7"/>
    <w:rsid w:val="00F42D84"/>
    <w:rPr>
      <w:b/>
      <w:sz w:val="24"/>
      <w:szCs w:val="24"/>
    </w:rPr>
  </w:style>
  <w:style w:type="character" w:customStyle="1" w:styleId="80">
    <w:name w:val="Заголовок 8 Знак"/>
    <w:link w:val="8"/>
    <w:rsid w:val="00F42D84"/>
    <w:rPr>
      <w:b/>
      <w:sz w:val="22"/>
      <w:szCs w:val="22"/>
    </w:rPr>
  </w:style>
  <w:style w:type="character" w:customStyle="1" w:styleId="90">
    <w:name w:val="Заголовок 9 Знак"/>
    <w:link w:val="9"/>
    <w:rsid w:val="00F42D84"/>
    <w:rPr>
      <w:b/>
      <w:bCs/>
      <w:sz w:val="22"/>
      <w:szCs w:val="24"/>
    </w:rPr>
  </w:style>
  <w:style w:type="character" w:customStyle="1" w:styleId="22">
    <w:name w:val="Основной текст 2 Знак"/>
    <w:link w:val="21"/>
    <w:rsid w:val="00F42D84"/>
    <w:rPr>
      <w:sz w:val="28"/>
    </w:rPr>
  </w:style>
  <w:style w:type="character" w:customStyle="1" w:styleId="32">
    <w:name w:val="Основной текст 3 Знак"/>
    <w:link w:val="31"/>
    <w:rsid w:val="00F42D84"/>
    <w:rPr>
      <w:sz w:val="16"/>
      <w:szCs w:val="16"/>
    </w:rPr>
  </w:style>
  <w:style w:type="character" w:customStyle="1" w:styleId="af1">
    <w:name w:val="Основной текст с отступом Знак"/>
    <w:link w:val="af0"/>
    <w:rsid w:val="00F42D84"/>
    <w:rPr>
      <w:sz w:val="24"/>
      <w:szCs w:val="24"/>
    </w:rPr>
  </w:style>
  <w:style w:type="character" w:customStyle="1" w:styleId="a5">
    <w:name w:val="Заголовок Знак"/>
    <w:link w:val="a4"/>
    <w:rsid w:val="00F42D84"/>
    <w:rPr>
      <w:b/>
      <w:sz w:val="32"/>
    </w:rPr>
  </w:style>
  <w:style w:type="character" w:customStyle="1" w:styleId="af">
    <w:name w:val="Нижний колонтитул Знак"/>
    <w:basedOn w:val="a1"/>
    <w:link w:val="ae"/>
    <w:rsid w:val="00F42D84"/>
  </w:style>
  <w:style w:type="character" w:customStyle="1" w:styleId="34">
    <w:name w:val="Основной текст с отступом 3 Знак"/>
    <w:link w:val="33"/>
    <w:rsid w:val="00F42D84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F42D84"/>
    <w:rPr>
      <w:sz w:val="28"/>
    </w:rPr>
  </w:style>
  <w:style w:type="character" w:customStyle="1" w:styleId="af3">
    <w:name w:val="Текст выноски Знак"/>
    <w:link w:val="af2"/>
    <w:semiHidden/>
    <w:rsid w:val="00F42D84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link w:val="ac"/>
    <w:rsid w:val="00F42D84"/>
    <w:rPr>
      <w:rFonts w:ascii="Tahoma" w:hAnsi="Tahoma" w:cs="Tahoma"/>
      <w:shd w:val="clear" w:color="auto" w:fill="000080"/>
    </w:rPr>
  </w:style>
  <w:style w:type="character" w:customStyle="1" w:styleId="aa">
    <w:name w:val="Верхний колонтитул Знак"/>
    <w:basedOn w:val="a1"/>
    <w:link w:val="a9"/>
    <w:uiPriority w:val="99"/>
    <w:rsid w:val="00F42D84"/>
  </w:style>
  <w:style w:type="paragraph" w:customStyle="1" w:styleId="af9">
    <w:name w:val="Знак Знак Знак Знак Знак"/>
    <w:basedOn w:val="a0"/>
    <w:rsid w:val="00F42D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caption"/>
    <w:basedOn w:val="a0"/>
    <w:next w:val="a0"/>
    <w:qFormat/>
    <w:rsid w:val="00F42D84"/>
    <w:pPr>
      <w:jc w:val="center"/>
    </w:pPr>
    <w:rPr>
      <w:b/>
      <w:bCs/>
      <w:sz w:val="32"/>
      <w:szCs w:val="24"/>
    </w:rPr>
  </w:style>
  <w:style w:type="paragraph" w:customStyle="1" w:styleId="120">
    <w:name w:val="Название + 12 пт"/>
    <w:aliases w:val="По левому краю"/>
    <w:basedOn w:val="a4"/>
    <w:rsid w:val="00F42D84"/>
    <w:pPr>
      <w:ind w:left="284" w:hanging="284"/>
      <w:jc w:val="both"/>
    </w:pPr>
    <w:rPr>
      <w:b w:val="0"/>
      <w:sz w:val="24"/>
      <w:szCs w:val="24"/>
    </w:rPr>
  </w:style>
  <w:style w:type="paragraph" w:customStyle="1" w:styleId="a">
    <w:name w:val="Обычный + По ширине"/>
    <w:basedOn w:val="a4"/>
    <w:rsid w:val="00F42D84"/>
    <w:pPr>
      <w:numPr>
        <w:numId w:val="2"/>
      </w:numPr>
      <w:jc w:val="left"/>
    </w:pPr>
    <w:rPr>
      <w:b w:val="0"/>
      <w:sz w:val="24"/>
      <w:szCs w:val="24"/>
    </w:rPr>
  </w:style>
  <w:style w:type="paragraph" w:styleId="afb">
    <w:name w:val="No Spacing"/>
    <w:uiPriority w:val="1"/>
    <w:qFormat/>
    <w:rsid w:val="00F42D84"/>
  </w:style>
  <w:style w:type="paragraph" w:customStyle="1" w:styleId="afc">
    <w:name w:val="Знак Знак Знак"/>
    <w:basedOn w:val="a0"/>
    <w:rsid w:val="00B000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Знак Знак Знак1"/>
    <w:basedOn w:val="a0"/>
    <w:rsid w:val="009873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List Paragraph"/>
    <w:basedOn w:val="a0"/>
    <w:uiPriority w:val="34"/>
    <w:qFormat/>
    <w:rsid w:val="00151E6E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151E6E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e">
    <w:name w:val="TOC Heading"/>
    <w:basedOn w:val="1"/>
    <w:next w:val="a0"/>
    <w:uiPriority w:val="39"/>
    <w:semiHidden/>
    <w:unhideWhenUsed/>
    <w:qFormat/>
    <w:rsid w:val="00151E6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">
    <w:name w:val="Normal (Web)"/>
    <w:basedOn w:val="a0"/>
    <w:uiPriority w:val="99"/>
    <w:unhideWhenUsed/>
    <w:rsid w:val="00300380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Подзаголовок Знак"/>
    <w:basedOn w:val="a1"/>
    <w:link w:val="a6"/>
    <w:rsid w:val="0023311B"/>
    <w:rPr>
      <w:b/>
      <w:sz w:val="40"/>
    </w:rPr>
  </w:style>
  <w:style w:type="character" w:customStyle="1" w:styleId="26">
    <w:name w:val="Основной текст (2)"/>
    <w:basedOn w:val="a1"/>
    <w:rsid w:val="00B03B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f0">
    <w:name w:val="Знак"/>
    <w:basedOn w:val="a0"/>
    <w:rsid w:val="009F53F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WW8Num8z5">
    <w:name w:val="WW8Num8z5"/>
    <w:rsid w:val="00D8124E"/>
  </w:style>
  <w:style w:type="paragraph" w:customStyle="1" w:styleId="ConsPlusNormal">
    <w:name w:val="ConsPlusNormal"/>
    <w:rsid w:val="004D106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5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3;&#1080;&#1085;&#1072;.ALINA\&#1056;&#1072;&#1073;&#1086;&#1095;&#1080;&#1081;%20&#1089;&#1090;&#1086;&#1083;\&#1060;&#1086;&#1088;&#1084;&#1099;%20&#1040;&#1052;&#1054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57210-C2B1-4EC9-AB82-FBA84C81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0</TotalTime>
  <Pages>13</Pages>
  <Words>4928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СВЕРДЛОВСКАЯ ОБЛАСТЬ</vt:lpstr>
    </vt:vector>
  </TitlesOfParts>
  <Company>Кристалл</Company>
  <LinksUpToDate>false</LinksUpToDate>
  <CharactersWithSpaces>32959</CharactersWithSpaces>
  <SharedDoc>false</SharedDoc>
  <HLinks>
    <vt:vector size="6" baseType="variant">
      <vt:variant>
        <vt:i4>5963897</vt:i4>
      </vt:variant>
      <vt:variant>
        <vt:i4>0</vt:i4>
      </vt:variant>
      <vt:variant>
        <vt:i4>0</vt:i4>
      </vt:variant>
      <vt:variant>
        <vt:i4>5</vt:i4>
      </vt:variant>
      <vt:variant>
        <vt:lpwstr>mailto:admachit@mail.ru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СВЕРДЛОВСКАЯ ОБЛАСТЬ</dc:title>
  <dc:subject/>
  <dc:creator>Алина Ивановна</dc:creator>
  <cp:keywords/>
  <dc:description/>
  <cp:lastModifiedBy>IT</cp:lastModifiedBy>
  <cp:revision>2</cp:revision>
  <cp:lastPrinted>2025-09-11T12:21:00Z</cp:lastPrinted>
  <dcterms:created xsi:type="dcterms:W3CDTF">2025-09-12T06:31:00Z</dcterms:created>
  <dcterms:modified xsi:type="dcterms:W3CDTF">2025-09-12T06:31:00Z</dcterms:modified>
</cp:coreProperties>
</file>